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00C" w:rsidRPr="001A7E3D" w:rsidRDefault="008F600C" w:rsidP="00FD1756">
      <w:pPr>
        <w:tabs>
          <w:tab w:val="left" w:pos="4140"/>
        </w:tabs>
        <w:spacing w:after="0"/>
        <w:ind w:left="10080" w:right="-13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A7E3D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4 </w:t>
      </w:r>
    </w:p>
    <w:p w:rsidR="008F600C" w:rsidRPr="001A7E3D" w:rsidRDefault="008F600C" w:rsidP="00FD1756">
      <w:pPr>
        <w:tabs>
          <w:tab w:val="left" w:pos="4140"/>
        </w:tabs>
        <w:spacing w:after="0"/>
        <w:ind w:left="10080" w:right="-13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A7E3D">
        <w:rPr>
          <w:rFonts w:ascii="Times New Roman" w:hAnsi="Times New Roman" w:cs="Times New Roman"/>
          <w:color w:val="000000"/>
          <w:sz w:val="24"/>
          <w:szCs w:val="24"/>
        </w:rPr>
        <w:t xml:space="preserve">к приказу министерства образования </w:t>
      </w:r>
    </w:p>
    <w:p w:rsidR="008F600C" w:rsidRPr="001A7E3D" w:rsidRDefault="008F600C" w:rsidP="00FD1756">
      <w:pPr>
        <w:tabs>
          <w:tab w:val="left" w:pos="4140"/>
        </w:tabs>
        <w:spacing w:after="0"/>
        <w:ind w:left="10080" w:right="-13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A7E3D">
        <w:rPr>
          <w:rFonts w:ascii="Times New Roman" w:hAnsi="Times New Roman" w:cs="Times New Roman"/>
          <w:color w:val="000000"/>
          <w:sz w:val="24"/>
          <w:szCs w:val="24"/>
        </w:rPr>
        <w:t>Нижегородской области</w:t>
      </w:r>
    </w:p>
    <w:p w:rsidR="008F600C" w:rsidRPr="00AB512D" w:rsidRDefault="008F600C" w:rsidP="00A671F9">
      <w:pPr>
        <w:tabs>
          <w:tab w:val="left" w:pos="4140"/>
        </w:tabs>
        <w:spacing w:after="0" w:line="240" w:lineRule="auto"/>
        <w:ind w:left="107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512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13.11.2014</w:t>
      </w:r>
      <w:r w:rsidRPr="00AB512D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2591</w:t>
      </w:r>
    </w:p>
    <w:p w:rsidR="008F600C" w:rsidRDefault="008F600C" w:rsidP="00331810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8F600C" w:rsidRPr="00FD1756" w:rsidRDefault="008F600C" w:rsidP="00331810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1756">
        <w:rPr>
          <w:rFonts w:ascii="Times New Roman" w:hAnsi="Times New Roman" w:cs="Times New Roman"/>
          <w:b/>
          <w:bCs/>
          <w:sz w:val="28"/>
          <w:szCs w:val="28"/>
        </w:rPr>
        <w:t>Персональный состав руководителей пунктов проведения единого государственного экзамена (далее – ППЭ)</w:t>
      </w:r>
    </w:p>
    <w:p w:rsidR="008F600C" w:rsidRPr="00FD1756" w:rsidRDefault="008F600C" w:rsidP="00331810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1756">
        <w:rPr>
          <w:rFonts w:ascii="Times New Roman" w:hAnsi="Times New Roman" w:cs="Times New Roman"/>
          <w:b/>
          <w:bCs/>
          <w:sz w:val="28"/>
          <w:szCs w:val="28"/>
        </w:rPr>
        <w:t>в досрочный и основной  периоды проведения государственной итоговой аттестации в 2015 году</w:t>
      </w:r>
    </w:p>
    <w:p w:rsidR="008F600C" w:rsidRPr="00331810" w:rsidRDefault="008F600C" w:rsidP="00331810">
      <w:pPr>
        <w:tabs>
          <w:tab w:val="left" w:pos="4140"/>
        </w:tabs>
        <w:ind w:right="1209"/>
        <w:jc w:val="center"/>
        <w:rPr>
          <w:rFonts w:ascii="Times New Roman" w:hAnsi="Times New Roman" w:cs="Times New Roman"/>
          <w:b/>
          <w:bCs/>
        </w:rPr>
      </w:pPr>
    </w:p>
    <w:tbl>
      <w:tblPr>
        <w:tblW w:w="145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24"/>
        <w:gridCol w:w="851"/>
        <w:gridCol w:w="3685"/>
        <w:gridCol w:w="3827"/>
        <w:gridCol w:w="3544"/>
      </w:tblGrid>
      <w:tr w:rsidR="008F600C" w:rsidRPr="00331810">
        <w:tc>
          <w:tcPr>
            <w:tcW w:w="2624" w:type="dxa"/>
            <w:vAlign w:val="center"/>
          </w:tcPr>
          <w:p w:rsidR="008F600C" w:rsidRPr="00D34EE6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 район/городской округ</w:t>
            </w:r>
          </w:p>
        </w:tc>
        <w:tc>
          <w:tcPr>
            <w:tcW w:w="851" w:type="dxa"/>
            <w:vAlign w:val="center"/>
          </w:tcPr>
          <w:p w:rsidR="008F600C" w:rsidRPr="00D34EE6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  <w:r w:rsidRPr="00D34EE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4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ППЭ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F600C" w:rsidRPr="00D34EE6" w:rsidRDefault="008F600C" w:rsidP="00D34E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ФИО </w:t>
            </w:r>
          </w:p>
          <w:p w:rsidR="008F600C" w:rsidRPr="00D34EE6" w:rsidRDefault="008F600C" w:rsidP="00D34E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руководителя ППЭ (полностью)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D34EE6" w:rsidRDefault="008F600C" w:rsidP="003318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Место работы </w:t>
            </w:r>
          </w:p>
          <w:p w:rsidR="008F600C" w:rsidRPr="00D34EE6" w:rsidRDefault="008F600C" w:rsidP="003318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(полностью)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D34EE6" w:rsidRDefault="008F600C" w:rsidP="003318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</w:tr>
      <w:tr w:rsidR="008F600C" w:rsidRPr="00331810">
        <w:trPr>
          <w:trHeight w:val="1179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  <w:lang w:val="en-US"/>
              </w:rPr>
              <w:t>1</w:t>
            </w:r>
            <w:r w:rsidRPr="00331810">
              <w:rPr>
                <w:rFonts w:ascii="Times New Roman" w:hAnsi="Times New Roman" w:cs="Times New Roman"/>
              </w:rPr>
              <w:t>. Ардатовский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Баранцева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Светлана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Вячеславовна</w:t>
            </w:r>
          </w:p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D34EE6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по вопросам образования администрации Ардатовского муниципального района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  <w:p w:rsidR="008F600C" w:rsidRPr="00331810" w:rsidRDefault="008F600C" w:rsidP="00331810">
            <w:pPr>
              <w:spacing w:after="0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00C" w:rsidRPr="00331810">
        <w:trPr>
          <w:trHeight w:val="1358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Поселеннова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Оксана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бюджетное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Образовательное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учреждение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«Саконская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средняя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общеобразовательная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школа»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и</w:t>
            </w:r>
            <w:r w:rsidRPr="00331810">
              <w:rPr>
                <w:rFonts w:ascii="Times New Roman" w:hAnsi="Times New Roman" w:cs="Times New Roman"/>
              </w:rPr>
              <w:t>ректор</w:t>
            </w:r>
          </w:p>
        </w:tc>
      </w:tr>
      <w:tr w:rsidR="008F600C" w:rsidRPr="00331810">
        <w:trPr>
          <w:trHeight w:val="1592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Рогожина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Лидия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Анатольевна</w:t>
            </w:r>
          </w:p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8F600C" w:rsidRPr="00331810" w:rsidRDefault="008F600C" w:rsidP="00D34E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образовательное учреждение «Ардатовская средняя общеобразовательная школа №2 им. С.И.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Образумова»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00C" w:rsidRPr="00331810">
        <w:trPr>
          <w:trHeight w:val="351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2. Арзамасский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Буров Юрий Александрович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администрации Арзамасского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1358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3. Большеболдинский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Шаргаева Ольга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Администрации Большеболдинскоинского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Специалист первой категории</w:t>
            </w:r>
          </w:p>
        </w:tc>
      </w:tr>
      <w:tr w:rsidR="008F600C" w:rsidRPr="00331810">
        <w:trPr>
          <w:trHeight w:val="662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4. Большемурашкинский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Горошкова Надежда Анатольевна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31810">
              <w:rPr>
                <w:rFonts w:ascii="Times New Roman" w:hAnsi="Times New Roman" w:cs="Times New Roman"/>
              </w:rPr>
              <w:t>правление образования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нач</w:t>
            </w:r>
            <w:r>
              <w:rPr>
                <w:rFonts w:ascii="Times New Roman" w:hAnsi="Times New Roman" w:cs="Times New Roman"/>
              </w:rPr>
              <w:t>а</w:t>
            </w:r>
            <w:r w:rsidRPr="00331810">
              <w:rPr>
                <w:rFonts w:ascii="Times New Roman" w:hAnsi="Times New Roman" w:cs="Times New Roman"/>
              </w:rPr>
              <w:t>льника управления образования</w:t>
            </w:r>
          </w:p>
        </w:tc>
      </w:tr>
      <w:tr w:rsidR="008F600C" w:rsidRPr="00331810">
        <w:tc>
          <w:tcPr>
            <w:tcW w:w="2624" w:type="dxa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5. Бутурлинский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Ломакин Артур Леонидович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Каменищенская  общеобразовательная школа имени А.Д.Герасименко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1077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6. Вадский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Кузнецова Елена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и молодежной политики администрации Вадского муниципального района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1077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ind w:left="240" w:hanging="24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Бухвалова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Вера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Олеговна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Анненковская вечерняя (сменная)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1186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7. Варнавинский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Гущина Ольга Валентиновна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31810">
              <w:rPr>
                <w:rFonts w:ascii="Times New Roman" w:hAnsi="Times New Roman" w:cs="Times New Roman"/>
              </w:rPr>
              <w:t>Информационно-диагностический кабинет управления образования администрации Варнавинского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Заведующий информационно-диагностическим кабинетом</w:t>
            </w:r>
          </w:p>
        </w:tc>
      </w:tr>
      <w:tr w:rsidR="008F600C" w:rsidRPr="00331810">
        <w:trPr>
          <w:trHeight w:val="53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Мамедов Тофик Джавалович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ФКУ ИК-6 ГУФСИН России по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Начальник отряда</w:t>
            </w:r>
          </w:p>
        </w:tc>
      </w:tr>
      <w:tr w:rsidR="008F600C" w:rsidRPr="00331810">
        <w:trPr>
          <w:trHeight w:val="75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Рупошов Игорь Викторович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Исправительное учреждение № 7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начальника по кадрам и воспитательной работе при ИУ-7</w:t>
            </w:r>
          </w:p>
        </w:tc>
      </w:tr>
      <w:tr w:rsidR="008F600C" w:rsidRPr="00331810"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8. Вачский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Кочутова Ольга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Медоварцевская основная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Клитина Ольга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Филинская 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9. Ветлужский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Сальникова Елена Сергеевна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образовательное учреждение Белышевская 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171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10.Вознесенский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Севостьянов Павел Петрович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"Криушинская средняя общеобразовательная школа"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1101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11. Володарский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Павлова Ольга Викторовна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Зам. начальника Управления образ</w:t>
            </w:r>
            <w:r>
              <w:rPr>
                <w:rFonts w:ascii="Times New Roman" w:hAnsi="Times New Roman" w:cs="Times New Roman"/>
              </w:rPr>
              <w:t>ования администрации Володарско</w:t>
            </w:r>
            <w:r w:rsidRPr="00331810">
              <w:rPr>
                <w:rFonts w:ascii="Times New Roman" w:hAnsi="Times New Roman" w:cs="Times New Roman"/>
              </w:rPr>
              <w:t>го муниципального района</w:t>
            </w:r>
          </w:p>
        </w:tc>
      </w:tr>
      <w:tr w:rsidR="008F600C" w:rsidRPr="00331810">
        <w:trPr>
          <w:trHeight w:val="818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Рогулева Ольга Валериевна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F352B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F352B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Консультант</w:t>
            </w:r>
          </w:p>
        </w:tc>
      </w:tr>
      <w:tr w:rsidR="008F600C" w:rsidRPr="00331810">
        <w:trPr>
          <w:trHeight w:val="818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Жиганова Людмила Валентиновна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F352B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Информационно-диагностический кабинет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F352B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Зав. ИДК</w:t>
            </w:r>
          </w:p>
        </w:tc>
      </w:tr>
      <w:tr w:rsidR="008F600C" w:rsidRPr="00331810">
        <w:trPr>
          <w:trHeight w:val="818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Чернышова Марина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F352B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основная общеобразовательная школа № 49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F352B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667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12. Воротынский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Альберг Ольга Александровна</w:t>
            </w:r>
          </w:p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E37488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и молодежной политики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1513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Родионова Ирина Викторовна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Воротынская 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</w:p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00C" w:rsidRPr="00331810">
        <w:trPr>
          <w:trHeight w:val="170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13. Воскресенский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Малышева Галина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казённое образовательное учреждение Глуховская 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17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Тихонова Валентина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</w:t>
            </w:r>
            <w:r>
              <w:rPr>
                <w:rFonts w:ascii="Times New Roman" w:hAnsi="Times New Roman" w:cs="Times New Roman"/>
              </w:rPr>
              <w:t xml:space="preserve">ное </w:t>
            </w:r>
            <w:r w:rsidRPr="00331810">
              <w:rPr>
                <w:rFonts w:ascii="Times New Roman" w:hAnsi="Times New Roman" w:cs="Times New Roman"/>
              </w:rPr>
              <w:t xml:space="preserve"> казённое образовательное учреждение Задворковская 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14. Гагинский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Торгушина Ольга Васильевна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Гагинская 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454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15.               Дальнеконстантиновский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Кошелева Юлия Викторовна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Дальнеконстантиновского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45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Белкина Евгения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Дальнеконстантиновского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454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16. Дивеевский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Фатина Светлана Ивановна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Дивеевского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 отдела образования администрации Дивеевского муниципального района</w:t>
            </w:r>
          </w:p>
        </w:tc>
      </w:tr>
      <w:tr w:rsidR="008F600C" w:rsidRPr="00331810"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17. Княгининский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Калинкина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Светлана Афанасьевна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Возрожденская 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723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18. Ковернинский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Лоскунина Ольга Витальевна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Информационно-методический диагностический кабинет отдела образования Администрации Ковернинского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Заведующий</w:t>
            </w:r>
          </w:p>
        </w:tc>
      </w:tr>
      <w:tr w:rsidR="008F600C" w:rsidRPr="00331810">
        <w:trPr>
          <w:trHeight w:val="723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Чернигина Ирина Геннадьевна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Информационно-методический диагностический кабинет отдела образования Администрации Ковернинского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Старший методист</w:t>
            </w:r>
          </w:p>
        </w:tc>
      </w:tr>
      <w:tr w:rsidR="008F600C" w:rsidRPr="00331810"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19. Краснобаковский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Обжогина Светлана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автономное образовательное учреждение Ветлужская 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</w:tr>
      <w:tr w:rsidR="008F600C" w:rsidRPr="00331810"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Посаженников Сергей Геннадьевич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автономное образовательное учреждение Прудовская (вечерняя) сменная общеобразовательная щкола при ИТУ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Вилков Николай Семенович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автономное образовательное учреждение Прудовская вечерняя (сменная) общеобразовательная школа при ФКУ «ЛИУ №3 ГУФСИН по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20. Краснооктябрьский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Минежетдинова Гюзель Сайяховна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Комитет по образованию администрации Краснооктябрьского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 по школам</w:t>
            </w:r>
          </w:p>
        </w:tc>
      </w:tr>
      <w:tr w:rsidR="008F600C" w:rsidRPr="00331810">
        <w:trPr>
          <w:trHeight w:val="565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21. Лукояновский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Матвейкина Лидия Михайловна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Лукояновского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56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Буров Владимир Михайлович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«Лукояновская вечерняя (сменная) общеобразовательная школа № 2 при ИУ» (ГВЭ)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1073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22. Лысковский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Кашолкина Вера Вячеславовна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образование информационно-диагностический кабинет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Заведующий</w:t>
            </w:r>
          </w:p>
        </w:tc>
      </w:tr>
      <w:tr w:rsidR="008F600C" w:rsidRPr="00331810">
        <w:trPr>
          <w:trHeight w:val="632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Мурашов Владимир Анатольевич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1056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23. Навашинский</w:t>
            </w:r>
          </w:p>
        </w:tc>
        <w:tc>
          <w:tcPr>
            <w:tcW w:w="851" w:type="dxa"/>
          </w:tcPr>
          <w:p w:rsidR="008F600C" w:rsidRPr="00331810" w:rsidRDefault="008F600C" w:rsidP="00B51AC7">
            <w:pPr>
              <w:pStyle w:val="BodyTextInden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Кудряшова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Елена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Валентиновна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</w:t>
            </w:r>
          </w:p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директора</w:t>
            </w:r>
          </w:p>
        </w:tc>
      </w:tr>
      <w:tr w:rsidR="008F600C" w:rsidRPr="00331810">
        <w:trPr>
          <w:trHeight w:val="205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331810" w:rsidRDefault="008F600C" w:rsidP="00B51AC7">
            <w:pPr>
              <w:pStyle w:val="BodyTextInden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Отекина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Елена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Степуринский филиал Муниципального бюджетного образовательного учреждения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Натальинская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641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24.                 г. Первомайск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Учирова Наталья Афанасьевна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народного образования администрации городского округа город Первомайск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280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25. Перевозский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Манина Вера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образования, молодежной политики и социально-правовой защиты детства администрации Перевозского муниципального района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28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Чагаева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Надежда Юрьевна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образования, молодежной политики и социально-правовой защиты детства администрации Перевозского муниципального района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351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26. Пильнинский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Тактаева Наталья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образования, молодежной политики и спорта администрации Пильнинского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1330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27. Починковский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Шемякина Наталья Васильевна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администрации Починковского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1588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28.                   г. Семенов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vAlign w:val="center"/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Никитина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Мария Васильевна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администрации городского округа  Семеновский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 управления образования администрации г.о. Семеновский</w:t>
            </w:r>
          </w:p>
        </w:tc>
      </w:tr>
      <w:tr w:rsidR="008F600C" w:rsidRPr="00331810">
        <w:trPr>
          <w:trHeight w:val="50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vAlign w:val="center"/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Васильев Евгений Николаевич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ФКУ ИК № 1 ГУФСИН России по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Начальник отдела   воспитательной работы</w:t>
            </w:r>
          </w:p>
        </w:tc>
      </w:tr>
      <w:tr w:rsidR="008F600C" w:rsidRPr="00331810">
        <w:trPr>
          <w:trHeight w:val="50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vAlign w:val="center"/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Тараев Василий Вячеславович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ФКУ ИК № 14 ГУФСИН России по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Начальник отряда</w:t>
            </w:r>
          </w:p>
        </w:tc>
      </w:tr>
      <w:tr w:rsidR="008F600C" w:rsidRPr="00331810"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29. Сергачский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Панина Елена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331810">
              <w:rPr>
                <w:rFonts w:ascii="Times New Roman" w:hAnsi="Times New Roman" w:cs="Times New Roman"/>
              </w:rPr>
              <w:t>униципальное казенное учреждение информационно-диагностический центр системы образования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205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30. Сеченовский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Анисимова Елена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образования, по делам молодежи и спорта администрации Сеченовского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 по общему образованию</w:t>
            </w:r>
          </w:p>
        </w:tc>
      </w:tr>
      <w:tr w:rsidR="008F600C" w:rsidRPr="00331810">
        <w:trPr>
          <w:trHeight w:val="418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31. Сокольский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napToGrid w:val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Горбушина Татьяна Гурьевна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Сокольского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531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32. Сосновский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Шибаева Елена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казенное учреждение «Информационно-методический центр»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Старший методист</w:t>
            </w:r>
          </w:p>
        </w:tc>
      </w:tr>
      <w:tr w:rsidR="008F600C" w:rsidRPr="00331810">
        <w:trPr>
          <w:trHeight w:val="53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Рустина Ирина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Администрации Сосновского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713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33. Спасский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Пономарева Татьяна Степановна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E37488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администрации Спасского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Заведующая сектором дошкольного и общего образования</w:t>
            </w:r>
          </w:p>
        </w:tc>
      </w:tr>
      <w:tr w:rsidR="008F600C" w:rsidRPr="00331810">
        <w:trPr>
          <w:trHeight w:val="1469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34. Тонкинский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Маричева Наталья Валерьевна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Тонкинского муниципального района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1158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35. Тоншаевский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Пенькова Людмила Евгеньевна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Тоншаевского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83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Смирнова Лидия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администарции Тоншаевского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998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Мамаева Марина Петровна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A931E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237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Подковырин Александр Борисович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A931E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1513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Борисенко Нина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A931E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125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Степушева Наталья Олеговна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A931E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образовательное учреждение Тоншаевская вечерняя (сменная)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36. Уренский</w:t>
            </w:r>
          </w:p>
        </w:tc>
        <w:tc>
          <w:tcPr>
            <w:tcW w:w="851" w:type="dxa"/>
          </w:tcPr>
          <w:p w:rsidR="008F600C" w:rsidRPr="00331810" w:rsidRDefault="008F600C" w:rsidP="00B51AC7">
            <w:pPr>
              <w:pStyle w:val="BodyTextIndent3"/>
              <w:numPr>
                <w:ilvl w:val="0"/>
                <w:numId w:val="9"/>
              </w:numPr>
              <w:spacing w:after="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Красоткина Светлана Павловна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администрации Уренского муниципального района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Заведующий информационно-диагностическим центром</w:t>
            </w:r>
          </w:p>
        </w:tc>
      </w:tr>
      <w:tr w:rsidR="008F600C" w:rsidRPr="00331810"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37. Чкаловский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Жиркова Галина Алексеевна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  средняя общеобразовательная школа № 4 имени В.В.Клочкова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38. Шарангский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Наймушина Ольга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Шарангского муниципального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 РОО</w:t>
            </w:r>
          </w:p>
        </w:tc>
      </w:tr>
      <w:tr w:rsidR="008F600C" w:rsidRPr="00331810">
        <w:trPr>
          <w:trHeight w:val="1073"/>
        </w:trPr>
        <w:tc>
          <w:tcPr>
            <w:tcW w:w="2624" w:type="dxa"/>
            <w:tcBorders>
              <w:top w:val="single" w:sz="4" w:space="0" w:color="auto"/>
            </w:tcBorders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39. Шатковский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Кустова Ольга Николаевна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Шатковского муниципального района Нижегородской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начальника</w:t>
            </w:r>
          </w:p>
        </w:tc>
      </w:tr>
      <w:tr w:rsidR="008F600C" w:rsidRPr="00331810">
        <w:trPr>
          <w:trHeight w:val="717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40.                         г. Шахунья</w:t>
            </w:r>
          </w:p>
        </w:tc>
        <w:tc>
          <w:tcPr>
            <w:tcW w:w="851" w:type="dxa"/>
            <w:vMerge w:val="restart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Новокшонова Татьяна Юрьевна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Отдел образования администрации городского округа город Шахунья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993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Саксонова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Елена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учреждение «Информационно-диагностический центр»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Методист</w:t>
            </w:r>
          </w:p>
        </w:tc>
      </w:tr>
      <w:tr w:rsidR="008F600C" w:rsidRPr="00331810">
        <w:trPr>
          <w:trHeight w:val="378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Варакина Екатерина Валерьевна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учреждение «Информационно-диагностический центр»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86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Волнякова Екатерина Евгеньевна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учреждение «Информационно-диагностический центр»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Методист</w:t>
            </w:r>
          </w:p>
        </w:tc>
      </w:tr>
      <w:tr w:rsidR="008F600C" w:rsidRPr="00331810">
        <w:trPr>
          <w:trHeight w:val="1265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41. г.Арзамас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Шестерина Ирина Евгеньевна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31810">
              <w:rPr>
                <w:rFonts w:ascii="Times New Roman" w:hAnsi="Times New Roman" w:cs="Times New Roman"/>
                <w:lang w:eastAsia="ru-RU"/>
              </w:rPr>
              <w:t>Муниципальное бюджетное образовательное учреждение «Средняя общеобразовательная школа №16 с углубленным изучением отдельных предметов»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31810">
              <w:rPr>
                <w:rFonts w:ascii="Times New Roman" w:hAnsi="Times New Roman" w:cs="Times New Roman"/>
                <w:lang w:eastAsia="ru-RU"/>
              </w:rPr>
              <w:t>Заместитель директора по УВР</w:t>
            </w:r>
          </w:p>
        </w:tc>
      </w:tr>
      <w:tr w:rsidR="008F600C" w:rsidRPr="00331810">
        <w:trPr>
          <w:trHeight w:val="1012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Тимкова Марина Валентиновна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 бюджетное образовательное учреждение «Средняя общеобразовательная школа №2 им. А.С. Пушкина»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31810">
              <w:rPr>
                <w:rFonts w:ascii="Times New Roman" w:hAnsi="Times New Roman" w:cs="Times New Roman"/>
                <w:lang w:eastAsia="ru-RU"/>
              </w:rPr>
              <w:t>Заместитель директора по УВР</w:t>
            </w:r>
          </w:p>
        </w:tc>
      </w:tr>
      <w:tr w:rsidR="008F600C" w:rsidRPr="00331810">
        <w:trPr>
          <w:trHeight w:val="227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Мякин Анатолий Владимирович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Федеральное казенное общеобразовательное учреждение «Вечерняя (сменная) общеобразовательная школа № 1 ГУФСИН России по Нижегородской области»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31810">
              <w:rPr>
                <w:rFonts w:ascii="Times New Roman" w:hAnsi="Times New Roman" w:cs="Times New Roman"/>
                <w:lang w:eastAsia="ru-RU"/>
              </w:rPr>
              <w:t>Директор</w:t>
            </w:r>
          </w:p>
        </w:tc>
      </w:tr>
      <w:tr w:rsidR="008F600C" w:rsidRPr="00331810">
        <w:trPr>
          <w:trHeight w:val="1180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  <w:lang w:val="en-US"/>
              </w:rPr>
            </w:pPr>
            <w:r w:rsidRPr="00331810">
              <w:rPr>
                <w:rFonts w:ascii="Times New Roman" w:hAnsi="Times New Roman" w:cs="Times New Roman"/>
              </w:rPr>
              <w:t>42. Балахнинский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napToGrid w:val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Донцов Виктор Константинович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№4»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118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napToGrid w:val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Мартакова Елена Анатольевна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№17»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639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napToGrid w:val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Буреева Ольга Викторовна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№20 имени В.Г. Рязанова»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559"/>
        </w:trPr>
        <w:tc>
          <w:tcPr>
            <w:tcW w:w="2624" w:type="dxa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43. Богородский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Лосева Елена Валерьевна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администрации Богородского муниципального района Нижегородской области, информационно-методический кабинет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Методист</w:t>
            </w:r>
          </w:p>
        </w:tc>
      </w:tr>
      <w:tr w:rsidR="008F600C" w:rsidRPr="00331810">
        <w:trPr>
          <w:trHeight w:val="1073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44.г. Бор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Бекетова Ирина Викторовна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народного образования администрации городского округа город Бор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Специалист</w:t>
            </w:r>
          </w:p>
        </w:tc>
      </w:tr>
      <w:tr w:rsidR="008F600C" w:rsidRPr="00331810">
        <w:trPr>
          <w:trHeight w:val="1283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Чайко Светлана Павловна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народного образования администрации городского округа город Бор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Консультант-юрист</w:t>
            </w:r>
          </w:p>
        </w:tc>
      </w:tr>
      <w:tr w:rsidR="008F600C" w:rsidRPr="00331810">
        <w:trPr>
          <w:trHeight w:val="1007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Ембахтова Ольга Константиновна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народного образования администрации городского округа город Бор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Специалист</w:t>
            </w:r>
          </w:p>
        </w:tc>
      </w:tr>
      <w:tr w:rsidR="008F600C" w:rsidRPr="00331810">
        <w:trPr>
          <w:trHeight w:val="41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Коломоец Алла Ивановна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автономное общеобразовательное учреждение средняя школа № 8 г.Бор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41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1" w:type="dxa"/>
            <w:vMerge w:val="restart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Горячева Ирина Борисовна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автономное общеобразовательное учреждение средняя  школа № 2 г.Бор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41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1" w:type="dxa"/>
            <w:vMerge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Горячева Ирина Борисовна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автономное общеобразовательное учреждение средняя  школа № 2 г.Бор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136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Латышева Наталья Борисовна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Линдовская средняя общеобразовательная школа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41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Бугрова Галина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10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470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45. Выксунский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Зацепина Татьяна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47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Кукунчикова Марина </w:t>
            </w:r>
            <w:r w:rsidRPr="00331810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ДОД ДДК «Радуга»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101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Зуев Валерий Михайлович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№8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1469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46. Городецкий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napToGrid w:val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Дурандина Марина Константиновна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№8»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1469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napToGrid w:val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Серова Татьяна Павловна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№5»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1579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47.                         г. Дзержинск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Кудрявцева Татьяна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“Средняя общеобразовательная школа № 26”</w:t>
            </w:r>
          </w:p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учебной работе</w:t>
            </w:r>
          </w:p>
        </w:tc>
      </w:tr>
      <w:tr w:rsidR="008F600C" w:rsidRPr="00331810">
        <w:trPr>
          <w:trHeight w:val="160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Захарова Наталья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"Средняя общеобразовательная школа № 23 с углубленным изучением отдельных предметов"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</w:tr>
      <w:tr w:rsidR="008F600C" w:rsidRPr="00331810">
        <w:trPr>
          <w:trHeight w:val="1262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Царева Надежда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 71»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учебной работе</w:t>
            </w:r>
          </w:p>
        </w:tc>
      </w:tr>
      <w:tr w:rsidR="008F600C" w:rsidRPr="00331810">
        <w:trPr>
          <w:trHeight w:val="1262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Семенова Елена Евгеньевна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образовательное бюджетное учреждение "Средняя общеобразовательная школа №37"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</w:tr>
      <w:tr w:rsidR="008F600C" w:rsidRPr="00331810">
        <w:trPr>
          <w:trHeight w:val="1042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Федорова Елена Юрьевна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образовательное казенное учреждение "Средняя общеобразовательная школа №18"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</w:tr>
      <w:tr w:rsidR="008F600C" w:rsidRPr="00331810">
        <w:trPr>
          <w:trHeight w:val="49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Неганова Ольга Викторовна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образовательное бюджетное учреждение "Средняя общеобразовательная школа № 27"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учебной работе</w:t>
            </w:r>
          </w:p>
        </w:tc>
      </w:tr>
      <w:tr w:rsidR="008F600C" w:rsidRPr="00331810">
        <w:trPr>
          <w:trHeight w:val="49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Гусарова Елена Валерьевна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A931E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казенное образовательное учреждение "Средняя общеобразовательная школа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№9"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</w:tr>
      <w:tr w:rsidR="008F600C" w:rsidRPr="00331810">
        <w:trPr>
          <w:trHeight w:val="49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Анисимова Наталья Геннадьевна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A931EB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образовательное казенное учреждение "Средняя общеобразовательная школа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№24"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8F600C" w:rsidRPr="00331810">
        <w:trPr>
          <w:trHeight w:val="1087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48. Кстовский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Новосельцева Ольга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Гимназия №4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1229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Железцова Ирина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села Безводное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1121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49. Кулебакский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Жишкеев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Роман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 образовательное учреждение средняя общеобразовательная школа № 1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Зам. директора</w:t>
            </w:r>
          </w:p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00C" w:rsidRPr="00331810">
        <w:trPr>
          <w:trHeight w:val="71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Елена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Юльевна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образования администрации Кулебакского района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1364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50. Павловский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Юрьева Ольга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№6 г.Павлово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143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Михалкина Марина Николаевна</w:t>
            </w:r>
          </w:p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№7 г. Павлово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00C" w:rsidRPr="00331810">
        <w:trPr>
          <w:trHeight w:val="136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Сачкова Любовь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№10 г. Павлово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992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51. г. Саров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Третьякова Светлана Евгеньевна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Департамент образования Администрации г.Саров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50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Голубева Надежда Петровна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Департамент образования Администрации г.Саров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95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Ермакова Галина Геннадиевна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Департамент образования Администрации г.Саров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Ведущий специалист</w:t>
            </w:r>
          </w:p>
        </w:tc>
      </w:tr>
      <w:tr w:rsidR="008F600C" w:rsidRPr="00331810">
        <w:trPr>
          <w:trHeight w:val="136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Закутин Алексей Валерьевич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№7»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47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Гузова Елена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«Средняя общеобразовательная школа №11»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702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52.</w:t>
            </w:r>
            <w:r w:rsidRPr="00331810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331810">
              <w:rPr>
                <w:rFonts w:ascii="Times New Roman" w:hAnsi="Times New Roman" w:cs="Times New Roman"/>
              </w:rPr>
              <w:t xml:space="preserve">       (Автозаводский)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Мулянова Ирина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105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8F600C" w:rsidRPr="00331810">
        <w:trPr>
          <w:trHeight w:val="702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Ватрубина Ольга Михайловна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125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702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Обухова Александра Ивановна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дополнительного образования детей «Центр творчества детей и юношества»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74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Гусева Ирина Игоревна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170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8F600C" w:rsidRPr="00331810">
        <w:trPr>
          <w:trHeight w:val="114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Ваганова Ирина Викторовна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        №128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35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Дубинина Елена Вячеславовна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169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8F600C" w:rsidRPr="00331810">
        <w:trPr>
          <w:trHeight w:val="35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Боброва Ольга Ивановна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12 с углубленным изучением отдельных предметов им. В.П.Шнитникова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35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Кузьмина Марина Евгеньевна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 № 179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35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Гурьева Светлана Олеговна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казенное образовательное учреждение специальная общеобразовательная школа   № 27 открытого типа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35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Закурдаева Марина Юрьевна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 казённое образовательное учреждение вечерняя средняя общеобразовательная школа №39 при  ФГУ ИК-2 ГУФСИН России по Нижегородской области-ГВЭ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961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53.</w:t>
            </w:r>
            <w:r w:rsidRPr="00331810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331810">
              <w:rPr>
                <w:rFonts w:ascii="Times New Roman" w:hAnsi="Times New Roman" w:cs="Times New Roman"/>
              </w:rPr>
              <w:t xml:space="preserve">       (Канавинский)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51A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Шаблина Татьяна Петровна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C85184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№181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863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51A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Сибрина Светлана Николаевна</w:t>
            </w:r>
          </w:p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№176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909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51A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Панкова Марина Эдуардовна</w:t>
            </w:r>
          </w:p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№52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29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Виноградов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Сергей Валентинович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ФКУ ИК-5 ГУФСИН России по Нижегородской области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Начальник отдела воспитательной работы с осужденными</w:t>
            </w:r>
          </w:p>
        </w:tc>
      </w:tr>
      <w:tr w:rsidR="008F600C" w:rsidRPr="00331810">
        <w:trPr>
          <w:trHeight w:val="29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Малышева Валентина Михайловна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№75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993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54.</w:t>
            </w:r>
            <w:r w:rsidRPr="00331810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331810">
              <w:rPr>
                <w:rFonts w:ascii="Times New Roman" w:hAnsi="Times New Roman" w:cs="Times New Roman"/>
              </w:rPr>
              <w:t xml:space="preserve">       (Ленинский)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Долотова Ирина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94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94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Козина Ирина Леонидовна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106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109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Бобина Вера Викторовна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94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439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Балюк Елена Вячеславовна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177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439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Чехова Татьяна Ивановна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120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1164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55.</w:t>
            </w:r>
            <w:r w:rsidRPr="00331810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331810">
              <w:rPr>
                <w:rFonts w:ascii="Times New Roman" w:hAnsi="Times New Roman" w:cs="Times New Roman"/>
              </w:rPr>
              <w:t xml:space="preserve">       (Московский)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Ермилова Елена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учреждение средняя общеобразовательная школа № 115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123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Гундрова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учреждение средняя общеобразовательная школа № 178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47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Меляшинская Татьяна Евгеньевна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учреждение средняя общеобразовательная школа № 115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470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Меляшинская Татьяна Евгеньевна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учреждение средняя общеобразовательная школа № 115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136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Шарова Светлана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учреждение средняя общеобразовательная школа № 93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979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56.</w:t>
            </w:r>
            <w:r w:rsidRPr="00331810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331810">
              <w:rPr>
                <w:rFonts w:ascii="Times New Roman" w:hAnsi="Times New Roman" w:cs="Times New Roman"/>
              </w:rPr>
              <w:t xml:space="preserve">       (Нижегородский)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Белоус Анна Борисовна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гимназия №13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ind w:left="-46" w:right="-108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 по УВР</w:t>
            </w:r>
          </w:p>
        </w:tc>
      </w:tr>
      <w:tr w:rsidR="008F600C" w:rsidRPr="00331810">
        <w:trPr>
          <w:trHeight w:val="165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Пономарева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Елена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Игоревна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№22 с углубленным изучением отдельных предметов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331810">
            <w:pPr>
              <w:ind w:left="-46" w:right="-108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  <w:p w:rsidR="008F600C" w:rsidRPr="00331810" w:rsidRDefault="008F600C" w:rsidP="00331810">
            <w:pPr>
              <w:ind w:left="-46" w:right="-108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по УВР</w:t>
            </w:r>
          </w:p>
        </w:tc>
      </w:tr>
      <w:tr w:rsidR="008F600C" w:rsidRPr="00331810">
        <w:trPr>
          <w:trHeight w:val="933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Рокунова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Оксана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гимназия №13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331810">
            <w:pPr>
              <w:ind w:left="-46" w:right="-108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  <w:tr w:rsidR="008F600C" w:rsidRPr="00331810">
        <w:trPr>
          <w:trHeight w:val="1655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AB4003">
            <w:pPr>
              <w:tabs>
                <w:tab w:val="left" w:pos="1512"/>
              </w:tabs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Кручинина Татьяна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№33 с углубленным изучением отдельных предметов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331810">
            <w:pPr>
              <w:ind w:left="-46" w:right="-108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 по  ВР</w:t>
            </w:r>
          </w:p>
        </w:tc>
      </w:tr>
      <w:tr w:rsidR="008F600C" w:rsidRPr="00331810">
        <w:trPr>
          <w:trHeight w:val="992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ind w:right="-226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Жукова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Наталья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гимназия  №1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331810">
            <w:pPr>
              <w:ind w:left="-46" w:right="-108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 по УВР</w:t>
            </w:r>
          </w:p>
        </w:tc>
      </w:tr>
      <w:tr w:rsidR="008F600C" w:rsidRPr="00331810">
        <w:trPr>
          <w:trHeight w:val="103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AB4003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Уханова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Фаина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331810">
            <w:pPr>
              <w:ind w:left="-46" w:right="-108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 по УВР</w:t>
            </w:r>
          </w:p>
        </w:tc>
      </w:tr>
      <w:tr w:rsidR="008F600C" w:rsidRPr="00331810">
        <w:trPr>
          <w:trHeight w:val="945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57. г.Нижний Новгород       (Приокский)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Якимова Лариса Юрьевна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</w:tr>
      <w:tr w:rsidR="008F600C" w:rsidRPr="00331810">
        <w:trPr>
          <w:trHeight w:val="43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Фалина Елена Васильевна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администрации Приокского района г.Н.Новгорода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948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Чебачева Елена Глебовна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Управление образование</w:t>
            </w:r>
          </w:p>
          <w:p w:rsidR="008F600C" w:rsidRPr="00331810" w:rsidRDefault="008F600C" w:rsidP="003318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администрации Приокского района г.Н.Новгорода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Главный специалист</w:t>
            </w:r>
          </w:p>
        </w:tc>
      </w:tr>
      <w:tr w:rsidR="008F600C" w:rsidRPr="00331810">
        <w:trPr>
          <w:trHeight w:val="921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58.</w:t>
            </w:r>
            <w:r w:rsidRPr="00331810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331810">
              <w:rPr>
                <w:rFonts w:ascii="Times New Roman" w:hAnsi="Times New Roman" w:cs="Times New Roman"/>
              </w:rPr>
              <w:t xml:space="preserve">       (Советский)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Митясова Ольга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 школа № 47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140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Коскина Марина Станиславовна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44 с углубленным изучением отдельных предметов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158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Шебалкина  Мария Германовна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151 с углубленным изучением отдельных предметов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spacing w:after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38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Шерстнева Надежда Николаевна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автономное образовательное учреждение средняя общеобразовательная школа № 187 с углубленным изучением отдельных предметов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384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Тимошенко Вера Георгиевна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29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403"/>
        </w:trPr>
        <w:tc>
          <w:tcPr>
            <w:tcW w:w="2624" w:type="dxa"/>
            <w:vMerge w:val="restart"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59.</w:t>
            </w:r>
            <w:r w:rsidRPr="00331810">
              <w:rPr>
                <w:rFonts w:ascii="Times New Roman" w:hAnsi="Times New Roman" w:cs="Times New Roman"/>
                <w:lang w:val="en-US"/>
              </w:rPr>
              <w:t xml:space="preserve"> г.Нижний Новгород</w:t>
            </w:r>
            <w:r w:rsidRPr="00331810">
              <w:rPr>
                <w:rFonts w:ascii="Times New Roman" w:hAnsi="Times New Roman" w:cs="Times New Roman"/>
              </w:rPr>
              <w:t xml:space="preserve">       Сормовский</w:t>
            </w: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Фомичева Светлана Григорьевна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117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403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Васильченко Елена Анатольевна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9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403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Ваганова Нина Борисовна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810">
              <w:rPr>
                <w:rFonts w:ascii="Times New Roman" w:hAnsi="Times New Roman" w:cs="Times New Roman"/>
              </w:rPr>
              <w:t>№ 85 с углубленным изучением отдельных предметов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8F600C" w:rsidRPr="00331810">
        <w:trPr>
          <w:trHeight w:val="53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Жохова Галина Витальевна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автономное образовательное учреждение лицей № 82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53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  <w:lang w:val="en-US"/>
              </w:rPr>
              <w:t>Ханьжина Татьяна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9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53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Мардашова Надежда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53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Бабкина Ирина Валерьевна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27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53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Приданова Наталья Владимировна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№ 31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86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Буданова Татьяна Александровна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AB4003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гимназия № 80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Заместитель директора</w:t>
            </w:r>
          </w:p>
        </w:tc>
      </w:tr>
      <w:tr w:rsidR="008F600C" w:rsidRPr="00331810">
        <w:trPr>
          <w:trHeight w:val="531"/>
        </w:trPr>
        <w:tc>
          <w:tcPr>
            <w:tcW w:w="2624" w:type="dxa"/>
            <w:vMerge/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Татаркина Ольга Ивановна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средняя общеобразовательная школа  № 141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8F600C" w:rsidRPr="00331810">
        <w:trPr>
          <w:trHeight w:val="531"/>
        </w:trPr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8F600C" w:rsidRPr="00331810" w:rsidRDefault="008F600C" w:rsidP="00D34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600C" w:rsidRPr="00B51AC7" w:rsidRDefault="008F600C" w:rsidP="00B51AC7">
            <w:pPr>
              <w:pStyle w:val="ListParagraph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</w:tcPr>
          <w:p w:rsidR="008F600C" w:rsidRPr="00331810" w:rsidRDefault="008F600C" w:rsidP="00AB4003">
            <w:pPr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Силова Елена Борисовна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8F600C" w:rsidRPr="00331810" w:rsidRDefault="008F600C" w:rsidP="00AB4003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Муниципальное бюджетное образовательное учреждение Центр образования Сормовского района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</w:tcPr>
          <w:p w:rsidR="008F600C" w:rsidRPr="00331810" w:rsidRDefault="008F600C" w:rsidP="00331810">
            <w:pPr>
              <w:jc w:val="center"/>
              <w:rPr>
                <w:rFonts w:ascii="Times New Roman" w:hAnsi="Times New Roman" w:cs="Times New Roman"/>
              </w:rPr>
            </w:pPr>
            <w:r w:rsidRPr="00331810">
              <w:rPr>
                <w:rFonts w:ascii="Times New Roman" w:hAnsi="Times New Roman" w:cs="Times New Roman"/>
              </w:rPr>
              <w:t>Директор</w:t>
            </w:r>
          </w:p>
        </w:tc>
      </w:tr>
    </w:tbl>
    <w:p w:rsidR="008F600C" w:rsidRPr="00331810" w:rsidRDefault="008F600C" w:rsidP="00331810">
      <w:pPr>
        <w:jc w:val="center"/>
        <w:rPr>
          <w:rFonts w:ascii="Times New Roman" w:hAnsi="Times New Roman" w:cs="Times New Roman"/>
        </w:rPr>
      </w:pPr>
      <w:r w:rsidRPr="00331810">
        <w:rPr>
          <w:rFonts w:ascii="Times New Roman" w:hAnsi="Times New Roman" w:cs="Times New Roman"/>
        </w:rPr>
        <w:t>________________</w:t>
      </w:r>
    </w:p>
    <w:sectPr w:rsidR="008F600C" w:rsidRPr="00331810" w:rsidSect="006720E8">
      <w:headerReference w:type="default" r:id="rId7"/>
      <w:pgSz w:w="16838" w:h="11906" w:orient="landscape"/>
      <w:pgMar w:top="794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00C" w:rsidRDefault="008F600C">
      <w:r>
        <w:separator/>
      </w:r>
    </w:p>
  </w:endnote>
  <w:endnote w:type="continuationSeparator" w:id="0">
    <w:p w:rsidR="008F600C" w:rsidRDefault="008F6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00C" w:rsidRDefault="008F600C">
      <w:r>
        <w:separator/>
      </w:r>
    </w:p>
  </w:footnote>
  <w:footnote w:type="continuationSeparator" w:id="0">
    <w:p w:rsidR="008F600C" w:rsidRDefault="008F60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00C" w:rsidRDefault="008F600C" w:rsidP="006720E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F600C" w:rsidRDefault="008F60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83469"/>
    <w:multiLevelType w:val="hybridMultilevel"/>
    <w:tmpl w:val="CBC4D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C7630"/>
    <w:multiLevelType w:val="hybridMultilevel"/>
    <w:tmpl w:val="FE7A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6703A"/>
    <w:multiLevelType w:val="hybridMultilevel"/>
    <w:tmpl w:val="6D7E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E3D4B"/>
    <w:multiLevelType w:val="hybridMultilevel"/>
    <w:tmpl w:val="8954C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E12DD9"/>
    <w:multiLevelType w:val="multilevel"/>
    <w:tmpl w:val="11DC9012"/>
    <w:lvl w:ilvl="0">
      <w:start w:val="8831"/>
      <w:numFmt w:val="decimal"/>
      <w:lvlText w:val="(%1-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57"/>
      <w:numFmt w:val="decimal"/>
      <w:lvlText w:val="(%1-%2)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(%1-%2)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(%1-%2)%3.%4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65805CA"/>
    <w:multiLevelType w:val="hybridMultilevel"/>
    <w:tmpl w:val="7AB61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825740"/>
    <w:multiLevelType w:val="hybridMultilevel"/>
    <w:tmpl w:val="93F6F22E"/>
    <w:lvl w:ilvl="0" w:tplc="ADD0810E">
      <w:start w:val="22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8C02FB"/>
    <w:multiLevelType w:val="hybridMultilevel"/>
    <w:tmpl w:val="289E9B30"/>
    <w:lvl w:ilvl="0" w:tplc="2784738A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4C4BC5"/>
    <w:multiLevelType w:val="hybridMultilevel"/>
    <w:tmpl w:val="04349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352"/>
    <w:rsid w:val="00001CF9"/>
    <w:rsid w:val="00011629"/>
    <w:rsid w:val="00017836"/>
    <w:rsid w:val="0002431D"/>
    <w:rsid w:val="0002517B"/>
    <w:rsid w:val="000362E3"/>
    <w:rsid w:val="00070DC7"/>
    <w:rsid w:val="000720B9"/>
    <w:rsid w:val="000742FF"/>
    <w:rsid w:val="000824F7"/>
    <w:rsid w:val="00082D0D"/>
    <w:rsid w:val="000972D8"/>
    <w:rsid w:val="000A34D0"/>
    <w:rsid w:val="000A4CA9"/>
    <w:rsid w:val="000B0C52"/>
    <w:rsid w:val="000C47DA"/>
    <w:rsid w:val="000D6F12"/>
    <w:rsid w:val="001021DA"/>
    <w:rsid w:val="001022B9"/>
    <w:rsid w:val="00106824"/>
    <w:rsid w:val="00110CE1"/>
    <w:rsid w:val="00112926"/>
    <w:rsid w:val="00115917"/>
    <w:rsid w:val="00120C71"/>
    <w:rsid w:val="0012188B"/>
    <w:rsid w:val="00127E46"/>
    <w:rsid w:val="001443AB"/>
    <w:rsid w:val="001512C7"/>
    <w:rsid w:val="00152555"/>
    <w:rsid w:val="0015648D"/>
    <w:rsid w:val="00162420"/>
    <w:rsid w:val="0017582A"/>
    <w:rsid w:val="0017632A"/>
    <w:rsid w:val="001769C9"/>
    <w:rsid w:val="00182E39"/>
    <w:rsid w:val="001830B0"/>
    <w:rsid w:val="001834C0"/>
    <w:rsid w:val="00183B8B"/>
    <w:rsid w:val="001852E6"/>
    <w:rsid w:val="00185FB5"/>
    <w:rsid w:val="00187D42"/>
    <w:rsid w:val="001940BB"/>
    <w:rsid w:val="00197BAF"/>
    <w:rsid w:val="00197EE1"/>
    <w:rsid w:val="001A4D2F"/>
    <w:rsid w:val="001A7314"/>
    <w:rsid w:val="001A7E3D"/>
    <w:rsid w:val="001B0CEB"/>
    <w:rsid w:val="001B30C2"/>
    <w:rsid w:val="001C4CF3"/>
    <w:rsid w:val="001C52D8"/>
    <w:rsid w:val="001C574F"/>
    <w:rsid w:val="001D26A1"/>
    <w:rsid w:val="001D325D"/>
    <w:rsid w:val="001E0A00"/>
    <w:rsid w:val="001E213C"/>
    <w:rsid w:val="001E237B"/>
    <w:rsid w:val="001E7ED7"/>
    <w:rsid w:val="001F1621"/>
    <w:rsid w:val="001F796F"/>
    <w:rsid w:val="002030EC"/>
    <w:rsid w:val="00210AEF"/>
    <w:rsid w:val="00217A65"/>
    <w:rsid w:val="00224707"/>
    <w:rsid w:val="00225279"/>
    <w:rsid w:val="00232D38"/>
    <w:rsid w:val="00233AFA"/>
    <w:rsid w:val="002425A1"/>
    <w:rsid w:val="00242B89"/>
    <w:rsid w:val="00255BBA"/>
    <w:rsid w:val="00256D2B"/>
    <w:rsid w:val="00260FE7"/>
    <w:rsid w:val="00275A86"/>
    <w:rsid w:val="00280A6A"/>
    <w:rsid w:val="00281367"/>
    <w:rsid w:val="0028459A"/>
    <w:rsid w:val="002845A5"/>
    <w:rsid w:val="00287D27"/>
    <w:rsid w:val="0029343C"/>
    <w:rsid w:val="0029371D"/>
    <w:rsid w:val="002A6962"/>
    <w:rsid w:val="002A7CF0"/>
    <w:rsid w:val="002B49BC"/>
    <w:rsid w:val="002B7F4E"/>
    <w:rsid w:val="002D4E8C"/>
    <w:rsid w:val="002E4497"/>
    <w:rsid w:val="002F0085"/>
    <w:rsid w:val="002F0A79"/>
    <w:rsid w:val="002F6008"/>
    <w:rsid w:val="00302380"/>
    <w:rsid w:val="00303136"/>
    <w:rsid w:val="003046D9"/>
    <w:rsid w:val="00305E60"/>
    <w:rsid w:val="00307A14"/>
    <w:rsid w:val="00310C11"/>
    <w:rsid w:val="00315234"/>
    <w:rsid w:val="00320FF7"/>
    <w:rsid w:val="00324432"/>
    <w:rsid w:val="00331810"/>
    <w:rsid w:val="00346EB0"/>
    <w:rsid w:val="0035019B"/>
    <w:rsid w:val="003505FD"/>
    <w:rsid w:val="00351946"/>
    <w:rsid w:val="00377EA9"/>
    <w:rsid w:val="003910B8"/>
    <w:rsid w:val="00395B12"/>
    <w:rsid w:val="00396BB6"/>
    <w:rsid w:val="003A0C3E"/>
    <w:rsid w:val="003A630F"/>
    <w:rsid w:val="003A7188"/>
    <w:rsid w:val="003B0E17"/>
    <w:rsid w:val="003B24BE"/>
    <w:rsid w:val="003B6A0F"/>
    <w:rsid w:val="003C01A2"/>
    <w:rsid w:val="003C1307"/>
    <w:rsid w:val="003C1E7D"/>
    <w:rsid w:val="003C21EA"/>
    <w:rsid w:val="003C5755"/>
    <w:rsid w:val="003C5C91"/>
    <w:rsid w:val="003C6C1B"/>
    <w:rsid w:val="003D553B"/>
    <w:rsid w:val="003D57D3"/>
    <w:rsid w:val="003D7DE7"/>
    <w:rsid w:val="003E1F91"/>
    <w:rsid w:val="003E7F63"/>
    <w:rsid w:val="003F0513"/>
    <w:rsid w:val="00412F4A"/>
    <w:rsid w:val="00420928"/>
    <w:rsid w:val="004218FB"/>
    <w:rsid w:val="00433D93"/>
    <w:rsid w:val="00435748"/>
    <w:rsid w:val="00445413"/>
    <w:rsid w:val="00454D23"/>
    <w:rsid w:val="004675B3"/>
    <w:rsid w:val="00470E5D"/>
    <w:rsid w:val="00481FBD"/>
    <w:rsid w:val="0049100C"/>
    <w:rsid w:val="004961EA"/>
    <w:rsid w:val="004A087D"/>
    <w:rsid w:val="004A322D"/>
    <w:rsid w:val="004A3743"/>
    <w:rsid w:val="004A41CC"/>
    <w:rsid w:val="004A4DA5"/>
    <w:rsid w:val="004A6CC6"/>
    <w:rsid w:val="004B1C49"/>
    <w:rsid w:val="004B25CB"/>
    <w:rsid w:val="004B423A"/>
    <w:rsid w:val="004B6CF0"/>
    <w:rsid w:val="004D657C"/>
    <w:rsid w:val="004E0915"/>
    <w:rsid w:val="004E70DB"/>
    <w:rsid w:val="004F077F"/>
    <w:rsid w:val="004F1CA7"/>
    <w:rsid w:val="005025D1"/>
    <w:rsid w:val="00541638"/>
    <w:rsid w:val="005635E3"/>
    <w:rsid w:val="0056496E"/>
    <w:rsid w:val="00565754"/>
    <w:rsid w:val="00570FCE"/>
    <w:rsid w:val="00582039"/>
    <w:rsid w:val="005863EA"/>
    <w:rsid w:val="00587066"/>
    <w:rsid w:val="00595DDF"/>
    <w:rsid w:val="00596341"/>
    <w:rsid w:val="005A6AC6"/>
    <w:rsid w:val="005B4B1B"/>
    <w:rsid w:val="005C0F69"/>
    <w:rsid w:val="005C1030"/>
    <w:rsid w:val="005C36E4"/>
    <w:rsid w:val="005D3882"/>
    <w:rsid w:val="005D3CF1"/>
    <w:rsid w:val="005D5746"/>
    <w:rsid w:val="005E2F5D"/>
    <w:rsid w:val="005F41EB"/>
    <w:rsid w:val="00604771"/>
    <w:rsid w:val="00605A5C"/>
    <w:rsid w:val="00615AA0"/>
    <w:rsid w:val="00645C9E"/>
    <w:rsid w:val="006470B0"/>
    <w:rsid w:val="00647808"/>
    <w:rsid w:val="00661A0A"/>
    <w:rsid w:val="00664F63"/>
    <w:rsid w:val="00670A3B"/>
    <w:rsid w:val="006720E8"/>
    <w:rsid w:val="00673B92"/>
    <w:rsid w:val="006836CA"/>
    <w:rsid w:val="006906B0"/>
    <w:rsid w:val="00690C74"/>
    <w:rsid w:val="00695374"/>
    <w:rsid w:val="006A0565"/>
    <w:rsid w:val="006A405A"/>
    <w:rsid w:val="006B182C"/>
    <w:rsid w:val="006B1E84"/>
    <w:rsid w:val="006C6EBF"/>
    <w:rsid w:val="006D406D"/>
    <w:rsid w:val="006E4DD1"/>
    <w:rsid w:val="006E5003"/>
    <w:rsid w:val="006E7845"/>
    <w:rsid w:val="006F7F40"/>
    <w:rsid w:val="007033E5"/>
    <w:rsid w:val="00703EA2"/>
    <w:rsid w:val="0070721D"/>
    <w:rsid w:val="007103CD"/>
    <w:rsid w:val="007131AF"/>
    <w:rsid w:val="00713474"/>
    <w:rsid w:val="00714D7B"/>
    <w:rsid w:val="00716EB7"/>
    <w:rsid w:val="007271E7"/>
    <w:rsid w:val="00727A5D"/>
    <w:rsid w:val="0073064E"/>
    <w:rsid w:val="00731A9C"/>
    <w:rsid w:val="00732711"/>
    <w:rsid w:val="007327B0"/>
    <w:rsid w:val="007335C3"/>
    <w:rsid w:val="00733836"/>
    <w:rsid w:val="007358A8"/>
    <w:rsid w:val="00740251"/>
    <w:rsid w:val="00744E92"/>
    <w:rsid w:val="0075019F"/>
    <w:rsid w:val="00756FB6"/>
    <w:rsid w:val="00762C2E"/>
    <w:rsid w:val="00764E08"/>
    <w:rsid w:val="00767352"/>
    <w:rsid w:val="007720FB"/>
    <w:rsid w:val="007779C9"/>
    <w:rsid w:val="00777B25"/>
    <w:rsid w:val="007831A5"/>
    <w:rsid w:val="00785BA9"/>
    <w:rsid w:val="007A6BD0"/>
    <w:rsid w:val="007A7575"/>
    <w:rsid w:val="007B2A6E"/>
    <w:rsid w:val="007C273D"/>
    <w:rsid w:val="007C2B22"/>
    <w:rsid w:val="007C4082"/>
    <w:rsid w:val="007C641E"/>
    <w:rsid w:val="007D05A6"/>
    <w:rsid w:val="007D1D7A"/>
    <w:rsid w:val="007D5759"/>
    <w:rsid w:val="007E20F5"/>
    <w:rsid w:val="007E2FC3"/>
    <w:rsid w:val="007F3954"/>
    <w:rsid w:val="007F4FBB"/>
    <w:rsid w:val="007F7AE2"/>
    <w:rsid w:val="00800DAE"/>
    <w:rsid w:val="00804FB4"/>
    <w:rsid w:val="008153EF"/>
    <w:rsid w:val="00826C55"/>
    <w:rsid w:val="00831D80"/>
    <w:rsid w:val="00834198"/>
    <w:rsid w:val="00837B7F"/>
    <w:rsid w:val="00841C1E"/>
    <w:rsid w:val="00844314"/>
    <w:rsid w:val="008472E8"/>
    <w:rsid w:val="008645A3"/>
    <w:rsid w:val="00865C52"/>
    <w:rsid w:val="00874D9E"/>
    <w:rsid w:val="00876828"/>
    <w:rsid w:val="00876EE5"/>
    <w:rsid w:val="00876EEF"/>
    <w:rsid w:val="00886BEB"/>
    <w:rsid w:val="00890DCD"/>
    <w:rsid w:val="00892971"/>
    <w:rsid w:val="008938E4"/>
    <w:rsid w:val="008958FD"/>
    <w:rsid w:val="008B23AE"/>
    <w:rsid w:val="008E0576"/>
    <w:rsid w:val="008E15A6"/>
    <w:rsid w:val="008E1BA9"/>
    <w:rsid w:val="008F1899"/>
    <w:rsid w:val="008F600C"/>
    <w:rsid w:val="009128AC"/>
    <w:rsid w:val="009212A8"/>
    <w:rsid w:val="00930837"/>
    <w:rsid w:val="00940AFB"/>
    <w:rsid w:val="009434F4"/>
    <w:rsid w:val="00944BAC"/>
    <w:rsid w:val="00946BE1"/>
    <w:rsid w:val="00953206"/>
    <w:rsid w:val="00961182"/>
    <w:rsid w:val="009707B2"/>
    <w:rsid w:val="00977656"/>
    <w:rsid w:val="009779E1"/>
    <w:rsid w:val="00981990"/>
    <w:rsid w:val="00983C44"/>
    <w:rsid w:val="00986089"/>
    <w:rsid w:val="00990D26"/>
    <w:rsid w:val="009A171C"/>
    <w:rsid w:val="009B38C3"/>
    <w:rsid w:val="009B6271"/>
    <w:rsid w:val="009E3BB1"/>
    <w:rsid w:val="009F7CEB"/>
    <w:rsid w:val="00A01192"/>
    <w:rsid w:val="00A2766D"/>
    <w:rsid w:val="00A3635E"/>
    <w:rsid w:val="00A4152F"/>
    <w:rsid w:val="00A45746"/>
    <w:rsid w:val="00A46D37"/>
    <w:rsid w:val="00A47646"/>
    <w:rsid w:val="00A50836"/>
    <w:rsid w:val="00A525D1"/>
    <w:rsid w:val="00A5521C"/>
    <w:rsid w:val="00A63F83"/>
    <w:rsid w:val="00A6536E"/>
    <w:rsid w:val="00A671F9"/>
    <w:rsid w:val="00A83C2C"/>
    <w:rsid w:val="00A87169"/>
    <w:rsid w:val="00A931EB"/>
    <w:rsid w:val="00A97FF2"/>
    <w:rsid w:val="00AB064C"/>
    <w:rsid w:val="00AB4003"/>
    <w:rsid w:val="00AB512D"/>
    <w:rsid w:val="00AB7DBF"/>
    <w:rsid w:val="00AC0DC9"/>
    <w:rsid w:val="00AD4F52"/>
    <w:rsid w:val="00AE21E3"/>
    <w:rsid w:val="00AE7E6B"/>
    <w:rsid w:val="00AF1424"/>
    <w:rsid w:val="00B04E97"/>
    <w:rsid w:val="00B1459B"/>
    <w:rsid w:val="00B169E2"/>
    <w:rsid w:val="00B20051"/>
    <w:rsid w:val="00B20F37"/>
    <w:rsid w:val="00B3181F"/>
    <w:rsid w:val="00B35FA0"/>
    <w:rsid w:val="00B51AC7"/>
    <w:rsid w:val="00B56B0E"/>
    <w:rsid w:val="00B6405C"/>
    <w:rsid w:val="00B667BA"/>
    <w:rsid w:val="00B70830"/>
    <w:rsid w:val="00B935CA"/>
    <w:rsid w:val="00BA0399"/>
    <w:rsid w:val="00BB3C19"/>
    <w:rsid w:val="00BB4A50"/>
    <w:rsid w:val="00BC36B6"/>
    <w:rsid w:val="00BF19D9"/>
    <w:rsid w:val="00C02A96"/>
    <w:rsid w:val="00C02A9B"/>
    <w:rsid w:val="00C03147"/>
    <w:rsid w:val="00C0671A"/>
    <w:rsid w:val="00C06EB2"/>
    <w:rsid w:val="00C12265"/>
    <w:rsid w:val="00C14F52"/>
    <w:rsid w:val="00C2462D"/>
    <w:rsid w:val="00C31918"/>
    <w:rsid w:val="00C34458"/>
    <w:rsid w:val="00C3713D"/>
    <w:rsid w:val="00C4066C"/>
    <w:rsid w:val="00C5153A"/>
    <w:rsid w:val="00C5461C"/>
    <w:rsid w:val="00C60D8B"/>
    <w:rsid w:val="00C62C96"/>
    <w:rsid w:val="00C637D5"/>
    <w:rsid w:val="00C721DE"/>
    <w:rsid w:val="00C7385B"/>
    <w:rsid w:val="00C7794F"/>
    <w:rsid w:val="00C80383"/>
    <w:rsid w:val="00C85184"/>
    <w:rsid w:val="00C86B67"/>
    <w:rsid w:val="00C87024"/>
    <w:rsid w:val="00C91A86"/>
    <w:rsid w:val="00C96B5C"/>
    <w:rsid w:val="00CA1CEA"/>
    <w:rsid w:val="00CA3B2F"/>
    <w:rsid w:val="00CA6B6B"/>
    <w:rsid w:val="00CB130A"/>
    <w:rsid w:val="00CB2899"/>
    <w:rsid w:val="00CB35F4"/>
    <w:rsid w:val="00CC297C"/>
    <w:rsid w:val="00CC6A22"/>
    <w:rsid w:val="00CD04D5"/>
    <w:rsid w:val="00CD0866"/>
    <w:rsid w:val="00CD1ADA"/>
    <w:rsid w:val="00CD20D9"/>
    <w:rsid w:val="00D01EE9"/>
    <w:rsid w:val="00D07CAF"/>
    <w:rsid w:val="00D12364"/>
    <w:rsid w:val="00D34EE6"/>
    <w:rsid w:val="00D40908"/>
    <w:rsid w:val="00D52C53"/>
    <w:rsid w:val="00D57FB7"/>
    <w:rsid w:val="00D6056A"/>
    <w:rsid w:val="00D66485"/>
    <w:rsid w:val="00D670CF"/>
    <w:rsid w:val="00D73479"/>
    <w:rsid w:val="00D75F80"/>
    <w:rsid w:val="00D87C0D"/>
    <w:rsid w:val="00D91090"/>
    <w:rsid w:val="00DA20C7"/>
    <w:rsid w:val="00DA7EB2"/>
    <w:rsid w:val="00DB0384"/>
    <w:rsid w:val="00DB040E"/>
    <w:rsid w:val="00DB047F"/>
    <w:rsid w:val="00DB1955"/>
    <w:rsid w:val="00DB264B"/>
    <w:rsid w:val="00DC263A"/>
    <w:rsid w:val="00DC5209"/>
    <w:rsid w:val="00DC60EC"/>
    <w:rsid w:val="00DD4356"/>
    <w:rsid w:val="00DE47C5"/>
    <w:rsid w:val="00DE53D1"/>
    <w:rsid w:val="00DE5EAB"/>
    <w:rsid w:val="00DF41DC"/>
    <w:rsid w:val="00DF6D44"/>
    <w:rsid w:val="00E0058B"/>
    <w:rsid w:val="00E02CD8"/>
    <w:rsid w:val="00E02D3A"/>
    <w:rsid w:val="00E07FEC"/>
    <w:rsid w:val="00E10677"/>
    <w:rsid w:val="00E22B30"/>
    <w:rsid w:val="00E23A01"/>
    <w:rsid w:val="00E23EDF"/>
    <w:rsid w:val="00E37239"/>
    <w:rsid w:val="00E37488"/>
    <w:rsid w:val="00E40BA3"/>
    <w:rsid w:val="00E47A1C"/>
    <w:rsid w:val="00E54CD7"/>
    <w:rsid w:val="00E66BDF"/>
    <w:rsid w:val="00E721D3"/>
    <w:rsid w:val="00E75B0F"/>
    <w:rsid w:val="00E75BDB"/>
    <w:rsid w:val="00E826D3"/>
    <w:rsid w:val="00E8511E"/>
    <w:rsid w:val="00E8657E"/>
    <w:rsid w:val="00E87B74"/>
    <w:rsid w:val="00E93564"/>
    <w:rsid w:val="00EA236E"/>
    <w:rsid w:val="00EA2498"/>
    <w:rsid w:val="00EA2C0D"/>
    <w:rsid w:val="00EA6587"/>
    <w:rsid w:val="00EB6144"/>
    <w:rsid w:val="00EF1090"/>
    <w:rsid w:val="00EF71C6"/>
    <w:rsid w:val="00F1514B"/>
    <w:rsid w:val="00F2204C"/>
    <w:rsid w:val="00F258B0"/>
    <w:rsid w:val="00F25FC0"/>
    <w:rsid w:val="00F314A0"/>
    <w:rsid w:val="00F352BB"/>
    <w:rsid w:val="00F3669A"/>
    <w:rsid w:val="00F413E3"/>
    <w:rsid w:val="00F44361"/>
    <w:rsid w:val="00F44E4A"/>
    <w:rsid w:val="00F5400E"/>
    <w:rsid w:val="00F54CB1"/>
    <w:rsid w:val="00F64182"/>
    <w:rsid w:val="00F676CB"/>
    <w:rsid w:val="00F756DD"/>
    <w:rsid w:val="00F77BFF"/>
    <w:rsid w:val="00F80FDF"/>
    <w:rsid w:val="00F81DB7"/>
    <w:rsid w:val="00F87466"/>
    <w:rsid w:val="00F94F9E"/>
    <w:rsid w:val="00F96A74"/>
    <w:rsid w:val="00FA5CDE"/>
    <w:rsid w:val="00FA63E0"/>
    <w:rsid w:val="00FB1BBA"/>
    <w:rsid w:val="00FB2EEA"/>
    <w:rsid w:val="00FC01FF"/>
    <w:rsid w:val="00FC1B71"/>
    <w:rsid w:val="00FD14C6"/>
    <w:rsid w:val="00FD1756"/>
    <w:rsid w:val="00FD42FC"/>
    <w:rsid w:val="00FD604B"/>
    <w:rsid w:val="00FE2B72"/>
    <w:rsid w:val="00FE3C8C"/>
    <w:rsid w:val="00FE4438"/>
    <w:rsid w:val="00FE5F86"/>
    <w:rsid w:val="00FE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52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7352"/>
    <w:pPr>
      <w:keepNext/>
      <w:spacing w:after="0" w:line="240" w:lineRule="auto"/>
      <w:outlineLvl w:val="1"/>
    </w:pPr>
    <w:rPr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6735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767352"/>
    <w:rPr>
      <w:color w:val="0000FF"/>
      <w:u w:val="single"/>
    </w:rPr>
  </w:style>
  <w:style w:type="table" w:styleId="TableGrid">
    <w:name w:val="Table Grid"/>
    <w:basedOn w:val="TableNormal"/>
    <w:uiPriority w:val="99"/>
    <w:rsid w:val="0076735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rsid w:val="00767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67352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67352"/>
    <w:pPr>
      <w:spacing w:after="0" w:line="240" w:lineRule="auto"/>
      <w:ind w:left="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67352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673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6735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767352"/>
    <w:rPr>
      <w:rFonts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7673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76735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7673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67352"/>
    <w:rPr>
      <w:rFonts w:ascii="Courier New" w:hAnsi="Courier New" w:cs="Courier New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76735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67352"/>
    <w:rPr>
      <w:rFonts w:ascii="Calibri" w:hAnsi="Calibri" w:cs="Calibri"/>
    </w:rPr>
  </w:style>
  <w:style w:type="paragraph" w:styleId="EndnoteText">
    <w:name w:val="endnote text"/>
    <w:basedOn w:val="Normal"/>
    <w:link w:val="EndnoteTextChar"/>
    <w:uiPriority w:val="99"/>
    <w:semiHidden/>
    <w:rsid w:val="007673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67352"/>
    <w:rPr>
      <w:rFonts w:ascii="Calibri" w:hAnsi="Calibri" w:cs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67352"/>
    <w:rPr>
      <w:vertAlign w:val="superscript"/>
    </w:rPr>
  </w:style>
  <w:style w:type="paragraph" w:customStyle="1" w:styleId="a">
    <w:name w:val="Содержимое таблицы"/>
    <w:basedOn w:val="Normal"/>
    <w:uiPriority w:val="99"/>
    <w:rsid w:val="007673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7673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7352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76735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6735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0">
    <w:name w:val="Знак"/>
    <w:basedOn w:val="Normal"/>
    <w:uiPriority w:val="99"/>
    <w:rsid w:val="0076735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1">
    <w:name w:val="Знак Знак Знак Знак Знак Знак Знак Знак Знак Знак"/>
    <w:basedOn w:val="Normal"/>
    <w:uiPriority w:val="99"/>
    <w:rsid w:val="00767352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basedOn w:val="DefaultParagraphFont"/>
    <w:uiPriority w:val="99"/>
    <w:rsid w:val="00767352"/>
    <w:rPr>
      <w:color w:val="800080"/>
      <w:u w:val="singl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767352"/>
    <w:rPr>
      <w:rFonts w:eastAsia="Times New Roman"/>
      <w:spacing w:val="5"/>
      <w:sz w:val="21"/>
      <w:szCs w:val="21"/>
      <w:shd w:val="clear" w:color="auto" w:fill="FFFFFF"/>
    </w:rPr>
  </w:style>
  <w:style w:type="character" w:customStyle="1" w:styleId="78pt">
    <w:name w:val="Основной текст (7) + 8 pt"/>
    <w:aliases w:val="Полужирный"/>
    <w:basedOn w:val="7"/>
    <w:uiPriority w:val="99"/>
    <w:rsid w:val="00767352"/>
    <w:rPr>
      <w:b/>
      <w:bCs/>
      <w:spacing w:val="0"/>
      <w:sz w:val="16"/>
      <w:szCs w:val="16"/>
    </w:rPr>
  </w:style>
  <w:style w:type="paragraph" w:customStyle="1" w:styleId="70">
    <w:name w:val="Основной текст (7)"/>
    <w:basedOn w:val="Normal"/>
    <w:link w:val="7"/>
    <w:uiPriority w:val="99"/>
    <w:rsid w:val="00767352"/>
    <w:pPr>
      <w:shd w:val="clear" w:color="auto" w:fill="FFFFFF"/>
      <w:spacing w:after="0" w:line="274" w:lineRule="exact"/>
      <w:jc w:val="center"/>
    </w:pPr>
    <w:rPr>
      <w:rFonts w:eastAsia="Times New Roman"/>
      <w:spacing w:val="5"/>
      <w:sz w:val="21"/>
      <w:szCs w:val="21"/>
    </w:rPr>
  </w:style>
  <w:style w:type="character" w:customStyle="1" w:styleId="apple-style-span">
    <w:name w:val="apple-style-span"/>
    <w:basedOn w:val="DefaultParagraphFont"/>
    <w:uiPriority w:val="99"/>
    <w:rsid w:val="00767352"/>
  </w:style>
  <w:style w:type="paragraph" w:styleId="Header">
    <w:name w:val="header"/>
    <w:basedOn w:val="Normal"/>
    <w:link w:val="HeaderChar"/>
    <w:uiPriority w:val="99"/>
    <w:rsid w:val="00767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67352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6720E8"/>
  </w:style>
  <w:style w:type="paragraph" w:styleId="Footer">
    <w:name w:val="footer"/>
    <w:basedOn w:val="Normal"/>
    <w:link w:val="FooterChar"/>
    <w:uiPriority w:val="99"/>
    <w:semiHidden/>
    <w:locked/>
    <w:rsid w:val="00CB2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2899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B51AC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783</TotalTime>
  <Pages>21</Pages>
  <Words>3592</Words>
  <Characters>20476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</dc:title>
  <dc:subject/>
  <dc:creator>Ольга В. Саакян</dc:creator>
  <cp:keywords/>
  <dc:description/>
  <cp:lastModifiedBy>216-kizilova</cp:lastModifiedBy>
  <cp:revision>124</cp:revision>
  <cp:lastPrinted>2014-11-13T12:50:00Z</cp:lastPrinted>
  <dcterms:created xsi:type="dcterms:W3CDTF">2014-01-28T07:07:00Z</dcterms:created>
  <dcterms:modified xsi:type="dcterms:W3CDTF">2014-11-13T14:14:00Z</dcterms:modified>
</cp:coreProperties>
</file>