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CF9" w:rsidRPr="00857A09" w:rsidRDefault="00427CF9" w:rsidP="000B37ED">
      <w:pPr>
        <w:jc w:val="center"/>
        <w:rPr>
          <w:b/>
        </w:rPr>
      </w:pPr>
      <w:r w:rsidRPr="00857A09">
        <w:rPr>
          <w:b/>
        </w:rPr>
        <w:t>Всероссийская олимпиада школьников 201</w:t>
      </w:r>
      <w:r>
        <w:rPr>
          <w:b/>
        </w:rPr>
        <w:t>3</w:t>
      </w:r>
      <w:r w:rsidRPr="00857A09">
        <w:rPr>
          <w:b/>
        </w:rPr>
        <w:t>.</w:t>
      </w:r>
    </w:p>
    <w:p w:rsidR="00427CF9" w:rsidRPr="00857A09" w:rsidRDefault="00427CF9" w:rsidP="000B37ED">
      <w:pPr>
        <w:jc w:val="center"/>
        <w:rPr>
          <w:b/>
        </w:rPr>
      </w:pPr>
      <w:r>
        <w:rPr>
          <w:b/>
        </w:rPr>
        <w:t>Муниципальный</w:t>
      </w:r>
      <w:r w:rsidRPr="00857A09">
        <w:rPr>
          <w:b/>
        </w:rPr>
        <w:t xml:space="preserve"> этап. Экология.</w:t>
      </w:r>
    </w:p>
    <w:p w:rsidR="00427CF9" w:rsidRPr="00857A09" w:rsidRDefault="00427CF9" w:rsidP="000B37ED">
      <w:pPr>
        <w:jc w:val="center"/>
        <w:rPr>
          <w:b/>
        </w:rPr>
      </w:pPr>
      <w:r w:rsidRPr="00857A09">
        <w:rPr>
          <w:b/>
        </w:rPr>
        <w:t>7 классы</w:t>
      </w:r>
    </w:p>
    <w:p w:rsidR="00427CF9" w:rsidRPr="00857A09" w:rsidRDefault="00427CF9" w:rsidP="000B37ED">
      <w:pPr>
        <w:jc w:val="center"/>
        <w:rPr>
          <w:b/>
        </w:rPr>
      </w:pPr>
      <w:r w:rsidRPr="00857A09">
        <w:rPr>
          <w:b/>
        </w:rPr>
        <w:t xml:space="preserve">Продолжительность олимпиады </w:t>
      </w:r>
      <w:r>
        <w:rPr>
          <w:b/>
        </w:rPr>
        <w:t>2</w:t>
      </w:r>
      <w:r w:rsidRPr="00857A09">
        <w:rPr>
          <w:b/>
        </w:rPr>
        <w:t xml:space="preserve"> часа</w:t>
      </w:r>
    </w:p>
    <w:p w:rsidR="00427CF9" w:rsidRDefault="00427CF9"/>
    <w:p w:rsidR="00427CF9" w:rsidRDefault="00427CF9"/>
    <w:p w:rsidR="00427CF9" w:rsidRPr="00DE5320" w:rsidRDefault="00427CF9" w:rsidP="00D9754D">
      <w:pPr>
        <w:shd w:val="clear" w:color="auto" w:fill="FFFFFF"/>
        <w:autoSpaceDE w:val="0"/>
        <w:rPr>
          <w:color w:val="000000"/>
        </w:rPr>
      </w:pPr>
      <w:r w:rsidRPr="00DE5320">
        <w:rPr>
          <w:color w:val="000000"/>
        </w:rPr>
        <w:t>1.  Оболочка Земли, населенная живыми организмами, называется</w:t>
      </w:r>
      <w:r w:rsidRPr="00DE5320">
        <w:t>:</w:t>
      </w:r>
    </w:p>
    <w:p w:rsidR="00427CF9" w:rsidRPr="00DE5320" w:rsidRDefault="00427CF9" w:rsidP="00D9754D">
      <w:r w:rsidRPr="00DE5320">
        <w:t>а) биосферой</w:t>
      </w:r>
      <w:r w:rsidRPr="00DE5320">
        <w:rPr>
          <w:color w:val="000000"/>
        </w:rPr>
        <w:t>;</w:t>
      </w:r>
    </w:p>
    <w:p w:rsidR="00427CF9" w:rsidRPr="00DE5320" w:rsidRDefault="00427CF9" w:rsidP="00D9754D">
      <w:r w:rsidRPr="00DE5320">
        <w:t>б) тропосферой</w:t>
      </w:r>
      <w:r w:rsidRPr="00DE5320">
        <w:rPr>
          <w:color w:val="000000"/>
        </w:rPr>
        <w:t>;</w:t>
      </w:r>
    </w:p>
    <w:p w:rsidR="00427CF9" w:rsidRPr="00DE5320" w:rsidRDefault="00427CF9" w:rsidP="00D9754D">
      <w:r w:rsidRPr="00DE5320">
        <w:t>в) биогеоценозом</w:t>
      </w:r>
      <w:r w:rsidRPr="00DE5320">
        <w:rPr>
          <w:color w:val="000000"/>
        </w:rPr>
        <w:t>;</w:t>
      </w:r>
    </w:p>
    <w:p w:rsidR="00427CF9" w:rsidRPr="00DE5320" w:rsidRDefault="00427CF9" w:rsidP="00D9754D">
      <w:r w:rsidRPr="00DE5320">
        <w:t xml:space="preserve">г) экосферой.   </w:t>
      </w:r>
    </w:p>
    <w:p w:rsidR="00427CF9" w:rsidRDefault="00427CF9" w:rsidP="000B37ED">
      <w:pPr>
        <w:jc w:val="both"/>
        <w:rPr>
          <w:b/>
        </w:rPr>
      </w:pPr>
    </w:p>
    <w:p w:rsidR="00427CF9" w:rsidRPr="00DE5320" w:rsidRDefault="00427CF9" w:rsidP="00A2658D">
      <w:r w:rsidRPr="00A2658D">
        <w:t>2.</w:t>
      </w:r>
      <w:r w:rsidRPr="00DE5320">
        <w:t xml:space="preserve"> Мониторинг окружающей среды - это:</w:t>
      </w:r>
    </w:p>
    <w:p w:rsidR="00427CF9" w:rsidRPr="00DE5320" w:rsidRDefault="00427CF9" w:rsidP="00A2658D">
      <w:r w:rsidRPr="00DE5320">
        <w:t>а) создание наилучших условий жизни для человека и природы;</w:t>
      </w:r>
    </w:p>
    <w:p w:rsidR="00427CF9" w:rsidRPr="00DE5320" w:rsidRDefault="00427CF9" w:rsidP="00A2658D">
      <w:r w:rsidRPr="00DE5320">
        <w:t>б) слежение за общемировыми процессами и явлениями  в биосфере Земли;</w:t>
      </w:r>
    </w:p>
    <w:p w:rsidR="00427CF9" w:rsidRPr="00DE5320" w:rsidRDefault="00427CF9" w:rsidP="00A2658D">
      <w:r w:rsidRPr="00DE5320">
        <w:t>в) совокупность процессов, связанных с охраной природы и экологией человека;</w:t>
      </w:r>
    </w:p>
    <w:p w:rsidR="00427CF9" w:rsidRPr="00DE5320" w:rsidRDefault="00427CF9" w:rsidP="00A2658D">
      <w:r w:rsidRPr="00DE5320">
        <w:t xml:space="preserve">г) слежение за состоянием окружающей человека природной среды и предупреждение о критических ситуациях, опасных для здоровья человека и всех других живых организмов.    </w:t>
      </w:r>
    </w:p>
    <w:p w:rsidR="00427CF9" w:rsidRDefault="00427CF9" w:rsidP="00A2658D"/>
    <w:p w:rsidR="00427CF9" w:rsidRDefault="00427CF9" w:rsidP="00A2658D">
      <w:r>
        <w:t>3. Когда отмечается Всемирный день окружающей среды?</w:t>
      </w:r>
    </w:p>
    <w:p w:rsidR="00427CF9" w:rsidRDefault="00427CF9" w:rsidP="00A2658D">
      <w:r>
        <w:t>а) 5 июня;</w:t>
      </w:r>
    </w:p>
    <w:p w:rsidR="00427CF9" w:rsidRDefault="00427CF9" w:rsidP="00A2658D">
      <w:r>
        <w:t>б) 15 апреля;</w:t>
      </w:r>
    </w:p>
    <w:p w:rsidR="00427CF9" w:rsidRDefault="00427CF9" w:rsidP="00A2658D">
      <w:r>
        <w:t>в) 1 сентября;</w:t>
      </w:r>
    </w:p>
    <w:p w:rsidR="00427CF9" w:rsidRDefault="00427CF9" w:rsidP="00A2658D">
      <w:r>
        <w:t xml:space="preserve">г) 23 марта.        </w:t>
      </w:r>
    </w:p>
    <w:p w:rsidR="00427CF9" w:rsidRPr="00DE5320" w:rsidRDefault="00427CF9" w:rsidP="000B37ED">
      <w:pPr>
        <w:jc w:val="both"/>
        <w:rPr>
          <w:b/>
        </w:rPr>
      </w:pPr>
    </w:p>
    <w:p w:rsidR="00427CF9" w:rsidRPr="00DE5320" w:rsidRDefault="00427CF9" w:rsidP="00A2658D">
      <w:r>
        <w:t xml:space="preserve">4. </w:t>
      </w:r>
      <w:r w:rsidRPr="00DE5320">
        <w:t>Создание коллекций деревьев и кустарников с целью сохранения и обогащения растительного мира – это задача:</w:t>
      </w:r>
    </w:p>
    <w:p w:rsidR="00427CF9" w:rsidRPr="00DE5320" w:rsidRDefault="00427CF9" w:rsidP="00A2658D">
      <w:r w:rsidRPr="00DE5320">
        <w:t>а) парков культуры и отдыха;</w:t>
      </w:r>
    </w:p>
    <w:p w:rsidR="00427CF9" w:rsidRPr="00DE5320" w:rsidRDefault="00427CF9" w:rsidP="00A2658D">
      <w:r w:rsidRPr="00DE5320">
        <w:t>б) природных национальных парков;</w:t>
      </w:r>
    </w:p>
    <w:p w:rsidR="00427CF9" w:rsidRPr="00DE5320" w:rsidRDefault="00427CF9" w:rsidP="00A2658D">
      <w:r w:rsidRPr="00DE5320">
        <w:t>в) ботанических садов и дендрологических парков;</w:t>
      </w:r>
    </w:p>
    <w:p w:rsidR="00427CF9" w:rsidRPr="00DE5320" w:rsidRDefault="00427CF9" w:rsidP="00A2658D">
      <w:r w:rsidRPr="00DE5320">
        <w:t xml:space="preserve">г) заповедников и заказников.   </w:t>
      </w:r>
    </w:p>
    <w:p w:rsidR="00427CF9" w:rsidRPr="00DE5320" w:rsidRDefault="00427CF9" w:rsidP="000B37ED">
      <w:pPr>
        <w:jc w:val="both"/>
      </w:pPr>
    </w:p>
    <w:p w:rsidR="00427CF9" w:rsidRPr="00DE5320" w:rsidRDefault="00427CF9" w:rsidP="000B37ED">
      <w:r>
        <w:t>5.</w:t>
      </w:r>
      <w:r w:rsidRPr="00DE5320">
        <w:t xml:space="preserve"> Что из перечисленного нельзя назвать агроценозом:</w:t>
      </w:r>
    </w:p>
    <w:p w:rsidR="00427CF9" w:rsidRPr="00DE5320" w:rsidRDefault="00427CF9" w:rsidP="000B37ED">
      <w:r w:rsidRPr="00DE5320">
        <w:t>а) искусственно зарыбленный пруд;</w:t>
      </w:r>
    </w:p>
    <w:p w:rsidR="00427CF9" w:rsidRPr="00DE5320" w:rsidRDefault="00427CF9" w:rsidP="000B37ED">
      <w:r w:rsidRPr="00DE5320">
        <w:t>б) незасеянное поле;</w:t>
      </w:r>
    </w:p>
    <w:p w:rsidR="00427CF9" w:rsidRPr="00DE5320" w:rsidRDefault="00427CF9" w:rsidP="000B37ED">
      <w:r w:rsidRPr="00DE5320">
        <w:t>в) дачный участок с сорняками;</w:t>
      </w:r>
    </w:p>
    <w:p w:rsidR="00427CF9" w:rsidRPr="00DE5320" w:rsidRDefault="00427CF9" w:rsidP="000B37ED">
      <w:r w:rsidRPr="00DE5320">
        <w:t xml:space="preserve">г) посадка сосны в лесу.        </w:t>
      </w:r>
    </w:p>
    <w:p w:rsidR="00427CF9" w:rsidRPr="00DE5320" w:rsidRDefault="00427CF9"/>
    <w:p w:rsidR="00427CF9" w:rsidRPr="00DE5320" w:rsidRDefault="00427CF9" w:rsidP="000B37ED">
      <w:r>
        <w:t xml:space="preserve">6. </w:t>
      </w:r>
      <w:r w:rsidRPr="00DE5320">
        <w:t xml:space="preserve"> К фитогенным факторам относится:</w:t>
      </w:r>
    </w:p>
    <w:p w:rsidR="00427CF9" w:rsidRPr="00DE5320" w:rsidRDefault="00427CF9" w:rsidP="000B37ED">
      <w:r w:rsidRPr="00DE5320">
        <w:t>а) вырубка леса человеком;</w:t>
      </w:r>
    </w:p>
    <w:p w:rsidR="00427CF9" w:rsidRPr="00DE5320" w:rsidRDefault="00427CF9" w:rsidP="000B37ED">
      <w:r w:rsidRPr="00DE5320">
        <w:t>б) выравнивание растениями теплового режима местности;</w:t>
      </w:r>
    </w:p>
    <w:p w:rsidR="00427CF9" w:rsidRPr="00DE5320" w:rsidRDefault="00427CF9" w:rsidP="000B37ED">
      <w:r w:rsidRPr="00DE5320">
        <w:t>в) разложение бактериями остатков мертвых растений;</w:t>
      </w:r>
    </w:p>
    <w:p w:rsidR="00427CF9" w:rsidRPr="00DE5320" w:rsidRDefault="00427CF9" w:rsidP="000B37ED">
      <w:r w:rsidRPr="00DE5320">
        <w:t xml:space="preserve">г) роющая деятельность кротов.    </w:t>
      </w:r>
    </w:p>
    <w:p w:rsidR="00427CF9" w:rsidRPr="00DE5320" w:rsidRDefault="00427CF9"/>
    <w:p w:rsidR="00427CF9" w:rsidRPr="00DE5320" w:rsidRDefault="00427CF9" w:rsidP="000B37ED">
      <w:r>
        <w:t>7.</w:t>
      </w:r>
      <w:r w:rsidRPr="00DE5320">
        <w:t xml:space="preserve"> Последствиями выпадения кислотных осадков не является:</w:t>
      </w:r>
    </w:p>
    <w:p w:rsidR="00427CF9" w:rsidRPr="00DE5320" w:rsidRDefault="00427CF9" w:rsidP="000B37ED">
      <w:r w:rsidRPr="00DE5320">
        <w:t>а)  усиление коррозии металлов;</w:t>
      </w:r>
    </w:p>
    <w:p w:rsidR="00427CF9" w:rsidRPr="00DE5320" w:rsidRDefault="00427CF9" w:rsidP="000B37ED">
      <w:r w:rsidRPr="00DE5320">
        <w:t>б) закисление озер и гибель гидробионтов;</w:t>
      </w:r>
    </w:p>
    <w:p w:rsidR="00427CF9" w:rsidRPr="00DE5320" w:rsidRDefault="00427CF9" w:rsidP="000B37ED">
      <w:r w:rsidRPr="00DE5320">
        <w:t>в) эвтрофикация водоемов и усиленное развитие фитопланктона;</w:t>
      </w:r>
    </w:p>
    <w:p w:rsidR="00427CF9" w:rsidRPr="00DE5320" w:rsidRDefault="00427CF9" w:rsidP="000B37ED">
      <w:r w:rsidRPr="00DE5320">
        <w:t xml:space="preserve">г) гибель хвойных и поражение лиственных лесов.    </w:t>
      </w:r>
    </w:p>
    <w:p w:rsidR="00427CF9" w:rsidRPr="00DE5320" w:rsidRDefault="00427CF9"/>
    <w:p w:rsidR="00427CF9" w:rsidRPr="00DE5320" w:rsidRDefault="00427CF9" w:rsidP="000B37ED">
      <w:r>
        <w:t>8.</w:t>
      </w:r>
      <w:r w:rsidRPr="00DE5320">
        <w:t xml:space="preserve"> Существует прямая связь между истощением озонового слоя и ростом:</w:t>
      </w:r>
    </w:p>
    <w:p w:rsidR="00427CF9" w:rsidRPr="00DE5320" w:rsidRDefault="00427CF9" w:rsidP="000B37ED">
      <w:r w:rsidRPr="00DE5320">
        <w:t>а) врожденных патологий;</w:t>
      </w:r>
    </w:p>
    <w:p w:rsidR="00427CF9" w:rsidRPr="00DE5320" w:rsidRDefault="00427CF9" w:rsidP="000B37ED">
      <w:r w:rsidRPr="00DE5320">
        <w:t>б) сердечнососудистых заболеваний;</w:t>
      </w:r>
    </w:p>
    <w:p w:rsidR="00427CF9" w:rsidRPr="00DE5320" w:rsidRDefault="00427CF9" w:rsidP="000B37ED">
      <w:r w:rsidRPr="00DE5320">
        <w:t>в) онкологических заболеваний;</w:t>
      </w:r>
    </w:p>
    <w:p w:rsidR="00427CF9" w:rsidRPr="00DE5320" w:rsidRDefault="00427CF9" w:rsidP="000B37ED">
      <w:pPr>
        <w:jc w:val="both"/>
      </w:pPr>
      <w:r w:rsidRPr="00DE5320">
        <w:t>г) заболеваний опорно-двигательного аппарата.</w:t>
      </w:r>
      <w:r w:rsidRPr="00DE5320">
        <w:rPr>
          <w:b/>
        </w:rPr>
        <w:t xml:space="preserve">   </w:t>
      </w:r>
    </w:p>
    <w:p w:rsidR="00427CF9" w:rsidRPr="00DE5320" w:rsidRDefault="00427CF9" w:rsidP="000B37ED">
      <w:pPr>
        <w:jc w:val="both"/>
        <w:rPr>
          <w:b/>
        </w:rPr>
      </w:pPr>
    </w:p>
    <w:p w:rsidR="00427CF9" w:rsidRPr="00DE5320" w:rsidRDefault="00427CF9" w:rsidP="00877FF0">
      <w:r>
        <w:t>9.</w:t>
      </w:r>
      <w:r w:rsidRPr="00DE5320">
        <w:t xml:space="preserve"> Не могут встречаться в одном сообществе следующие пары растений:</w:t>
      </w:r>
    </w:p>
    <w:p w:rsidR="00427CF9" w:rsidRPr="00DE5320" w:rsidRDefault="00427CF9" w:rsidP="00877FF0">
      <w:r w:rsidRPr="00DE5320">
        <w:t xml:space="preserve">а) </w:t>
      </w:r>
      <w:r>
        <w:t>п</w:t>
      </w:r>
      <w:r w:rsidRPr="00DE5320">
        <w:t>одорожник средний – лютик едкий;</w:t>
      </w:r>
    </w:p>
    <w:p w:rsidR="00427CF9" w:rsidRPr="00DE5320" w:rsidRDefault="00427CF9" w:rsidP="00877FF0">
      <w:r w:rsidRPr="00DE5320">
        <w:t>б) черника – голубика;</w:t>
      </w:r>
    </w:p>
    <w:p w:rsidR="00427CF9" w:rsidRPr="00DE5320" w:rsidRDefault="00427CF9" w:rsidP="00877FF0">
      <w:r w:rsidRPr="00DE5320">
        <w:t>в) клюква – багульник;</w:t>
      </w:r>
    </w:p>
    <w:p w:rsidR="00427CF9" w:rsidRPr="00DE5320" w:rsidRDefault="00427CF9" w:rsidP="00877FF0">
      <w:r w:rsidRPr="00DE5320">
        <w:t xml:space="preserve">г) сныть – сфагнум.       </w:t>
      </w:r>
    </w:p>
    <w:p w:rsidR="00427CF9" w:rsidRPr="00DE5320" w:rsidRDefault="00427CF9"/>
    <w:p w:rsidR="00427CF9" w:rsidRPr="00DE5320" w:rsidRDefault="00427CF9" w:rsidP="00877FF0">
      <w:r w:rsidRPr="00A2658D">
        <w:t>10.</w:t>
      </w:r>
      <w:r w:rsidRPr="00DE5320">
        <w:rPr>
          <w:b/>
        </w:rPr>
        <w:t xml:space="preserve"> </w:t>
      </w:r>
      <w:r w:rsidRPr="00DE5320">
        <w:t>Периодические</w:t>
      </w:r>
      <w:r w:rsidRPr="00DE5320">
        <w:rPr>
          <w:b/>
        </w:rPr>
        <w:t xml:space="preserve"> </w:t>
      </w:r>
      <w:r w:rsidRPr="00DE5320">
        <w:t>колебания численности особей, характерные для любой популяции животных, называ</w:t>
      </w:r>
      <w:r>
        <w:t>ю</w:t>
      </w:r>
      <w:r w:rsidRPr="00DE5320">
        <w:t>тся:</w:t>
      </w:r>
    </w:p>
    <w:p w:rsidR="00427CF9" w:rsidRPr="00DE5320" w:rsidRDefault="00427CF9" w:rsidP="00877FF0">
      <w:r w:rsidRPr="00DE5320">
        <w:t>а) динамикой;</w:t>
      </w:r>
    </w:p>
    <w:p w:rsidR="00427CF9" w:rsidRPr="00DE5320" w:rsidRDefault="00427CF9" w:rsidP="00877FF0">
      <w:r w:rsidRPr="00DE5320">
        <w:t>б) волнами жизни;</w:t>
      </w:r>
    </w:p>
    <w:p w:rsidR="00427CF9" w:rsidRPr="00DE5320" w:rsidRDefault="00427CF9" w:rsidP="00877FF0">
      <w:r w:rsidRPr="00DE5320">
        <w:t>в) изменениями;</w:t>
      </w:r>
    </w:p>
    <w:p w:rsidR="00427CF9" w:rsidRPr="00DE5320" w:rsidRDefault="00427CF9" w:rsidP="00877FF0">
      <w:r w:rsidRPr="00DE5320">
        <w:t xml:space="preserve">г) периодичностью.   </w:t>
      </w:r>
    </w:p>
    <w:p w:rsidR="00427CF9" w:rsidRPr="00DE5320" w:rsidRDefault="00427CF9"/>
    <w:p w:rsidR="00427CF9" w:rsidRPr="00DE5320" w:rsidRDefault="00427CF9" w:rsidP="00877FF0">
      <w:r w:rsidRPr="00A2658D">
        <w:t>11.</w:t>
      </w:r>
      <w:r w:rsidRPr="00DE5320">
        <w:t xml:space="preserve"> Живые организмы смогли освоить сушу благодаря тому, что:</w:t>
      </w:r>
    </w:p>
    <w:p w:rsidR="00427CF9" w:rsidRPr="00DE5320" w:rsidRDefault="00427CF9" w:rsidP="00877FF0">
      <w:r w:rsidRPr="00DE5320">
        <w:t>а) на земле появилась атмосфера;</w:t>
      </w:r>
    </w:p>
    <w:p w:rsidR="00427CF9" w:rsidRPr="00DE5320" w:rsidRDefault="00427CF9" w:rsidP="00877FF0">
      <w:r w:rsidRPr="00DE5320">
        <w:t>б) произошло перераспределение суши и Океана;</w:t>
      </w:r>
    </w:p>
    <w:p w:rsidR="00427CF9" w:rsidRPr="00DE5320" w:rsidRDefault="00427CF9" w:rsidP="00877FF0">
      <w:r w:rsidRPr="00DE5320">
        <w:t>в) содержание кислорода в атмосфере увеличилось до 20%;</w:t>
      </w:r>
    </w:p>
    <w:p w:rsidR="00427CF9" w:rsidRPr="00DE5320" w:rsidRDefault="00427CF9" w:rsidP="00877FF0">
      <w:r w:rsidRPr="00DE5320">
        <w:t xml:space="preserve">г) у животных и растений появились органы дыхания.   </w:t>
      </w:r>
    </w:p>
    <w:p w:rsidR="00427CF9" w:rsidRPr="00DE5320" w:rsidRDefault="00427CF9"/>
    <w:p w:rsidR="00427CF9" w:rsidRPr="00DE5320" w:rsidRDefault="00427CF9" w:rsidP="00B27ED5">
      <w:r w:rsidRPr="00A2658D">
        <w:t>12.</w:t>
      </w:r>
      <w:r w:rsidRPr="00DE5320">
        <w:t xml:space="preserve"> Среди паразитов преимущество получают те, которые:</w:t>
      </w:r>
    </w:p>
    <w:p w:rsidR="00427CF9" w:rsidRPr="00DE5320" w:rsidRDefault="00427CF9" w:rsidP="00B27ED5">
      <w:r w:rsidRPr="00DE5320">
        <w:t>а) приводят хозяина к как можно более ранней гибели;</w:t>
      </w:r>
    </w:p>
    <w:p w:rsidR="00427CF9" w:rsidRPr="00DE5320" w:rsidRDefault="00427CF9" w:rsidP="00B27ED5">
      <w:r w:rsidRPr="00DE5320">
        <w:t>б) способны более полно и длительно использовать хозяина;</w:t>
      </w:r>
    </w:p>
    <w:p w:rsidR="00427CF9" w:rsidRPr="00DE5320" w:rsidRDefault="00427CF9" w:rsidP="00B27ED5">
      <w:r w:rsidRPr="00DE5320">
        <w:t>в) следуют принципу «Изнуряй и погуби!»;</w:t>
      </w:r>
    </w:p>
    <w:p w:rsidR="00427CF9" w:rsidRPr="00DE5320" w:rsidRDefault="00427CF9" w:rsidP="00B27ED5">
      <w:r w:rsidRPr="00DE5320">
        <w:t xml:space="preserve">г) следуют принципу «Не изнуряй и не губи».   </w:t>
      </w:r>
    </w:p>
    <w:p w:rsidR="00427CF9" w:rsidRPr="00DE5320" w:rsidRDefault="00427CF9"/>
    <w:p w:rsidR="00427CF9" w:rsidRPr="00DE5320" w:rsidRDefault="00427CF9" w:rsidP="00B27ED5">
      <w:r>
        <w:t>13</w:t>
      </w:r>
      <w:r w:rsidRPr="00DE5320">
        <w:t>. В состав популяции не входят:</w:t>
      </w:r>
    </w:p>
    <w:p w:rsidR="00427CF9" w:rsidRPr="00DE5320" w:rsidRDefault="00427CF9" w:rsidP="00B27ED5">
      <w:r w:rsidRPr="00DE5320">
        <w:t>а) организмы одного вида;</w:t>
      </w:r>
    </w:p>
    <w:p w:rsidR="00427CF9" w:rsidRPr="00DE5320" w:rsidRDefault="00427CF9" w:rsidP="00B27ED5">
      <w:r w:rsidRPr="00DE5320">
        <w:t>б) организмы разных видов;</w:t>
      </w:r>
    </w:p>
    <w:p w:rsidR="00427CF9" w:rsidRPr="00DE5320" w:rsidRDefault="00427CF9" w:rsidP="00B27ED5">
      <w:r w:rsidRPr="00DE5320">
        <w:t>в) организмы разных возрастов;</w:t>
      </w:r>
    </w:p>
    <w:p w:rsidR="00427CF9" w:rsidRPr="00DE5320" w:rsidRDefault="00427CF9" w:rsidP="00B27ED5">
      <w:r w:rsidRPr="00DE5320">
        <w:t xml:space="preserve">г) организмы разного пола.                       </w:t>
      </w:r>
    </w:p>
    <w:p w:rsidR="00427CF9" w:rsidRPr="00DE5320" w:rsidRDefault="00427CF9" w:rsidP="00B27ED5"/>
    <w:p w:rsidR="00427CF9" w:rsidRPr="00DE5320" w:rsidRDefault="00427CF9" w:rsidP="00B27ED5">
      <w:pPr>
        <w:pStyle w:val="1"/>
        <w:ind w:left="284" w:hanging="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-9"/>
          <w:sz w:val="24"/>
          <w:szCs w:val="24"/>
        </w:rPr>
        <w:t>14</w:t>
      </w:r>
      <w:r w:rsidRPr="00DE5320">
        <w:rPr>
          <w:rFonts w:ascii="Times New Roman" w:hAnsi="Times New Roman"/>
          <w:spacing w:val="-9"/>
          <w:sz w:val="24"/>
          <w:szCs w:val="24"/>
        </w:rPr>
        <w:t>.</w:t>
      </w:r>
      <w:r w:rsidRPr="00DE532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DE5320">
        <w:rPr>
          <w:rFonts w:ascii="Times New Roman" w:hAnsi="Times New Roman"/>
          <w:sz w:val="24"/>
          <w:szCs w:val="24"/>
          <w:lang w:eastAsia="ru-RU"/>
        </w:rPr>
        <w:t>Сигналом к сезонным изменениям является:</w:t>
      </w:r>
    </w:p>
    <w:p w:rsidR="00427CF9" w:rsidRPr="00DE5320" w:rsidRDefault="00427CF9" w:rsidP="00B27ED5">
      <w:pPr>
        <w:pStyle w:val="1"/>
        <w:rPr>
          <w:rFonts w:ascii="Times New Roman" w:hAnsi="Times New Roman"/>
          <w:sz w:val="24"/>
          <w:szCs w:val="24"/>
          <w:lang w:eastAsia="ru-RU"/>
        </w:rPr>
      </w:pPr>
      <w:r w:rsidRPr="00DE5320">
        <w:rPr>
          <w:rFonts w:ascii="Times New Roman" w:hAnsi="Times New Roman"/>
          <w:sz w:val="24"/>
          <w:szCs w:val="24"/>
          <w:lang w:eastAsia="ru-RU"/>
        </w:rPr>
        <w:t xml:space="preserve">а) температура; </w:t>
      </w:r>
    </w:p>
    <w:p w:rsidR="00427CF9" w:rsidRPr="00DE5320" w:rsidRDefault="00427CF9" w:rsidP="00B27ED5">
      <w:pPr>
        <w:pStyle w:val="1"/>
        <w:rPr>
          <w:rFonts w:ascii="Times New Roman" w:hAnsi="Times New Roman"/>
          <w:sz w:val="24"/>
          <w:szCs w:val="24"/>
          <w:lang w:eastAsia="ru-RU"/>
        </w:rPr>
      </w:pPr>
      <w:r w:rsidRPr="00DE5320">
        <w:rPr>
          <w:rFonts w:ascii="Times New Roman" w:hAnsi="Times New Roman"/>
          <w:sz w:val="24"/>
          <w:szCs w:val="24"/>
          <w:lang w:eastAsia="ru-RU"/>
        </w:rPr>
        <w:t>б) длина дня;</w:t>
      </w:r>
    </w:p>
    <w:p w:rsidR="00427CF9" w:rsidRPr="00DE5320" w:rsidRDefault="00427CF9" w:rsidP="00B27ED5">
      <w:pPr>
        <w:pStyle w:val="1"/>
        <w:rPr>
          <w:rFonts w:ascii="Times New Roman" w:hAnsi="Times New Roman"/>
          <w:sz w:val="24"/>
          <w:szCs w:val="24"/>
          <w:lang w:eastAsia="ru-RU"/>
        </w:rPr>
      </w:pPr>
      <w:r w:rsidRPr="00DE5320">
        <w:rPr>
          <w:rFonts w:ascii="Times New Roman" w:hAnsi="Times New Roman"/>
          <w:sz w:val="24"/>
          <w:szCs w:val="24"/>
          <w:lang w:eastAsia="ru-RU"/>
        </w:rPr>
        <w:t xml:space="preserve">в) количество пищи; </w:t>
      </w:r>
    </w:p>
    <w:p w:rsidR="00427CF9" w:rsidRPr="00DE5320" w:rsidRDefault="00427CF9" w:rsidP="00B27ED5">
      <w:pPr>
        <w:pStyle w:val="1"/>
        <w:rPr>
          <w:rFonts w:ascii="Times New Roman" w:hAnsi="Times New Roman"/>
          <w:sz w:val="24"/>
          <w:szCs w:val="24"/>
          <w:lang w:eastAsia="ru-RU"/>
        </w:rPr>
      </w:pPr>
      <w:r w:rsidRPr="00DE5320">
        <w:rPr>
          <w:rFonts w:ascii="Times New Roman" w:hAnsi="Times New Roman"/>
          <w:sz w:val="24"/>
          <w:szCs w:val="24"/>
          <w:lang w:eastAsia="ru-RU"/>
        </w:rPr>
        <w:t xml:space="preserve">г) взаимоотношения между организмами.   </w:t>
      </w:r>
    </w:p>
    <w:p w:rsidR="00427CF9" w:rsidRPr="00DE5320" w:rsidRDefault="00427CF9" w:rsidP="00785EB7">
      <w:pPr>
        <w:shd w:val="clear" w:color="auto" w:fill="FFFFFF"/>
        <w:tabs>
          <w:tab w:val="left" w:pos="576"/>
        </w:tabs>
        <w:spacing w:before="226"/>
        <w:contextualSpacing/>
      </w:pPr>
      <w:r>
        <w:rPr>
          <w:spacing w:val="-1"/>
        </w:rPr>
        <w:t>15</w:t>
      </w:r>
      <w:r w:rsidRPr="00DE5320">
        <w:rPr>
          <w:spacing w:val="-1"/>
        </w:rPr>
        <w:t xml:space="preserve">. </w:t>
      </w:r>
      <w:r w:rsidRPr="00DE5320">
        <w:t>Кто из перечисленных организмов относится к продуцентам:</w:t>
      </w:r>
    </w:p>
    <w:p w:rsidR="00427CF9" w:rsidRPr="00DE5320" w:rsidRDefault="00427CF9" w:rsidP="00785EB7">
      <w:pPr>
        <w:widowControl w:val="0"/>
        <w:shd w:val="clear" w:color="auto" w:fill="FFFFFF"/>
        <w:tabs>
          <w:tab w:val="left" w:pos="499"/>
        </w:tabs>
        <w:autoSpaceDE w:val="0"/>
        <w:autoSpaceDN w:val="0"/>
        <w:adjustRightInd w:val="0"/>
        <w:contextualSpacing/>
        <w:rPr>
          <w:spacing w:val="-5"/>
        </w:rPr>
      </w:pPr>
      <w:r w:rsidRPr="00DE5320">
        <w:rPr>
          <w:spacing w:val="-3"/>
        </w:rPr>
        <w:t xml:space="preserve">а) корова;      </w:t>
      </w:r>
    </w:p>
    <w:p w:rsidR="00427CF9" w:rsidRPr="00DE5320" w:rsidRDefault="00427CF9" w:rsidP="00785EB7">
      <w:pPr>
        <w:widowControl w:val="0"/>
        <w:shd w:val="clear" w:color="auto" w:fill="FFFFFF"/>
        <w:tabs>
          <w:tab w:val="left" w:pos="499"/>
        </w:tabs>
        <w:autoSpaceDE w:val="0"/>
        <w:autoSpaceDN w:val="0"/>
        <w:adjustRightInd w:val="0"/>
        <w:contextualSpacing/>
        <w:rPr>
          <w:spacing w:val="-2"/>
        </w:rPr>
      </w:pPr>
      <w:r w:rsidRPr="00DE5320">
        <w:rPr>
          <w:spacing w:val="-3"/>
        </w:rPr>
        <w:t xml:space="preserve">б) </w:t>
      </w:r>
      <w:r w:rsidRPr="00DE5320">
        <w:rPr>
          <w:spacing w:val="-2"/>
        </w:rPr>
        <w:t xml:space="preserve">белый гриб;                 </w:t>
      </w:r>
    </w:p>
    <w:p w:rsidR="00427CF9" w:rsidRPr="00DE5320" w:rsidRDefault="00427CF9" w:rsidP="00785EB7">
      <w:pPr>
        <w:widowControl w:val="0"/>
        <w:shd w:val="clear" w:color="auto" w:fill="FFFFFF"/>
        <w:tabs>
          <w:tab w:val="left" w:pos="499"/>
        </w:tabs>
        <w:autoSpaceDE w:val="0"/>
        <w:autoSpaceDN w:val="0"/>
        <w:adjustRightInd w:val="0"/>
        <w:contextualSpacing/>
        <w:rPr>
          <w:spacing w:val="-1"/>
        </w:rPr>
      </w:pPr>
      <w:r w:rsidRPr="00DE5320">
        <w:rPr>
          <w:spacing w:val="-2"/>
        </w:rPr>
        <w:t xml:space="preserve">в) </w:t>
      </w:r>
      <w:r w:rsidRPr="00DE5320">
        <w:rPr>
          <w:spacing w:val="-1"/>
        </w:rPr>
        <w:t xml:space="preserve">клевер луговой;            </w:t>
      </w:r>
    </w:p>
    <w:p w:rsidR="00427CF9" w:rsidRPr="00DE5320" w:rsidRDefault="00427CF9" w:rsidP="00785EB7">
      <w:pPr>
        <w:widowControl w:val="0"/>
        <w:shd w:val="clear" w:color="auto" w:fill="FFFFFF"/>
        <w:tabs>
          <w:tab w:val="left" w:pos="499"/>
        </w:tabs>
        <w:autoSpaceDE w:val="0"/>
        <w:autoSpaceDN w:val="0"/>
        <w:adjustRightInd w:val="0"/>
        <w:contextualSpacing/>
        <w:rPr>
          <w:spacing w:val="-5"/>
        </w:rPr>
      </w:pPr>
      <w:r w:rsidRPr="00DE5320">
        <w:rPr>
          <w:spacing w:val="-1"/>
        </w:rPr>
        <w:t xml:space="preserve">г) </w:t>
      </w:r>
      <w:r w:rsidRPr="00DE5320">
        <w:rPr>
          <w:spacing w:val="-2"/>
        </w:rPr>
        <w:t xml:space="preserve">человек.       </w:t>
      </w:r>
    </w:p>
    <w:p w:rsidR="00427CF9" w:rsidRPr="00DE5320" w:rsidRDefault="00427CF9" w:rsidP="00B27ED5"/>
    <w:p w:rsidR="00427CF9" w:rsidRPr="00DE5320" w:rsidRDefault="00427CF9" w:rsidP="00785EB7">
      <w:pPr>
        <w:shd w:val="clear" w:color="auto" w:fill="FFFFFF"/>
        <w:tabs>
          <w:tab w:val="left" w:pos="284"/>
        </w:tabs>
        <w:contextualSpacing/>
      </w:pPr>
      <w:r>
        <w:rPr>
          <w:spacing w:val="-2"/>
        </w:rPr>
        <w:t>16.</w:t>
      </w:r>
      <w:r w:rsidRPr="00DE5320">
        <w:t xml:space="preserve"> Вырубка лесных массивов приводит к:</w:t>
      </w:r>
    </w:p>
    <w:p w:rsidR="00427CF9" w:rsidRPr="00DE5320" w:rsidRDefault="00427CF9" w:rsidP="00785EB7">
      <w:pPr>
        <w:shd w:val="clear" w:color="auto" w:fill="FFFFFF"/>
        <w:tabs>
          <w:tab w:val="left" w:pos="284"/>
        </w:tabs>
        <w:contextualSpacing/>
      </w:pPr>
      <w:r w:rsidRPr="00DE5320">
        <w:t>а) увеличению видового разнообразия птиц;</w:t>
      </w:r>
    </w:p>
    <w:p w:rsidR="00427CF9" w:rsidRPr="00DE5320" w:rsidRDefault="00427CF9" w:rsidP="00785EB7">
      <w:pPr>
        <w:shd w:val="clear" w:color="auto" w:fill="FFFFFF"/>
        <w:tabs>
          <w:tab w:val="left" w:pos="284"/>
        </w:tabs>
        <w:contextualSpacing/>
      </w:pPr>
      <w:r w:rsidRPr="00DE5320">
        <w:t>б) увеличению видового разнообразия млекопитающих;</w:t>
      </w:r>
      <w:r w:rsidRPr="00DE5320">
        <w:br/>
        <w:t>в) уменьшению испарения;</w:t>
      </w:r>
    </w:p>
    <w:p w:rsidR="00427CF9" w:rsidRPr="00DE5320" w:rsidRDefault="00427CF9" w:rsidP="00785EB7">
      <w:pPr>
        <w:shd w:val="clear" w:color="auto" w:fill="FFFFFF"/>
        <w:tabs>
          <w:tab w:val="left" w:pos="284"/>
        </w:tabs>
        <w:contextualSpacing/>
      </w:pPr>
      <w:r w:rsidRPr="00DE5320">
        <w:t xml:space="preserve">г) нарушению кислородного режима.    </w:t>
      </w:r>
    </w:p>
    <w:p w:rsidR="00427CF9" w:rsidRPr="00DE5320" w:rsidRDefault="00427CF9" w:rsidP="00785EB7">
      <w:pPr>
        <w:shd w:val="clear" w:color="auto" w:fill="FFFFFF"/>
        <w:tabs>
          <w:tab w:val="left" w:pos="499"/>
        </w:tabs>
        <w:contextualSpacing/>
      </w:pPr>
      <w:r>
        <w:t>17</w:t>
      </w:r>
      <w:r w:rsidRPr="00DE5320">
        <w:t>. Важная роль атмосферы заключается в том, что она защищает живые организмы от:</w:t>
      </w:r>
    </w:p>
    <w:p w:rsidR="00427CF9" w:rsidRPr="00DE5320" w:rsidRDefault="00427CF9" w:rsidP="00785EB7">
      <w:pPr>
        <w:shd w:val="clear" w:color="auto" w:fill="FFFFFF"/>
        <w:tabs>
          <w:tab w:val="left" w:pos="499"/>
        </w:tabs>
        <w:contextualSpacing/>
      </w:pPr>
      <w:r w:rsidRPr="00DE5320">
        <w:t xml:space="preserve">а) резких колебаний температуры; </w:t>
      </w:r>
    </w:p>
    <w:p w:rsidR="00427CF9" w:rsidRPr="00DE5320" w:rsidRDefault="00427CF9" w:rsidP="00785EB7">
      <w:pPr>
        <w:shd w:val="clear" w:color="auto" w:fill="FFFFFF"/>
        <w:tabs>
          <w:tab w:val="left" w:pos="499"/>
        </w:tabs>
        <w:contextualSpacing/>
      </w:pPr>
      <w:r w:rsidRPr="00DE5320">
        <w:t>б) канцерогенных веществ;</w:t>
      </w:r>
    </w:p>
    <w:p w:rsidR="00427CF9" w:rsidRPr="00DE5320" w:rsidRDefault="00427CF9" w:rsidP="00785EB7">
      <w:pPr>
        <w:shd w:val="clear" w:color="auto" w:fill="FFFFFF"/>
        <w:tabs>
          <w:tab w:val="left" w:pos="499"/>
        </w:tabs>
        <w:contextualSpacing/>
      </w:pPr>
      <w:r w:rsidRPr="00DE5320">
        <w:t>в) радиоактивного загрязнения;</w:t>
      </w:r>
      <w:r w:rsidRPr="00DE5320">
        <w:br/>
        <w:t xml:space="preserve">г) возбудителей заболеваний.       </w:t>
      </w:r>
    </w:p>
    <w:p w:rsidR="00427CF9" w:rsidRPr="00DE5320" w:rsidRDefault="00427CF9" w:rsidP="00785EB7">
      <w:pPr>
        <w:shd w:val="clear" w:color="auto" w:fill="FFFFFF"/>
        <w:tabs>
          <w:tab w:val="left" w:pos="284"/>
        </w:tabs>
        <w:contextualSpacing/>
      </w:pPr>
    </w:p>
    <w:p w:rsidR="00427CF9" w:rsidRPr="00DE5320" w:rsidRDefault="00427CF9" w:rsidP="00785EB7">
      <w:r w:rsidRPr="00DE5320">
        <w:t>1</w:t>
      </w:r>
      <w:r>
        <w:t>8</w:t>
      </w:r>
      <w:r w:rsidRPr="00DE5320">
        <w:t>. Какой тип почв формировался под степной растительностью?</w:t>
      </w:r>
    </w:p>
    <w:p w:rsidR="00427CF9" w:rsidRPr="00DE5320" w:rsidRDefault="00427CF9" w:rsidP="00785EB7">
      <w:r w:rsidRPr="00DE5320">
        <w:t>а) черноземы;</w:t>
      </w:r>
    </w:p>
    <w:p w:rsidR="00427CF9" w:rsidRPr="00DE5320" w:rsidRDefault="00427CF9" w:rsidP="00785EB7">
      <w:r w:rsidRPr="00DE5320">
        <w:t>б) подзолы;</w:t>
      </w:r>
    </w:p>
    <w:p w:rsidR="00427CF9" w:rsidRPr="00DE5320" w:rsidRDefault="00427CF9" w:rsidP="00785EB7">
      <w:r w:rsidRPr="00DE5320">
        <w:t>в) каштановые почвы;</w:t>
      </w:r>
    </w:p>
    <w:p w:rsidR="00427CF9" w:rsidRPr="00DE5320" w:rsidRDefault="00427CF9" w:rsidP="00785EB7">
      <w:r w:rsidRPr="00DE5320">
        <w:t xml:space="preserve">г) солончаковые почвы.    </w:t>
      </w:r>
    </w:p>
    <w:p w:rsidR="00427CF9" w:rsidRPr="00DE5320" w:rsidRDefault="00427CF9" w:rsidP="00B27ED5"/>
    <w:p w:rsidR="00427CF9" w:rsidRPr="00DE5320" w:rsidRDefault="00427CF9" w:rsidP="00E11F9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19</w:t>
      </w:r>
      <w:r w:rsidRPr="00DE5320">
        <w:rPr>
          <w:color w:val="000000"/>
        </w:rPr>
        <w:t>. Загрязнение природной среды живыми организмами, вызывающими у человека различные заболевания, называется</w:t>
      </w:r>
      <w:r w:rsidRPr="00DE5320">
        <w:t>:</w:t>
      </w:r>
    </w:p>
    <w:p w:rsidR="00427CF9" w:rsidRPr="00DE5320" w:rsidRDefault="00427CF9" w:rsidP="00E11F96">
      <w:r w:rsidRPr="00DE5320">
        <w:t>а) радиоактивным</w:t>
      </w:r>
      <w:r w:rsidRPr="00DE5320">
        <w:rPr>
          <w:color w:val="000000"/>
        </w:rPr>
        <w:t>;</w:t>
      </w:r>
    </w:p>
    <w:p w:rsidR="00427CF9" w:rsidRPr="00DE5320" w:rsidRDefault="00427CF9" w:rsidP="00E11F96">
      <w:r w:rsidRPr="00DE5320">
        <w:t>б) биологическим</w:t>
      </w:r>
      <w:r w:rsidRPr="00DE5320">
        <w:rPr>
          <w:color w:val="000000"/>
        </w:rPr>
        <w:t>;</w:t>
      </w:r>
    </w:p>
    <w:p w:rsidR="00427CF9" w:rsidRPr="00DE5320" w:rsidRDefault="00427CF9" w:rsidP="00E11F96">
      <w:r w:rsidRPr="00DE5320">
        <w:t>в) химическим</w:t>
      </w:r>
      <w:r w:rsidRPr="00DE5320">
        <w:rPr>
          <w:color w:val="000000"/>
        </w:rPr>
        <w:t>;</w:t>
      </w:r>
    </w:p>
    <w:p w:rsidR="00427CF9" w:rsidRPr="00DE5320" w:rsidRDefault="00427CF9" w:rsidP="00E11F96">
      <w:pPr>
        <w:autoSpaceDE w:val="0"/>
        <w:autoSpaceDN w:val="0"/>
        <w:adjustRightInd w:val="0"/>
        <w:rPr>
          <w:color w:val="000000"/>
        </w:rPr>
      </w:pPr>
      <w:r w:rsidRPr="00DE5320">
        <w:t xml:space="preserve">г) шумовым.     </w:t>
      </w:r>
    </w:p>
    <w:p w:rsidR="00427CF9" w:rsidRPr="00DE5320" w:rsidRDefault="00427CF9" w:rsidP="00B27ED5"/>
    <w:p w:rsidR="00427CF9" w:rsidRPr="00DE5320" w:rsidRDefault="00427CF9" w:rsidP="002D20A9">
      <w:r>
        <w:t>20</w:t>
      </w:r>
      <w:r w:rsidRPr="00DE5320">
        <w:t xml:space="preserve">. Рельеф, климат, вода, почва, воздух относятся к: </w:t>
      </w:r>
    </w:p>
    <w:p w:rsidR="00427CF9" w:rsidRPr="00DE5320" w:rsidRDefault="00427CF9" w:rsidP="002D20A9">
      <w:r w:rsidRPr="00DE5320">
        <w:t>а) биотическим факторам;</w:t>
      </w:r>
    </w:p>
    <w:p w:rsidR="00427CF9" w:rsidRPr="00DE5320" w:rsidRDefault="00427CF9" w:rsidP="002D20A9">
      <w:r w:rsidRPr="00DE5320">
        <w:t>б) абиотическим факторам;</w:t>
      </w:r>
    </w:p>
    <w:p w:rsidR="00427CF9" w:rsidRPr="00DE5320" w:rsidRDefault="00427CF9" w:rsidP="002D20A9">
      <w:r w:rsidRPr="00DE5320">
        <w:t>в) антропогенным факторам;</w:t>
      </w:r>
    </w:p>
    <w:p w:rsidR="00427CF9" w:rsidRPr="00DE5320" w:rsidRDefault="00427CF9" w:rsidP="002D20A9">
      <w:r w:rsidRPr="00DE5320">
        <w:t xml:space="preserve">г) эдафическим факторам.        </w:t>
      </w:r>
    </w:p>
    <w:p w:rsidR="00427CF9" w:rsidRPr="00DE5320" w:rsidRDefault="00427CF9" w:rsidP="00B27ED5"/>
    <w:p w:rsidR="00427CF9" w:rsidRPr="00DE5320" w:rsidRDefault="00427CF9" w:rsidP="00EA7EBA">
      <w:r>
        <w:t>21</w:t>
      </w:r>
      <w:r w:rsidRPr="00DE5320">
        <w:t>. Массовая гибель рыбы при разливе нефти в водоемах связана с уменьшением в воде:</w:t>
      </w:r>
    </w:p>
    <w:p w:rsidR="00427CF9" w:rsidRPr="00DE5320" w:rsidRDefault="00427CF9" w:rsidP="00EA7EBA">
      <w:r w:rsidRPr="00DE5320">
        <w:t>а) световой энергии;</w:t>
      </w:r>
    </w:p>
    <w:p w:rsidR="00427CF9" w:rsidRPr="00DE5320" w:rsidRDefault="00427CF9" w:rsidP="00EA7EBA">
      <w:r w:rsidRPr="00DE5320">
        <w:t>б) кислорода;</w:t>
      </w:r>
    </w:p>
    <w:p w:rsidR="00427CF9" w:rsidRPr="00DE5320" w:rsidRDefault="00427CF9" w:rsidP="00EA7EBA">
      <w:r w:rsidRPr="00DE5320">
        <w:t>в) углекислого газа;</w:t>
      </w:r>
    </w:p>
    <w:p w:rsidR="00427CF9" w:rsidRPr="00DE5320" w:rsidRDefault="00427CF9" w:rsidP="00EA7EBA">
      <w:r w:rsidRPr="00DE5320">
        <w:t xml:space="preserve">г) солености.    </w:t>
      </w:r>
    </w:p>
    <w:p w:rsidR="00427CF9" w:rsidRDefault="00427CF9" w:rsidP="00B27ED5"/>
    <w:p w:rsidR="00427CF9" w:rsidRDefault="00427CF9" w:rsidP="00C54A43">
      <w:r>
        <w:t>22. Растения, в отличие от животных:</w:t>
      </w:r>
    </w:p>
    <w:p w:rsidR="00427CF9" w:rsidRDefault="00427CF9" w:rsidP="00C54A43">
      <w:r>
        <w:t>а) образуют на свету органические вещества из углекислого газа и воды;</w:t>
      </w:r>
    </w:p>
    <w:p w:rsidR="00427CF9" w:rsidRDefault="00427CF9" w:rsidP="00C54A43">
      <w:r>
        <w:t>б) питаются готовыми органическими веществами;</w:t>
      </w:r>
    </w:p>
    <w:p w:rsidR="00427CF9" w:rsidRDefault="00427CF9" w:rsidP="00C54A43">
      <w:r>
        <w:t>в) поглощают кислород в процессе дыхания;</w:t>
      </w:r>
    </w:p>
    <w:p w:rsidR="00427CF9" w:rsidRDefault="00427CF9" w:rsidP="00C54A43">
      <w:r>
        <w:t xml:space="preserve">г) имеют клеточное строение.     </w:t>
      </w:r>
    </w:p>
    <w:p w:rsidR="00427CF9" w:rsidRPr="00DE5320" w:rsidRDefault="00427CF9" w:rsidP="00B27ED5"/>
    <w:p w:rsidR="00427CF9" w:rsidRPr="00DE5320" w:rsidRDefault="00427CF9" w:rsidP="00DE5320">
      <w:r w:rsidRPr="00DE5320">
        <w:t>2</w:t>
      </w:r>
      <w:r>
        <w:t>3</w:t>
      </w:r>
      <w:r w:rsidRPr="00DE5320">
        <w:t>. К антропогенным источникам загрязнения окружающей среды не относятся:</w:t>
      </w:r>
    </w:p>
    <w:p w:rsidR="00427CF9" w:rsidRPr="00DE5320" w:rsidRDefault="00427CF9" w:rsidP="00DE5320">
      <w:r w:rsidRPr="00DE5320">
        <w:t>а) транспорт;</w:t>
      </w:r>
    </w:p>
    <w:p w:rsidR="00427CF9" w:rsidRPr="00DE5320" w:rsidRDefault="00427CF9" w:rsidP="00DE5320">
      <w:r w:rsidRPr="00DE5320">
        <w:t>б) сельское хозяйство;</w:t>
      </w:r>
    </w:p>
    <w:p w:rsidR="00427CF9" w:rsidRPr="00DE5320" w:rsidRDefault="00427CF9" w:rsidP="00DE5320">
      <w:r w:rsidRPr="00DE5320">
        <w:t>в) вулканы и гейзеры;</w:t>
      </w:r>
    </w:p>
    <w:p w:rsidR="00427CF9" w:rsidRPr="00DE5320" w:rsidRDefault="00427CF9" w:rsidP="00DE5320">
      <w:r w:rsidRPr="00DE5320">
        <w:t xml:space="preserve">г) промышленность.         </w:t>
      </w:r>
    </w:p>
    <w:p w:rsidR="00427CF9" w:rsidRDefault="00427CF9" w:rsidP="00B27ED5"/>
    <w:p w:rsidR="00427CF9" w:rsidRDefault="00427CF9" w:rsidP="00DE5320">
      <w:r>
        <w:t>24. За какой ресурс могут конкурировать шмель и пчела:</w:t>
      </w:r>
    </w:p>
    <w:p w:rsidR="00427CF9" w:rsidRDefault="00427CF9" w:rsidP="00DE5320">
      <w:r>
        <w:t>а) семена пшеницы;</w:t>
      </w:r>
    </w:p>
    <w:p w:rsidR="00427CF9" w:rsidRDefault="00427CF9" w:rsidP="00DE5320">
      <w:r>
        <w:t>б) ионы калия;</w:t>
      </w:r>
    </w:p>
    <w:p w:rsidR="00427CF9" w:rsidRDefault="00427CF9" w:rsidP="00DE5320">
      <w:r>
        <w:t>в) вода;</w:t>
      </w:r>
    </w:p>
    <w:p w:rsidR="00427CF9" w:rsidRDefault="00427CF9" w:rsidP="00DE5320">
      <w:r>
        <w:t xml:space="preserve">г) нектар.    </w:t>
      </w:r>
    </w:p>
    <w:p w:rsidR="00427CF9" w:rsidRDefault="00427CF9" w:rsidP="00DE5320">
      <w:pPr>
        <w:jc w:val="both"/>
      </w:pPr>
    </w:p>
    <w:p w:rsidR="00427CF9" w:rsidRPr="0016156F" w:rsidRDefault="00427CF9" w:rsidP="00DE5320">
      <w:pPr>
        <w:jc w:val="both"/>
        <w:rPr>
          <w:color w:val="000000"/>
        </w:rPr>
      </w:pPr>
      <w:r>
        <w:t xml:space="preserve">25. </w:t>
      </w:r>
      <w:r w:rsidRPr="0016156F">
        <w:rPr>
          <w:color w:val="000000"/>
        </w:rPr>
        <w:t>Основная причина кислотных дождей – наличие в атмосфере  Земли:</w:t>
      </w:r>
    </w:p>
    <w:p w:rsidR="00427CF9" w:rsidRPr="0016156F" w:rsidRDefault="00427CF9" w:rsidP="00DE5320">
      <w:pPr>
        <w:jc w:val="both"/>
        <w:rPr>
          <w:color w:val="000000"/>
        </w:rPr>
      </w:pPr>
      <w:r w:rsidRPr="0016156F">
        <w:rPr>
          <w:color w:val="000000"/>
        </w:rPr>
        <w:t>а) угарного газа</w:t>
      </w:r>
      <w:r>
        <w:t>;</w:t>
      </w:r>
    </w:p>
    <w:p w:rsidR="00427CF9" w:rsidRPr="0016156F" w:rsidRDefault="00427CF9" w:rsidP="00DE5320">
      <w:pPr>
        <w:jc w:val="both"/>
        <w:rPr>
          <w:color w:val="000000"/>
        </w:rPr>
      </w:pPr>
      <w:r w:rsidRPr="0016156F">
        <w:rPr>
          <w:color w:val="000000"/>
        </w:rPr>
        <w:t>б) углекислого газ</w:t>
      </w:r>
      <w:r>
        <w:t>;</w:t>
      </w:r>
    </w:p>
    <w:p w:rsidR="00427CF9" w:rsidRPr="0016156F" w:rsidRDefault="00427CF9" w:rsidP="00DE5320">
      <w:pPr>
        <w:jc w:val="both"/>
        <w:rPr>
          <w:color w:val="000000"/>
        </w:rPr>
      </w:pPr>
      <w:r w:rsidRPr="0016156F">
        <w:rPr>
          <w:color w:val="000000"/>
        </w:rPr>
        <w:t xml:space="preserve">в) сернистого газа; </w:t>
      </w:r>
    </w:p>
    <w:p w:rsidR="00427CF9" w:rsidRPr="0016156F" w:rsidRDefault="00427CF9" w:rsidP="00DE5320">
      <w:pPr>
        <w:jc w:val="both"/>
        <w:rPr>
          <w:color w:val="000000"/>
        </w:rPr>
      </w:pPr>
      <w:r w:rsidRPr="0016156F">
        <w:rPr>
          <w:color w:val="000000"/>
        </w:rPr>
        <w:t>г) аэрозолей</w:t>
      </w:r>
      <w:r>
        <w:rPr>
          <w:color w:val="000000"/>
        </w:rPr>
        <w:t xml:space="preserve">.         </w:t>
      </w:r>
    </w:p>
    <w:p w:rsidR="00427CF9" w:rsidRDefault="00427CF9" w:rsidP="00DE5320"/>
    <w:p w:rsidR="00427CF9" w:rsidRDefault="00427CF9" w:rsidP="00DE5320">
      <w:r>
        <w:t>26. Канцерогенами называют вещества, вызывающие:</w:t>
      </w:r>
    </w:p>
    <w:p w:rsidR="00427CF9" w:rsidRDefault="00427CF9" w:rsidP="00DE5320">
      <w:r>
        <w:t>а) раковые заболевания;</w:t>
      </w:r>
    </w:p>
    <w:p w:rsidR="00427CF9" w:rsidRDefault="00427CF9" w:rsidP="00DE5320">
      <w:r>
        <w:t>б) аллергические заболевания;</w:t>
      </w:r>
    </w:p>
    <w:p w:rsidR="00427CF9" w:rsidRDefault="00427CF9" w:rsidP="00DE5320">
      <w:r>
        <w:t>в) хроническое отравление;</w:t>
      </w:r>
    </w:p>
    <w:p w:rsidR="00427CF9" w:rsidRDefault="00427CF9" w:rsidP="00DE5320">
      <w:r>
        <w:t xml:space="preserve">г) инфекционные заболевания.       </w:t>
      </w:r>
    </w:p>
    <w:p w:rsidR="00427CF9" w:rsidRDefault="00427CF9" w:rsidP="00B27ED5"/>
    <w:p w:rsidR="00427CF9" w:rsidRDefault="00427CF9" w:rsidP="003F6640">
      <w:r>
        <w:t xml:space="preserve">27. Наиболее эффективным способом предохранения организмов от перегрева является: </w:t>
      </w:r>
    </w:p>
    <w:p w:rsidR="00427CF9" w:rsidRDefault="00427CF9" w:rsidP="003F6640">
      <w:r>
        <w:t>а) излучение тепла через покровы тела в окружающую среду;</w:t>
      </w:r>
    </w:p>
    <w:p w:rsidR="00427CF9" w:rsidRDefault="00427CF9" w:rsidP="003F6640">
      <w:r>
        <w:t>б) испарение воды с покровов и слизистых оболочек тела;</w:t>
      </w:r>
    </w:p>
    <w:p w:rsidR="00427CF9" w:rsidRDefault="00427CF9" w:rsidP="003F6640">
      <w:r>
        <w:t>в) конденсация водяного пара на поверхности покровов тела;</w:t>
      </w:r>
    </w:p>
    <w:p w:rsidR="00427CF9" w:rsidRDefault="00427CF9" w:rsidP="003F6640">
      <w:r>
        <w:t xml:space="preserve">г) изменение позы тела по отношению к внешнему источнику тепла.    </w:t>
      </w:r>
    </w:p>
    <w:p w:rsidR="00427CF9" w:rsidRDefault="00427CF9" w:rsidP="00B27ED5">
      <w:r>
        <w:t xml:space="preserve">   </w:t>
      </w:r>
    </w:p>
    <w:p w:rsidR="00427CF9" w:rsidRPr="00FC60FF" w:rsidRDefault="00427CF9" w:rsidP="00FC60FF">
      <w:pPr>
        <w:jc w:val="both"/>
        <w:rPr>
          <w:color w:val="000000"/>
        </w:rPr>
      </w:pPr>
      <w:r>
        <w:rPr>
          <w:color w:val="000000"/>
        </w:rPr>
        <w:t>28</w:t>
      </w:r>
      <w:r w:rsidRPr="00FC60FF">
        <w:rPr>
          <w:color w:val="000000"/>
        </w:rPr>
        <w:t>. Экологически чистые источники энергии:</w:t>
      </w:r>
    </w:p>
    <w:p w:rsidR="00427CF9" w:rsidRPr="00FC60FF" w:rsidRDefault="00427CF9" w:rsidP="00FC60FF">
      <w:pPr>
        <w:jc w:val="both"/>
        <w:rPr>
          <w:color w:val="000000"/>
        </w:rPr>
      </w:pPr>
      <w:r w:rsidRPr="00FC60FF">
        <w:rPr>
          <w:color w:val="000000"/>
        </w:rPr>
        <w:t>а) тепловые электростанции</w:t>
      </w:r>
      <w:r>
        <w:rPr>
          <w:color w:val="000000"/>
        </w:rPr>
        <w:t>;</w:t>
      </w:r>
      <w:r w:rsidRPr="00FC60FF">
        <w:rPr>
          <w:color w:val="000000"/>
        </w:rPr>
        <w:t xml:space="preserve"> </w:t>
      </w:r>
    </w:p>
    <w:p w:rsidR="00427CF9" w:rsidRPr="00FC60FF" w:rsidRDefault="00427CF9" w:rsidP="00FC60FF">
      <w:pPr>
        <w:jc w:val="both"/>
        <w:rPr>
          <w:color w:val="000000"/>
        </w:rPr>
      </w:pPr>
      <w:r w:rsidRPr="00FC60FF">
        <w:rPr>
          <w:color w:val="000000"/>
        </w:rPr>
        <w:t>б) дизельные двигатели</w:t>
      </w:r>
      <w:r>
        <w:rPr>
          <w:color w:val="000000"/>
        </w:rPr>
        <w:t>;</w:t>
      </w:r>
    </w:p>
    <w:p w:rsidR="00427CF9" w:rsidRPr="00FC60FF" w:rsidRDefault="00427CF9" w:rsidP="00FC60FF">
      <w:pPr>
        <w:jc w:val="both"/>
        <w:rPr>
          <w:color w:val="000000"/>
        </w:rPr>
      </w:pPr>
      <w:r w:rsidRPr="00FC60FF">
        <w:rPr>
          <w:color w:val="000000"/>
        </w:rPr>
        <w:t>в) атомные электростанции</w:t>
      </w:r>
      <w:r>
        <w:rPr>
          <w:color w:val="000000"/>
        </w:rPr>
        <w:t>;</w:t>
      </w:r>
    </w:p>
    <w:p w:rsidR="00427CF9" w:rsidRPr="00D943F5" w:rsidRDefault="00427CF9" w:rsidP="00FC60FF">
      <w:pPr>
        <w:jc w:val="both"/>
      </w:pPr>
      <w:r w:rsidRPr="00D943F5">
        <w:t>г) солнечные батареи</w:t>
      </w:r>
      <w:r>
        <w:t>.</w:t>
      </w:r>
      <w:r w:rsidRPr="00D943F5">
        <w:t xml:space="preserve">   </w:t>
      </w:r>
      <w:r>
        <w:t xml:space="preserve"> </w:t>
      </w:r>
      <w:r w:rsidRPr="00D943F5">
        <w:t xml:space="preserve">  </w:t>
      </w:r>
    </w:p>
    <w:p w:rsidR="00427CF9" w:rsidRDefault="00427CF9" w:rsidP="00B27ED5"/>
    <w:p w:rsidR="00427CF9" w:rsidRPr="00CE2951" w:rsidRDefault="00427CF9" w:rsidP="007C273D">
      <w:pPr>
        <w:shd w:val="clear" w:color="auto" w:fill="FFFFFF"/>
        <w:autoSpaceDE w:val="0"/>
        <w:rPr>
          <w:color w:val="000000"/>
        </w:rPr>
      </w:pPr>
      <w:r>
        <w:t xml:space="preserve">29. </w:t>
      </w:r>
      <w:r w:rsidRPr="00CE2951">
        <w:rPr>
          <w:color w:val="000000"/>
        </w:rPr>
        <w:t>Рекреационное значение лесов заключается в том, что:</w:t>
      </w:r>
    </w:p>
    <w:p w:rsidR="00427CF9" w:rsidRPr="00CE2951" w:rsidRDefault="00427CF9" w:rsidP="007C273D">
      <w:pPr>
        <w:shd w:val="clear" w:color="auto" w:fill="FFFFFF"/>
        <w:autoSpaceDE w:val="0"/>
        <w:rPr>
          <w:color w:val="008000"/>
        </w:rPr>
      </w:pPr>
      <w:r w:rsidRPr="003B12E5">
        <w:rPr>
          <w:color w:val="000000"/>
        </w:rPr>
        <w:t>а) леса используются как места отдыха людей;</w:t>
      </w:r>
      <w:r w:rsidRPr="00CE2951">
        <w:rPr>
          <w:color w:val="008000"/>
        </w:rPr>
        <w:t xml:space="preserve"> </w:t>
      </w:r>
    </w:p>
    <w:p w:rsidR="00427CF9" w:rsidRPr="00CE2951" w:rsidRDefault="00427CF9" w:rsidP="007C273D">
      <w:pPr>
        <w:shd w:val="clear" w:color="auto" w:fill="FFFFFF"/>
        <w:autoSpaceDE w:val="0"/>
        <w:rPr>
          <w:color w:val="000000"/>
        </w:rPr>
      </w:pPr>
      <w:r w:rsidRPr="00CE2951">
        <w:rPr>
          <w:color w:val="000000"/>
        </w:rPr>
        <w:t xml:space="preserve">б) леса служат для </w:t>
      </w:r>
      <w:r w:rsidRPr="0093102A">
        <w:t>накопления</w:t>
      </w:r>
      <w:r w:rsidRPr="00CE2951">
        <w:rPr>
          <w:color w:val="000000"/>
        </w:rPr>
        <w:t xml:space="preserve"> строительного материала;</w:t>
      </w:r>
    </w:p>
    <w:p w:rsidR="00427CF9" w:rsidRPr="00CE2951" w:rsidRDefault="00427CF9" w:rsidP="007C273D">
      <w:pPr>
        <w:shd w:val="clear" w:color="auto" w:fill="FFFFFF"/>
        <w:autoSpaceDE w:val="0"/>
        <w:rPr>
          <w:color w:val="000000"/>
        </w:rPr>
      </w:pPr>
      <w:r w:rsidRPr="00CE2951">
        <w:rPr>
          <w:color w:val="000000"/>
        </w:rPr>
        <w:t>в) леса используются для выпаса скота;</w:t>
      </w:r>
    </w:p>
    <w:p w:rsidR="00427CF9" w:rsidRPr="00CE2951" w:rsidRDefault="00427CF9" w:rsidP="007C273D">
      <w:pPr>
        <w:rPr>
          <w:color w:val="000000"/>
        </w:rPr>
      </w:pPr>
      <w:r w:rsidRPr="00CE2951">
        <w:rPr>
          <w:color w:val="000000"/>
        </w:rPr>
        <w:t xml:space="preserve">г) леса используются как защитные участки </w:t>
      </w:r>
      <w:r w:rsidRPr="0093102A">
        <w:t>по отношению к окружающим их</w:t>
      </w:r>
      <w:r w:rsidRPr="00CE2951">
        <w:rPr>
          <w:color w:val="000000"/>
        </w:rPr>
        <w:t xml:space="preserve"> полям.</w:t>
      </w:r>
      <w:r>
        <w:rPr>
          <w:color w:val="000000"/>
        </w:rPr>
        <w:t xml:space="preserve"> </w:t>
      </w:r>
    </w:p>
    <w:p w:rsidR="00427CF9" w:rsidRDefault="00427CF9" w:rsidP="00B27ED5"/>
    <w:p w:rsidR="00427CF9" w:rsidRPr="008629CC" w:rsidRDefault="00427CF9" w:rsidP="008629CC">
      <w:pPr>
        <w:shd w:val="clear" w:color="auto" w:fill="FFFFFF"/>
        <w:tabs>
          <w:tab w:val="left" w:pos="284"/>
        </w:tabs>
        <w:contextualSpacing/>
      </w:pPr>
      <w:r>
        <w:rPr>
          <w:spacing w:val="-14"/>
        </w:rPr>
        <w:t>30</w:t>
      </w:r>
      <w:r w:rsidRPr="008629CC">
        <w:rPr>
          <w:spacing w:val="-14"/>
        </w:rPr>
        <w:t>.</w:t>
      </w:r>
      <w:r w:rsidRPr="008629CC">
        <w:rPr>
          <w:spacing w:val="-1"/>
        </w:rPr>
        <w:t xml:space="preserve"> </w:t>
      </w:r>
      <w:r w:rsidRPr="008629CC">
        <w:t xml:space="preserve">Выберите биоценоз наиболее разнообразный по видовому составу: </w:t>
      </w:r>
    </w:p>
    <w:p w:rsidR="00427CF9" w:rsidRDefault="00427CF9" w:rsidP="008629CC">
      <w:pPr>
        <w:shd w:val="clear" w:color="auto" w:fill="FFFFFF"/>
        <w:tabs>
          <w:tab w:val="left" w:pos="284"/>
        </w:tabs>
        <w:contextualSpacing/>
      </w:pPr>
      <w:r>
        <w:t>а</w:t>
      </w:r>
      <w:r w:rsidRPr="00835F83">
        <w:t>) степь</w:t>
      </w:r>
      <w:r w:rsidRPr="00DE1411">
        <w:t>;</w:t>
      </w:r>
      <w:r>
        <w:t xml:space="preserve"> </w:t>
      </w:r>
    </w:p>
    <w:p w:rsidR="00427CF9" w:rsidRDefault="00427CF9" w:rsidP="008629CC">
      <w:pPr>
        <w:shd w:val="clear" w:color="auto" w:fill="FFFFFF"/>
        <w:tabs>
          <w:tab w:val="left" w:pos="284"/>
        </w:tabs>
        <w:contextualSpacing/>
      </w:pPr>
      <w:r>
        <w:t xml:space="preserve">б) </w:t>
      </w:r>
      <w:r w:rsidRPr="00835F83">
        <w:t>тропический лес;</w:t>
      </w:r>
      <w:r>
        <w:t xml:space="preserve"> </w:t>
      </w:r>
    </w:p>
    <w:p w:rsidR="00427CF9" w:rsidRDefault="00427CF9" w:rsidP="008629CC">
      <w:pPr>
        <w:shd w:val="clear" w:color="auto" w:fill="FFFFFF"/>
        <w:tabs>
          <w:tab w:val="left" w:pos="284"/>
        </w:tabs>
        <w:contextualSpacing/>
      </w:pPr>
      <w:r>
        <w:t>в)</w:t>
      </w:r>
      <w:r w:rsidRPr="00DE1411">
        <w:t xml:space="preserve"> луг;</w:t>
      </w:r>
    </w:p>
    <w:p w:rsidR="00427CF9" w:rsidRPr="00DE1411" w:rsidRDefault="00427CF9" w:rsidP="008629CC">
      <w:pPr>
        <w:shd w:val="clear" w:color="auto" w:fill="FFFFFF"/>
        <w:tabs>
          <w:tab w:val="left" w:pos="284"/>
        </w:tabs>
        <w:contextualSpacing/>
      </w:pPr>
      <w:r>
        <w:t>г)</w:t>
      </w:r>
      <w:r w:rsidRPr="00DE1411">
        <w:t xml:space="preserve"> широколиственный лес</w:t>
      </w:r>
      <w:r>
        <w:t xml:space="preserve">.     </w:t>
      </w:r>
    </w:p>
    <w:p w:rsidR="00427CF9" w:rsidRDefault="00427CF9" w:rsidP="00B27ED5"/>
    <w:p w:rsidR="00427CF9" w:rsidRDefault="00427CF9" w:rsidP="00B27ED5">
      <w:r>
        <w:t>31. Строительство плотины можно рассматривать как пример фактора:</w:t>
      </w:r>
    </w:p>
    <w:p w:rsidR="00427CF9" w:rsidRDefault="00427CF9" w:rsidP="00B27ED5">
      <w:r>
        <w:t>а) абиотического;</w:t>
      </w:r>
    </w:p>
    <w:p w:rsidR="00427CF9" w:rsidRDefault="00427CF9" w:rsidP="00B27ED5">
      <w:r>
        <w:t>б) биотического;</w:t>
      </w:r>
    </w:p>
    <w:p w:rsidR="00427CF9" w:rsidRDefault="00427CF9" w:rsidP="00B27ED5">
      <w:r>
        <w:t>в) антропогенного;</w:t>
      </w:r>
    </w:p>
    <w:p w:rsidR="00427CF9" w:rsidRDefault="00427CF9" w:rsidP="00B27ED5">
      <w:r>
        <w:t>г) вообще не экологического.</w:t>
      </w:r>
    </w:p>
    <w:p w:rsidR="00427CF9" w:rsidRDefault="00427CF9" w:rsidP="00B27ED5"/>
    <w:p w:rsidR="00427CF9" w:rsidRDefault="00427CF9" w:rsidP="00B27ED5">
      <w:r>
        <w:t>32. Некоторые грибы растут на корнях определенных деревьев. Такой тип взаимоотношений называется:</w:t>
      </w:r>
    </w:p>
    <w:p w:rsidR="00427CF9" w:rsidRDefault="00427CF9" w:rsidP="00B27ED5">
      <w:r>
        <w:t>а) паразитизмом;</w:t>
      </w:r>
    </w:p>
    <w:p w:rsidR="00427CF9" w:rsidRDefault="00427CF9" w:rsidP="00B27ED5">
      <w:r>
        <w:t>б) комменсализмом;</w:t>
      </w:r>
    </w:p>
    <w:p w:rsidR="00427CF9" w:rsidRDefault="00427CF9" w:rsidP="00B27ED5">
      <w:r>
        <w:t>в) симбиозом;</w:t>
      </w:r>
    </w:p>
    <w:p w:rsidR="00427CF9" w:rsidRDefault="00427CF9" w:rsidP="00B27ED5">
      <w:r>
        <w:t>г) сапрофитизмом.</w:t>
      </w:r>
    </w:p>
    <w:p w:rsidR="00427CF9" w:rsidRDefault="00427CF9" w:rsidP="00B27ED5"/>
    <w:p w:rsidR="00427CF9" w:rsidRDefault="00427CF9" w:rsidP="00B27ED5">
      <w:r>
        <w:t>33. Можно считать, что львы и тигры находятся на одном и том же трофическом уровне, потому что и те и другие:</w:t>
      </w:r>
    </w:p>
    <w:p w:rsidR="00427CF9" w:rsidRDefault="00427CF9" w:rsidP="00B27ED5">
      <w:r>
        <w:t>а) поедают растительноядных животных;</w:t>
      </w:r>
    </w:p>
    <w:p w:rsidR="00427CF9" w:rsidRDefault="00427CF9" w:rsidP="00B27ED5">
      <w:r>
        <w:t>б) живут в сходных местообитаниях;</w:t>
      </w:r>
    </w:p>
    <w:p w:rsidR="00427CF9" w:rsidRDefault="00427CF9" w:rsidP="00B27ED5">
      <w:r>
        <w:t>в) имеют примерно одинаковые размеры;</w:t>
      </w:r>
    </w:p>
    <w:p w:rsidR="00427CF9" w:rsidRDefault="00427CF9" w:rsidP="00B27ED5">
      <w:r>
        <w:t>г) имеют разнообразную кормовую базу.</w:t>
      </w:r>
    </w:p>
    <w:p w:rsidR="00427CF9" w:rsidRDefault="00427CF9" w:rsidP="00B27ED5">
      <w:r>
        <w:t>34. Бактерицидными свойствами обладают:</w:t>
      </w:r>
    </w:p>
    <w:p w:rsidR="00427CF9" w:rsidRDefault="00427CF9" w:rsidP="00B27ED5">
      <w:r>
        <w:t>а) лук, хлеб;</w:t>
      </w:r>
    </w:p>
    <w:p w:rsidR="00427CF9" w:rsidRDefault="00427CF9" w:rsidP="00B27ED5">
      <w:r>
        <w:t>б) чеснок, клюква;</w:t>
      </w:r>
    </w:p>
    <w:p w:rsidR="00427CF9" w:rsidRDefault="00427CF9" w:rsidP="00B27ED5">
      <w:r>
        <w:t>в) гранаты, мясо;</w:t>
      </w:r>
    </w:p>
    <w:p w:rsidR="00427CF9" w:rsidRDefault="00427CF9" w:rsidP="00B27ED5">
      <w:r>
        <w:t>г) рыба, яблоки.</w:t>
      </w:r>
    </w:p>
    <w:p w:rsidR="00427CF9" w:rsidRDefault="00427CF9" w:rsidP="00B27ED5"/>
    <w:p w:rsidR="00427CF9" w:rsidRDefault="00427CF9" w:rsidP="00B27ED5">
      <w:r>
        <w:t>35. Самым эффективным действием отдельного человека по улучшению экологических условий может быть:</w:t>
      </w:r>
    </w:p>
    <w:p w:rsidR="00427CF9" w:rsidRDefault="00427CF9" w:rsidP="00B27ED5">
      <w:r>
        <w:t>а) повторное использование стеклотары;</w:t>
      </w:r>
    </w:p>
    <w:p w:rsidR="00427CF9" w:rsidRDefault="00427CF9" w:rsidP="00B27ED5">
      <w:r>
        <w:t>б) вегетарианское питание,</w:t>
      </w:r>
    </w:p>
    <w:p w:rsidR="00427CF9" w:rsidRDefault="00427CF9" w:rsidP="00B27ED5">
      <w:r>
        <w:t>в) езда на велосипеде вместо использования автотранспорта;</w:t>
      </w:r>
    </w:p>
    <w:p w:rsidR="00427CF9" w:rsidRDefault="00427CF9" w:rsidP="00B27ED5">
      <w:r>
        <w:t>г) активное участие в борьбе за принятие и выполнение законов по охране окружающей среды.</w:t>
      </w:r>
    </w:p>
    <w:p w:rsidR="00427CF9" w:rsidRDefault="00427CF9" w:rsidP="00B27ED5"/>
    <w:p w:rsidR="00427CF9" w:rsidRDefault="00427CF9" w:rsidP="008629CC">
      <w:pPr>
        <w:tabs>
          <w:tab w:val="left" w:pos="5900"/>
        </w:tabs>
      </w:pPr>
      <w:r>
        <w:t>36</w:t>
      </w:r>
      <w:r w:rsidRPr="008629CC">
        <w:t xml:space="preserve">.  </w:t>
      </w:r>
      <w:r>
        <w:t>Растения, нежелательные на территориях, используемых человеком в его хозяйственной деятельности  . . .</w:t>
      </w:r>
    </w:p>
    <w:p w:rsidR="00427CF9" w:rsidRDefault="00427CF9" w:rsidP="008629CC">
      <w:pPr>
        <w:tabs>
          <w:tab w:val="left" w:pos="5900"/>
        </w:tabs>
      </w:pPr>
    </w:p>
    <w:p w:rsidR="00427CF9" w:rsidRDefault="00427CF9" w:rsidP="008629CC">
      <w:pPr>
        <w:tabs>
          <w:tab w:val="left" w:pos="5900"/>
        </w:tabs>
      </w:pPr>
      <w:r>
        <w:t>37. Добыча или уничтожение диких животных, ловля рыбы с нарушением порядка, установленного действующим законодательством и правилами, называется . . .</w:t>
      </w:r>
    </w:p>
    <w:p w:rsidR="00427CF9" w:rsidRDefault="00427CF9" w:rsidP="008629CC">
      <w:pPr>
        <w:tabs>
          <w:tab w:val="left" w:pos="5900"/>
        </w:tabs>
      </w:pPr>
    </w:p>
    <w:p w:rsidR="00427CF9" w:rsidRDefault="00427CF9" w:rsidP="008629CC">
      <w:pPr>
        <w:tabs>
          <w:tab w:val="left" w:pos="5900"/>
        </w:tabs>
      </w:pPr>
      <w:r>
        <w:t xml:space="preserve">38. </w:t>
      </w:r>
      <w:r w:rsidRPr="008629CC">
        <w:t>Совокупность живых организмов, обитающих на дне или в грунте водоемов,</w:t>
      </w:r>
    </w:p>
    <w:p w:rsidR="00427CF9" w:rsidRDefault="00427CF9" w:rsidP="008629CC">
      <w:pPr>
        <w:tabs>
          <w:tab w:val="left" w:pos="5900"/>
        </w:tabs>
      </w:pPr>
      <w:r w:rsidRPr="008629CC">
        <w:t>называют</w:t>
      </w:r>
      <w:r>
        <w:t xml:space="preserve"> . . .</w:t>
      </w:r>
    </w:p>
    <w:p w:rsidR="00427CF9" w:rsidRDefault="00427CF9" w:rsidP="008629CC">
      <w:pPr>
        <w:tabs>
          <w:tab w:val="left" w:pos="5900"/>
        </w:tabs>
      </w:pPr>
    </w:p>
    <w:p w:rsidR="00427CF9" w:rsidRDefault="00427CF9" w:rsidP="008629CC">
      <w:pPr>
        <w:tabs>
          <w:tab w:val="left" w:pos="5900"/>
        </w:tabs>
      </w:pPr>
      <w:r>
        <w:t xml:space="preserve">39. </w:t>
      </w:r>
      <w:r w:rsidRPr="009C2B56">
        <w:t>Территория, на которой запрещены отдельные формы хозяйственной деятельности с целью сохранения отдельных биологических видов или биогеоценозов в целом, называется</w:t>
      </w:r>
      <w:r>
        <w:t xml:space="preserve"> . . .</w:t>
      </w:r>
    </w:p>
    <w:p w:rsidR="00427CF9" w:rsidRDefault="00427CF9" w:rsidP="008629CC">
      <w:pPr>
        <w:tabs>
          <w:tab w:val="left" w:pos="5900"/>
        </w:tabs>
      </w:pPr>
    </w:p>
    <w:p w:rsidR="00427CF9" w:rsidRDefault="00427CF9" w:rsidP="001F1E74">
      <w:r>
        <w:t>40. Система мероприятий для сохранения видов и среды их обитания, экосистем, недр – это . . .</w:t>
      </w:r>
    </w:p>
    <w:p w:rsidR="00427CF9" w:rsidRDefault="00427CF9" w:rsidP="008629CC">
      <w:pPr>
        <w:tabs>
          <w:tab w:val="left" w:pos="5900"/>
        </w:tabs>
      </w:pPr>
    </w:p>
    <w:p w:rsidR="00427CF9" w:rsidRDefault="00427CF9" w:rsidP="008629CC">
      <w:pPr>
        <w:tabs>
          <w:tab w:val="left" w:pos="5900"/>
        </w:tabs>
      </w:pPr>
    </w:p>
    <w:p w:rsidR="00427CF9" w:rsidRDefault="00427CF9" w:rsidP="008629CC">
      <w:pPr>
        <w:tabs>
          <w:tab w:val="left" w:pos="5900"/>
        </w:tabs>
      </w:pPr>
    </w:p>
    <w:p w:rsidR="00427CF9" w:rsidRDefault="00427CF9" w:rsidP="008629CC">
      <w:pPr>
        <w:tabs>
          <w:tab w:val="left" w:pos="5900"/>
        </w:tabs>
      </w:pPr>
    </w:p>
    <w:p w:rsidR="00427CF9" w:rsidRDefault="00427CF9" w:rsidP="00B27ED5"/>
    <w:p w:rsidR="00427CF9" w:rsidRDefault="00427CF9" w:rsidP="00B27ED5"/>
    <w:p w:rsidR="00427CF9" w:rsidRDefault="00427CF9" w:rsidP="00B27ED5"/>
    <w:p w:rsidR="00427CF9" w:rsidRDefault="00427CF9" w:rsidP="00B27ED5"/>
    <w:p w:rsidR="00427CF9" w:rsidRDefault="00427CF9" w:rsidP="00B27ED5"/>
    <w:p w:rsidR="00427CF9" w:rsidRDefault="00427CF9" w:rsidP="00B27ED5"/>
    <w:p w:rsidR="00427CF9" w:rsidRDefault="00427CF9" w:rsidP="00B27ED5"/>
    <w:p w:rsidR="00427CF9" w:rsidRDefault="00427CF9" w:rsidP="00B27ED5"/>
    <w:p w:rsidR="00427CF9" w:rsidRDefault="00427CF9" w:rsidP="00B27ED5"/>
    <w:p w:rsidR="00427CF9" w:rsidRDefault="00427CF9" w:rsidP="00B27ED5"/>
    <w:p w:rsidR="00427CF9" w:rsidRDefault="00427CF9" w:rsidP="00B27ED5"/>
    <w:p w:rsidR="00427CF9" w:rsidRDefault="00427CF9" w:rsidP="00B27ED5"/>
    <w:p w:rsidR="00427CF9" w:rsidRDefault="00427CF9" w:rsidP="00B27ED5"/>
    <w:p w:rsidR="00427CF9" w:rsidRDefault="00427CF9" w:rsidP="00B27ED5"/>
    <w:p w:rsidR="00427CF9" w:rsidRDefault="00427CF9" w:rsidP="00B27ED5"/>
    <w:p w:rsidR="00427CF9" w:rsidRDefault="00427CF9" w:rsidP="00B27ED5"/>
    <w:p w:rsidR="00427CF9" w:rsidRDefault="00427CF9" w:rsidP="00B27ED5"/>
    <w:p w:rsidR="00427CF9" w:rsidRDefault="00427CF9" w:rsidP="00B27ED5"/>
    <w:p w:rsidR="00427CF9" w:rsidRDefault="00427CF9" w:rsidP="00B27ED5"/>
    <w:p w:rsidR="00427CF9" w:rsidRDefault="00427CF9" w:rsidP="00B27ED5"/>
    <w:p w:rsidR="00427CF9" w:rsidRDefault="00427CF9" w:rsidP="001640D0">
      <w:pPr>
        <w:jc w:val="center"/>
        <w:rPr>
          <w:color w:val="000000"/>
        </w:rPr>
      </w:pPr>
      <w:r>
        <w:rPr>
          <w:color w:val="000000"/>
        </w:rPr>
        <w:t>ШИФР______________</w:t>
      </w:r>
    </w:p>
    <w:p w:rsidR="00427CF9" w:rsidRDefault="00427CF9" w:rsidP="001640D0">
      <w:pPr>
        <w:jc w:val="center"/>
        <w:rPr>
          <w:color w:val="000000"/>
        </w:rPr>
      </w:pPr>
    </w:p>
    <w:p w:rsidR="00427CF9" w:rsidRDefault="00427CF9" w:rsidP="001640D0">
      <w:pPr>
        <w:jc w:val="center"/>
        <w:rPr>
          <w:color w:val="000000"/>
        </w:rPr>
      </w:pPr>
      <w:r>
        <w:rPr>
          <w:color w:val="000000"/>
        </w:rPr>
        <w:t>Бланк ответов к заданиям по экологии для 7 классов</w:t>
      </w:r>
    </w:p>
    <w:p w:rsidR="00427CF9" w:rsidRDefault="00427CF9" w:rsidP="001640D0">
      <w:pPr>
        <w:jc w:val="center"/>
        <w:rPr>
          <w:color w:val="000000"/>
        </w:rPr>
      </w:pPr>
      <w:r>
        <w:rPr>
          <w:color w:val="000000"/>
        </w:rPr>
        <w:t>муниципального этапа Всероссийской олимпиады по экологии</w:t>
      </w:r>
    </w:p>
    <w:p w:rsidR="00427CF9" w:rsidRDefault="00427CF9" w:rsidP="001640D0">
      <w:pPr>
        <w:jc w:val="center"/>
        <w:rPr>
          <w:color w:val="000000"/>
        </w:rPr>
      </w:pPr>
    </w:p>
    <w:p w:rsidR="00427CF9" w:rsidRDefault="00427CF9" w:rsidP="001640D0">
      <w:pPr>
        <w:jc w:val="center"/>
        <w:rPr>
          <w:color w:val="00000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3260"/>
        <w:gridCol w:w="1134"/>
        <w:gridCol w:w="3402"/>
      </w:tblGrid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№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Ответ</w:t>
            </w: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№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Ответ</w:t>
            </w: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1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21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2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22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3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23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4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24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5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25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6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26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7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27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8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28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9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29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10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30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11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31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12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32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13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33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14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34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15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35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16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36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17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37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18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38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19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39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  <w:tr w:rsidR="00427CF9" w:rsidTr="005B2D1D">
        <w:tc>
          <w:tcPr>
            <w:tcW w:w="993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20</w:t>
            </w:r>
          </w:p>
        </w:tc>
        <w:tc>
          <w:tcPr>
            <w:tcW w:w="3260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  <w:r w:rsidRPr="005B2D1D">
              <w:rPr>
                <w:color w:val="000000"/>
              </w:rPr>
              <w:t>40</w:t>
            </w:r>
          </w:p>
        </w:tc>
        <w:tc>
          <w:tcPr>
            <w:tcW w:w="3402" w:type="dxa"/>
          </w:tcPr>
          <w:p w:rsidR="00427CF9" w:rsidRPr="005B2D1D" w:rsidRDefault="00427CF9" w:rsidP="005B2D1D">
            <w:pPr>
              <w:jc w:val="center"/>
              <w:rPr>
                <w:color w:val="000000"/>
              </w:rPr>
            </w:pPr>
          </w:p>
        </w:tc>
      </w:tr>
    </w:tbl>
    <w:p w:rsidR="00427CF9" w:rsidRDefault="00427CF9" w:rsidP="001640D0">
      <w:pPr>
        <w:jc w:val="center"/>
        <w:rPr>
          <w:b/>
        </w:rPr>
      </w:pPr>
    </w:p>
    <w:p w:rsidR="00427CF9" w:rsidRDefault="00427CF9" w:rsidP="001640D0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Default="00427CF9" w:rsidP="00A2658D">
      <w:pPr>
        <w:jc w:val="center"/>
        <w:rPr>
          <w:b/>
        </w:rPr>
      </w:pPr>
    </w:p>
    <w:p w:rsidR="00427CF9" w:rsidRPr="00857A09" w:rsidRDefault="00427CF9" w:rsidP="00A2658D">
      <w:pPr>
        <w:jc w:val="center"/>
        <w:rPr>
          <w:b/>
        </w:rPr>
      </w:pPr>
      <w:bookmarkStart w:id="0" w:name="_GoBack"/>
      <w:bookmarkEnd w:id="0"/>
      <w:r w:rsidRPr="00857A09">
        <w:rPr>
          <w:b/>
        </w:rPr>
        <w:t>Всероссийская олимпиада школьников 201</w:t>
      </w:r>
      <w:r>
        <w:rPr>
          <w:b/>
        </w:rPr>
        <w:t>3</w:t>
      </w:r>
      <w:r w:rsidRPr="00857A09">
        <w:rPr>
          <w:b/>
        </w:rPr>
        <w:t>.</w:t>
      </w:r>
    </w:p>
    <w:p w:rsidR="00427CF9" w:rsidRPr="00857A09" w:rsidRDefault="00427CF9" w:rsidP="00A2658D">
      <w:pPr>
        <w:jc w:val="center"/>
        <w:rPr>
          <w:b/>
        </w:rPr>
      </w:pPr>
      <w:r>
        <w:rPr>
          <w:b/>
        </w:rPr>
        <w:t xml:space="preserve">Муниципальный </w:t>
      </w:r>
      <w:r w:rsidRPr="00857A09">
        <w:rPr>
          <w:b/>
        </w:rPr>
        <w:t>этап. Экология.</w:t>
      </w:r>
    </w:p>
    <w:p w:rsidR="00427CF9" w:rsidRPr="00857A09" w:rsidRDefault="00427CF9" w:rsidP="00A2658D">
      <w:pPr>
        <w:jc w:val="center"/>
        <w:rPr>
          <w:b/>
        </w:rPr>
      </w:pPr>
      <w:r w:rsidRPr="00857A09">
        <w:rPr>
          <w:b/>
        </w:rPr>
        <w:t>7 классы</w:t>
      </w:r>
    </w:p>
    <w:p w:rsidR="00427CF9" w:rsidRPr="00A2390C" w:rsidRDefault="00427CF9" w:rsidP="00A2658D">
      <w:pPr>
        <w:jc w:val="center"/>
        <w:rPr>
          <w:b/>
        </w:rPr>
      </w:pPr>
      <w:r w:rsidRPr="00A2390C">
        <w:rPr>
          <w:b/>
        </w:rPr>
        <w:t>БЛАНК ОТВЕТОВ</w:t>
      </w:r>
    </w:p>
    <w:p w:rsidR="00427CF9" w:rsidRDefault="00427CF9" w:rsidP="00A2658D">
      <w:pPr>
        <w:jc w:val="center"/>
      </w:pPr>
    </w:p>
    <w:p w:rsidR="00427CF9" w:rsidRDefault="00427CF9" w:rsidP="00A2658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2"/>
        <w:gridCol w:w="3445"/>
        <w:gridCol w:w="851"/>
        <w:gridCol w:w="3685"/>
      </w:tblGrid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1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а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21</w:t>
            </w:r>
          </w:p>
        </w:tc>
        <w:tc>
          <w:tcPr>
            <w:tcW w:w="3685" w:type="dxa"/>
          </w:tcPr>
          <w:p w:rsidR="00427CF9" w:rsidRDefault="00427CF9" w:rsidP="00A0483B">
            <w:pPr>
              <w:jc w:val="center"/>
            </w:pPr>
            <w:r>
              <w:t>б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2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г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22</w:t>
            </w:r>
          </w:p>
        </w:tc>
        <w:tc>
          <w:tcPr>
            <w:tcW w:w="3685" w:type="dxa"/>
          </w:tcPr>
          <w:p w:rsidR="00427CF9" w:rsidRDefault="00427CF9" w:rsidP="00A0483B">
            <w:pPr>
              <w:jc w:val="center"/>
            </w:pPr>
            <w:r>
              <w:t>а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3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а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23</w:t>
            </w:r>
          </w:p>
        </w:tc>
        <w:tc>
          <w:tcPr>
            <w:tcW w:w="3685" w:type="dxa"/>
          </w:tcPr>
          <w:p w:rsidR="00427CF9" w:rsidRDefault="00427CF9" w:rsidP="00A0483B">
            <w:pPr>
              <w:jc w:val="center"/>
            </w:pPr>
            <w:r>
              <w:t>в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4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в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24</w:t>
            </w:r>
          </w:p>
        </w:tc>
        <w:tc>
          <w:tcPr>
            <w:tcW w:w="3685" w:type="dxa"/>
          </w:tcPr>
          <w:p w:rsidR="00427CF9" w:rsidRDefault="00427CF9" w:rsidP="00A0483B">
            <w:pPr>
              <w:jc w:val="center"/>
            </w:pPr>
            <w:r>
              <w:t>г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5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г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25</w:t>
            </w:r>
          </w:p>
        </w:tc>
        <w:tc>
          <w:tcPr>
            <w:tcW w:w="3685" w:type="dxa"/>
          </w:tcPr>
          <w:p w:rsidR="00427CF9" w:rsidRDefault="00427CF9" w:rsidP="00A0483B">
            <w:pPr>
              <w:jc w:val="center"/>
            </w:pPr>
            <w:r>
              <w:t>в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6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б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26</w:t>
            </w:r>
          </w:p>
        </w:tc>
        <w:tc>
          <w:tcPr>
            <w:tcW w:w="3685" w:type="dxa"/>
          </w:tcPr>
          <w:p w:rsidR="00427CF9" w:rsidRDefault="00427CF9" w:rsidP="00A0483B">
            <w:pPr>
              <w:jc w:val="center"/>
            </w:pPr>
            <w:r>
              <w:t>а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7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в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27</w:t>
            </w:r>
          </w:p>
        </w:tc>
        <w:tc>
          <w:tcPr>
            <w:tcW w:w="3685" w:type="dxa"/>
          </w:tcPr>
          <w:p w:rsidR="00427CF9" w:rsidRDefault="00427CF9" w:rsidP="00A0483B">
            <w:pPr>
              <w:jc w:val="center"/>
            </w:pPr>
            <w:r>
              <w:t>б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8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в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28</w:t>
            </w:r>
          </w:p>
        </w:tc>
        <w:tc>
          <w:tcPr>
            <w:tcW w:w="3685" w:type="dxa"/>
          </w:tcPr>
          <w:p w:rsidR="00427CF9" w:rsidRDefault="00427CF9" w:rsidP="00A0483B">
            <w:pPr>
              <w:jc w:val="center"/>
            </w:pPr>
            <w:r>
              <w:t>г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9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г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29</w:t>
            </w:r>
          </w:p>
        </w:tc>
        <w:tc>
          <w:tcPr>
            <w:tcW w:w="3685" w:type="dxa"/>
          </w:tcPr>
          <w:p w:rsidR="00427CF9" w:rsidRDefault="00427CF9" w:rsidP="00A0483B">
            <w:pPr>
              <w:jc w:val="center"/>
            </w:pPr>
            <w:r>
              <w:t>а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10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б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427CF9" w:rsidRDefault="00427CF9" w:rsidP="00A0483B">
            <w:pPr>
              <w:jc w:val="center"/>
            </w:pPr>
            <w:r>
              <w:t>б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11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в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31</w:t>
            </w:r>
          </w:p>
        </w:tc>
        <w:tc>
          <w:tcPr>
            <w:tcW w:w="3685" w:type="dxa"/>
          </w:tcPr>
          <w:p w:rsidR="00427CF9" w:rsidRDefault="00427CF9" w:rsidP="00A0483B">
            <w:pPr>
              <w:jc w:val="center"/>
            </w:pPr>
            <w:r>
              <w:t>в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12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б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32</w:t>
            </w:r>
          </w:p>
        </w:tc>
        <w:tc>
          <w:tcPr>
            <w:tcW w:w="3685" w:type="dxa"/>
          </w:tcPr>
          <w:p w:rsidR="00427CF9" w:rsidRDefault="00427CF9" w:rsidP="00A0483B">
            <w:pPr>
              <w:jc w:val="center"/>
            </w:pPr>
            <w:r>
              <w:t>в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13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б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33</w:t>
            </w:r>
          </w:p>
        </w:tc>
        <w:tc>
          <w:tcPr>
            <w:tcW w:w="3685" w:type="dxa"/>
          </w:tcPr>
          <w:p w:rsidR="00427CF9" w:rsidRDefault="00427CF9" w:rsidP="00A0483B">
            <w:pPr>
              <w:jc w:val="center"/>
            </w:pPr>
            <w:r>
              <w:t>а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14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б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34</w:t>
            </w:r>
          </w:p>
        </w:tc>
        <w:tc>
          <w:tcPr>
            <w:tcW w:w="3685" w:type="dxa"/>
          </w:tcPr>
          <w:p w:rsidR="00427CF9" w:rsidRDefault="00427CF9" w:rsidP="00A0483B">
            <w:pPr>
              <w:jc w:val="center"/>
            </w:pPr>
            <w:r>
              <w:t>б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15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в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35</w:t>
            </w:r>
          </w:p>
        </w:tc>
        <w:tc>
          <w:tcPr>
            <w:tcW w:w="3685" w:type="dxa"/>
          </w:tcPr>
          <w:p w:rsidR="00427CF9" w:rsidRDefault="00427CF9" w:rsidP="00A0483B">
            <w:pPr>
              <w:jc w:val="center"/>
            </w:pPr>
            <w:r>
              <w:t>г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16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г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36</w:t>
            </w:r>
          </w:p>
        </w:tc>
        <w:tc>
          <w:tcPr>
            <w:tcW w:w="3685" w:type="dxa"/>
          </w:tcPr>
          <w:p w:rsidR="00427CF9" w:rsidRDefault="00427CF9" w:rsidP="00607FF3">
            <w:pPr>
              <w:jc w:val="center"/>
            </w:pPr>
            <w:r>
              <w:t>сорные растения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17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а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37</w:t>
            </w:r>
          </w:p>
        </w:tc>
        <w:tc>
          <w:tcPr>
            <w:tcW w:w="3685" w:type="dxa"/>
          </w:tcPr>
          <w:p w:rsidR="00427CF9" w:rsidRDefault="00427CF9" w:rsidP="00607FF3">
            <w:pPr>
              <w:jc w:val="center"/>
            </w:pPr>
            <w:r>
              <w:t>браконьерство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18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в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38</w:t>
            </w:r>
          </w:p>
        </w:tc>
        <w:tc>
          <w:tcPr>
            <w:tcW w:w="3685" w:type="dxa"/>
          </w:tcPr>
          <w:p w:rsidR="00427CF9" w:rsidRDefault="00427CF9" w:rsidP="00607FF3">
            <w:pPr>
              <w:jc w:val="center"/>
            </w:pPr>
            <w:r>
              <w:t>бентос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19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б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39</w:t>
            </w:r>
          </w:p>
        </w:tc>
        <w:tc>
          <w:tcPr>
            <w:tcW w:w="3685" w:type="dxa"/>
          </w:tcPr>
          <w:p w:rsidR="00427CF9" w:rsidRDefault="00427CF9" w:rsidP="00607FF3">
            <w:pPr>
              <w:jc w:val="center"/>
            </w:pPr>
            <w:r>
              <w:t>заказник</w:t>
            </w:r>
          </w:p>
        </w:tc>
      </w:tr>
      <w:tr w:rsidR="00427CF9" w:rsidTr="00A2658D">
        <w:tc>
          <w:tcPr>
            <w:tcW w:w="632" w:type="dxa"/>
          </w:tcPr>
          <w:p w:rsidR="00427CF9" w:rsidRDefault="00427CF9" w:rsidP="00A0483B">
            <w:pPr>
              <w:jc w:val="center"/>
            </w:pPr>
            <w:r>
              <w:t>20</w:t>
            </w:r>
          </w:p>
        </w:tc>
        <w:tc>
          <w:tcPr>
            <w:tcW w:w="3445" w:type="dxa"/>
          </w:tcPr>
          <w:p w:rsidR="00427CF9" w:rsidRDefault="00427CF9" w:rsidP="00A0483B">
            <w:pPr>
              <w:jc w:val="center"/>
            </w:pPr>
            <w:r>
              <w:t>б</w:t>
            </w:r>
          </w:p>
        </w:tc>
        <w:tc>
          <w:tcPr>
            <w:tcW w:w="851" w:type="dxa"/>
          </w:tcPr>
          <w:p w:rsidR="00427CF9" w:rsidRDefault="00427CF9" w:rsidP="00A0483B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427CF9" w:rsidRDefault="00427CF9" w:rsidP="001F1E74">
            <w:pPr>
              <w:jc w:val="center"/>
            </w:pPr>
            <w:r>
              <w:t>охрана природы</w:t>
            </w:r>
          </w:p>
        </w:tc>
      </w:tr>
    </w:tbl>
    <w:p w:rsidR="00427CF9" w:rsidRDefault="00427CF9" w:rsidP="00A2658D"/>
    <w:p w:rsidR="00427CF9" w:rsidRDefault="00427CF9" w:rsidP="00A2658D"/>
    <w:p w:rsidR="00427CF9" w:rsidRDefault="00427CF9" w:rsidP="00A2658D"/>
    <w:p w:rsidR="00427CF9" w:rsidRPr="00DE5320" w:rsidRDefault="00427CF9" w:rsidP="00B27ED5"/>
    <w:sectPr w:rsidR="00427CF9" w:rsidRPr="00DE5320" w:rsidSect="00E64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A2E18"/>
    <w:multiLevelType w:val="singleLevel"/>
    <w:tmpl w:val="0D2EED96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">
    <w:nsid w:val="60E44FE5"/>
    <w:multiLevelType w:val="hybridMultilevel"/>
    <w:tmpl w:val="DB5CE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947"/>
    <w:rsid w:val="00051726"/>
    <w:rsid w:val="00072CF6"/>
    <w:rsid w:val="000B37ED"/>
    <w:rsid w:val="0016156F"/>
    <w:rsid w:val="001640D0"/>
    <w:rsid w:val="00167B92"/>
    <w:rsid w:val="001F1E74"/>
    <w:rsid w:val="002D20A9"/>
    <w:rsid w:val="00354A98"/>
    <w:rsid w:val="003B12E5"/>
    <w:rsid w:val="003F6640"/>
    <w:rsid w:val="00427CF9"/>
    <w:rsid w:val="00457771"/>
    <w:rsid w:val="00562F13"/>
    <w:rsid w:val="005B2D1D"/>
    <w:rsid w:val="005F1802"/>
    <w:rsid w:val="005F2A3E"/>
    <w:rsid w:val="00607FF3"/>
    <w:rsid w:val="00676ACA"/>
    <w:rsid w:val="006B540E"/>
    <w:rsid w:val="007530B1"/>
    <w:rsid w:val="00785EB7"/>
    <w:rsid w:val="007C273D"/>
    <w:rsid w:val="00835F83"/>
    <w:rsid w:val="00855947"/>
    <w:rsid w:val="00857A09"/>
    <w:rsid w:val="008629CC"/>
    <w:rsid w:val="00872F88"/>
    <w:rsid w:val="00877FF0"/>
    <w:rsid w:val="008E6C54"/>
    <w:rsid w:val="0093102A"/>
    <w:rsid w:val="009778C5"/>
    <w:rsid w:val="009C2B56"/>
    <w:rsid w:val="00A0483B"/>
    <w:rsid w:val="00A2390C"/>
    <w:rsid w:val="00A2658D"/>
    <w:rsid w:val="00AF19EB"/>
    <w:rsid w:val="00B27ED5"/>
    <w:rsid w:val="00B545CD"/>
    <w:rsid w:val="00B60B6A"/>
    <w:rsid w:val="00C54A43"/>
    <w:rsid w:val="00CE2951"/>
    <w:rsid w:val="00D943F5"/>
    <w:rsid w:val="00D96696"/>
    <w:rsid w:val="00D9754D"/>
    <w:rsid w:val="00DE1411"/>
    <w:rsid w:val="00DE5320"/>
    <w:rsid w:val="00E11F96"/>
    <w:rsid w:val="00E64F65"/>
    <w:rsid w:val="00EA7EBA"/>
    <w:rsid w:val="00F94193"/>
    <w:rsid w:val="00FC6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7E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78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78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78C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778C5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9778C5"/>
    <w:pPr>
      <w:spacing w:line="360" w:lineRule="auto"/>
      <w:ind w:firstLine="709"/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9778C5"/>
    <w:rPr>
      <w:rFonts w:cs="Times New Roman"/>
      <w:b/>
      <w:bCs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B27ED5"/>
    <w:rPr>
      <w:rFonts w:ascii="Calibri" w:hAnsi="Calibri"/>
      <w:lang w:eastAsia="en-US"/>
    </w:rPr>
  </w:style>
  <w:style w:type="table" w:styleId="TableGrid">
    <w:name w:val="Table Grid"/>
    <w:basedOn w:val="TableNormal"/>
    <w:uiPriority w:val="99"/>
    <w:rsid w:val="001640D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266</TotalTime>
  <Pages>7</Pages>
  <Words>1240</Words>
  <Characters>7069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22</cp:revision>
  <dcterms:created xsi:type="dcterms:W3CDTF">2013-10-17T10:09:00Z</dcterms:created>
  <dcterms:modified xsi:type="dcterms:W3CDTF">2013-12-03T09:15:00Z</dcterms:modified>
</cp:coreProperties>
</file>