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>Тестовые задания</w:t>
      </w:r>
    </w:p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>Олимпиады школьников по технологии</w:t>
      </w:r>
    </w:p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>2013/2014 уч. год</w:t>
      </w:r>
    </w:p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</w:p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>Раздел «Культура дома и декоративно-прикладное творчество»</w:t>
      </w:r>
    </w:p>
    <w:p w:rsidR="00E94A7B" w:rsidRPr="000158DB" w:rsidRDefault="00E94A7B" w:rsidP="00040614">
      <w:pPr>
        <w:pStyle w:val="Heading1"/>
        <w:rPr>
          <w:sz w:val="22"/>
          <w:szCs w:val="22"/>
        </w:rPr>
      </w:pPr>
      <w:r w:rsidRPr="000158DB">
        <w:rPr>
          <w:sz w:val="22"/>
          <w:szCs w:val="22"/>
        </w:rPr>
        <w:t>10-11 класс</w:t>
      </w:r>
    </w:p>
    <w:p w:rsidR="00E94A7B" w:rsidRPr="000158DB" w:rsidRDefault="00E94A7B" w:rsidP="00040614">
      <w:pPr>
        <w:pStyle w:val="Heading2"/>
        <w:rPr>
          <w:sz w:val="22"/>
          <w:szCs w:val="22"/>
        </w:rPr>
      </w:pPr>
    </w:p>
    <w:p w:rsidR="00E94A7B" w:rsidRPr="000158DB" w:rsidRDefault="00E94A7B" w:rsidP="00040614">
      <w:pPr>
        <w:pStyle w:val="Heading2"/>
        <w:rPr>
          <w:sz w:val="22"/>
          <w:szCs w:val="22"/>
        </w:rPr>
      </w:pPr>
      <w:r w:rsidRPr="000158DB">
        <w:rPr>
          <w:sz w:val="22"/>
          <w:szCs w:val="22"/>
        </w:rPr>
        <w:t>Кулинария</w:t>
      </w:r>
    </w:p>
    <w:p w:rsidR="00E94A7B" w:rsidRPr="000158DB" w:rsidRDefault="00E94A7B" w:rsidP="002F1AF8">
      <w:pPr>
        <w:jc w:val="both"/>
        <w:rPr>
          <w:i/>
          <w:iCs/>
          <w:sz w:val="22"/>
          <w:szCs w:val="22"/>
        </w:rPr>
      </w:pPr>
      <w:r w:rsidRPr="000158DB">
        <w:rPr>
          <w:sz w:val="22"/>
          <w:szCs w:val="22"/>
        </w:rPr>
        <w:t xml:space="preserve">Инструкция: </w:t>
      </w:r>
      <w:r w:rsidRPr="000158DB">
        <w:rPr>
          <w:i/>
          <w:iCs/>
          <w:sz w:val="22"/>
          <w:szCs w:val="22"/>
        </w:rPr>
        <w:t>Отметьте знаком «+» правильный ответ</w:t>
      </w:r>
    </w:p>
    <w:p w:rsidR="00E94A7B" w:rsidRPr="000158DB" w:rsidRDefault="00E94A7B" w:rsidP="00F86397">
      <w:pPr>
        <w:rPr>
          <w:color w:val="000000"/>
          <w:sz w:val="22"/>
          <w:szCs w:val="22"/>
          <w:shd w:val="clear" w:color="auto" w:fill="FFFFFF"/>
        </w:rPr>
      </w:pPr>
      <w:r w:rsidRPr="000158DB">
        <w:rPr>
          <w:b/>
          <w:bCs/>
          <w:sz w:val="22"/>
          <w:szCs w:val="22"/>
        </w:rPr>
        <w:t xml:space="preserve">Задание № 1.  </w:t>
      </w:r>
      <w:r w:rsidRPr="000158DB">
        <w:rPr>
          <w:color w:val="000000"/>
          <w:sz w:val="22"/>
          <w:szCs w:val="22"/>
          <w:shd w:val="clear" w:color="auto" w:fill="FFFFFF"/>
        </w:rPr>
        <w:t>Пастеризованным называется молоко, подвергнутое термической обработке при температуре:</w:t>
      </w:r>
    </w:p>
    <w:p w:rsidR="00E94A7B" w:rsidRPr="000158DB" w:rsidRDefault="00E94A7B" w:rsidP="002F1AF8">
      <w:pPr>
        <w:pStyle w:val="ListParagraph"/>
        <w:numPr>
          <w:ilvl w:val="0"/>
          <w:numId w:val="10"/>
        </w:numPr>
        <w:rPr>
          <w:color w:val="000000"/>
          <w:sz w:val="22"/>
          <w:szCs w:val="22"/>
        </w:rPr>
      </w:pPr>
      <w:r w:rsidRPr="000158DB">
        <w:rPr>
          <w:sz w:val="22"/>
          <w:szCs w:val="22"/>
        </w:rPr>
        <w:t xml:space="preserve">а) </w:t>
      </w:r>
      <w:r w:rsidRPr="000158DB">
        <w:rPr>
          <w:color w:val="000000"/>
          <w:sz w:val="22"/>
          <w:szCs w:val="22"/>
        </w:rPr>
        <w:t>40-50 С;</w:t>
      </w:r>
    </w:p>
    <w:p w:rsidR="00E94A7B" w:rsidRPr="000158DB" w:rsidRDefault="00E94A7B" w:rsidP="002F1AF8">
      <w:pPr>
        <w:pStyle w:val="ListParagraph"/>
        <w:numPr>
          <w:ilvl w:val="0"/>
          <w:numId w:val="10"/>
        </w:numPr>
        <w:shd w:val="clear" w:color="auto" w:fill="FFFFFF"/>
        <w:rPr>
          <w:color w:val="000000"/>
          <w:sz w:val="22"/>
          <w:szCs w:val="22"/>
        </w:rPr>
      </w:pPr>
      <w:r w:rsidRPr="000158DB">
        <w:rPr>
          <w:sz w:val="22"/>
          <w:szCs w:val="22"/>
        </w:rPr>
        <w:t xml:space="preserve">б) </w:t>
      </w:r>
      <w:r w:rsidRPr="000158DB">
        <w:rPr>
          <w:color w:val="000000"/>
          <w:sz w:val="22"/>
          <w:szCs w:val="22"/>
        </w:rPr>
        <w:t>80-85 С;</w:t>
      </w:r>
    </w:p>
    <w:p w:rsidR="00E94A7B" w:rsidRPr="000158DB" w:rsidRDefault="00E94A7B" w:rsidP="002F1AF8">
      <w:pPr>
        <w:pStyle w:val="ListParagraph"/>
        <w:numPr>
          <w:ilvl w:val="0"/>
          <w:numId w:val="10"/>
        </w:numPr>
        <w:shd w:val="clear" w:color="auto" w:fill="FFFFFF"/>
        <w:rPr>
          <w:color w:val="333333"/>
          <w:sz w:val="22"/>
          <w:szCs w:val="22"/>
        </w:rPr>
      </w:pPr>
      <w:r w:rsidRPr="000158DB">
        <w:rPr>
          <w:sz w:val="22"/>
          <w:szCs w:val="22"/>
        </w:rPr>
        <w:t xml:space="preserve">в) </w:t>
      </w:r>
      <w:r w:rsidRPr="000158DB">
        <w:rPr>
          <w:color w:val="000000"/>
          <w:sz w:val="22"/>
          <w:szCs w:val="22"/>
        </w:rPr>
        <w:t>120-140 С;</w:t>
      </w:r>
    </w:p>
    <w:p w:rsidR="00E94A7B" w:rsidRPr="000158DB" w:rsidRDefault="00E94A7B" w:rsidP="002F1AF8">
      <w:pPr>
        <w:pStyle w:val="ListParagraph"/>
        <w:numPr>
          <w:ilvl w:val="0"/>
          <w:numId w:val="10"/>
        </w:numPr>
        <w:shd w:val="clear" w:color="auto" w:fill="FFFFFF"/>
        <w:rPr>
          <w:color w:val="000000"/>
          <w:sz w:val="22"/>
          <w:szCs w:val="22"/>
        </w:rPr>
      </w:pPr>
      <w:r w:rsidRPr="000158DB">
        <w:rPr>
          <w:sz w:val="22"/>
          <w:szCs w:val="22"/>
        </w:rPr>
        <w:t xml:space="preserve">г) </w:t>
      </w:r>
      <w:r w:rsidRPr="000158DB">
        <w:rPr>
          <w:color w:val="000000"/>
          <w:sz w:val="22"/>
          <w:szCs w:val="22"/>
        </w:rPr>
        <w:t>доведенное до кипения.</w:t>
      </w:r>
    </w:p>
    <w:p w:rsidR="00E94A7B" w:rsidRPr="000158DB" w:rsidRDefault="00E94A7B" w:rsidP="00F86397">
      <w:pPr>
        <w:rPr>
          <w:color w:val="333333"/>
          <w:sz w:val="22"/>
          <w:szCs w:val="22"/>
        </w:rPr>
      </w:pPr>
      <w:r w:rsidRPr="000158DB">
        <w:rPr>
          <w:color w:val="000000"/>
          <w:sz w:val="22"/>
          <w:szCs w:val="22"/>
        </w:rPr>
        <w:br/>
      </w:r>
      <w:r w:rsidRPr="000158DB">
        <w:rPr>
          <w:b/>
          <w:bCs/>
          <w:sz w:val="22"/>
          <w:szCs w:val="22"/>
        </w:rPr>
        <w:t xml:space="preserve">Задание № 2.  </w:t>
      </w:r>
      <w:r w:rsidRPr="000158DB">
        <w:rPr>
          <w:color w:val="333333"/>
          <w:sz w:val="22"/>
          <w:szCs w:val="22"/>
        </w:rPr>
        <w:t>Веществами, выполняющими функцию биологических регуляторов жизненных процессов в организме человека, являются:</w:t>
      </w:r>
    </w:p>
    <w:p w:rsidR="00E94A7B" w:rsidRPr="000158DB" w:rsidRDefault="00E94A7B" w:rsidP="00F86397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>а) углеводы;</w:t>
      </w:r>
    </w:p>
    <w:p w:rsidR="00E94A7B" w:rsidRPr="000158DB" w:rsidRDefault="00E94A7B" w:rsidP="00F86397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>б) белки;</w:t>
      </w:r>
    </w:p>
    <w:p w:rsidR="00E94A7B" w:rsidRPr="000158DB" w:rsidRDefault="00E94A7B" w:rsidP="00F86397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>в) жиры;</w:t>
      </w:r>
    </w:p>
    <w:p w:rsidR="00E94A7B" w:rsidRPr="000158DB" w:rsidRDefault="00E94A7B" w:rsidP="00F86397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>г) минеральные соли;</w:t>
      </w:r>
    </w:p>
    <w:p w:rsidR="00E94A7B" w:rsidRPr="000158DB" w:rsidRDefault="00E94A7B" w:rsidP="00F86397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>д) витамины.</w:t>
      </w:r>
    </w:p>
    <w:p w:rsidR="00E94A7B" w:rsidRPr="000158DB" w:rsidRDefault="00E94A7B" w:rsidP="00F86397">
      <w:pPr>
        <w:shd w:val="clear" w:color="auto" w:fill="FFFFFF"/>
        <w:spacing w:before="100" w:beforeAutospacing="1" w:after="100" w:afterAutospacing="1"/>
        <w:rPr>
          <w:b/>
          <w:bCs/>
          <w:i/>
          <w:iCs/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 3. </w:t>
      </w:r>
      <w:r w:rsidRPr="000158DB">
        <w:rPr>
          <w:sz w:val="22"/>
          <w:szCs w:val="22"/>
        </w:rPr>
        <w:t>Бланширование- это:</w:t>
      </w:r>
    </w:p>
    <w:p w:rsidR="00E94A7B" w:rsidRPr="000158DB" w:rsidRDefault="00E94A7B" w:rsidP="00F86397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>а) нагревание продукта с жиром или без него перед тепловой обработкой;</w:t>
      </w:r>
    </w:p>
    <w:p w:rsidR="00E94A7B" w:rsidRPr="000158DB" w:rsidRDefault="00E94A7B" w:rsidP="00F86397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>б) кратковременное (от 1 до 5 минут) ошпаривание продукта кипящей водой или паром;</w:t>
      </w:r>
    </w:p>
    <w:p w:rsidR="00E94A7B" w:rsidRPr="000158DB" w:rsidRDefault="00E94A7B" w:rsidP="00F86397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>в) размораживание продукта в микроволновой печи;</w:t>
      </w:r>
    </w:p>
    <w:p w:rsidR="00E94A7B" w:rsidRPr="000158DB" w:rsidRDefault="00E94A7B" w:rsidP="00F86397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>г) помещение продукта в лед.</w:t>
      </w:r>
    </w:p>
    <w:p w:rsidR="00E94A7B" w:rsidRPr="000158DB" w:rsidRDefault="00E94A7B" w:rsidP="00040614">
      <w:pPr>
        <w:shd w:val="clear" w:color="auto" w:fill="FFFFFF"/>
        <w:spacing w:before="100" w:beforeAutospacing="1" w:after="100" w:afterAutospacing="1"/>
        <w:rPr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№4.   </w:t>
      </w:r>
      <w:r w:rsidRPr="000158DB">
        <w:rPr>
          <w:sz w:val="22"/>
          <w:szCs w:val="22"/>
        </w:rPr>
        <w:t>Процесс заготовка продуктов с использованием уксусной кислоты называется:</w:t>
      </w:r>
    </w:p>
    <w:p w:rsidR="00E94A7B" w:rsidRPr="000158DB" w:rsidRDefault="00E94A7B" w:rsidP="00406FDA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 xml:space="preserve">а) </w:t>
      </w:r>
      <w:r w:rsidRPr="000158DB">
        <w:rPr>
          <w:sz w:val="22"/>
          <w:szCs w:val="22"/>
        </w:rPr>
        <w:t>соление;</w:t>
      </w:r>
    </w:p>
    <w:p w:rsidR="00E94A7B" w:rsidRPr="000158DB" w:rsidRDefault="00E94A7B" w:rsidP="00406FDA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 xml:space="preserve">б) </w:t>
      </w:r>
      <w:r w:rsidRPr="000158DB">
        <w:rPr>
          <w:sz w:val="22"/>
          <w:szCs w:val="22"/>
        </w:rPr>
        <w:t>квашение;</w:t>
      </w:r>
    </w:p>
    <w:p w:rsidR="00E94A7B" w:rsidRPr="000158DB" w:rsidRDefault="00E94A7B" w:rsidP="00406FD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sz w:val="22"/>
          <w:szCs w:val="22"/>
        </w:rPr>
      </w:pPr>
      <w:r w:rsidRPr="000158DB">
        <w:rPr>
          <w:color w:val="333333"/>
          <w:sz w:val="22"/>
          <w:szCs w:val="22"/>
        </w:rPr>
        <w:t xml:space="preserve">в) </w:t>
      </w:r>
      <w:r w:rsidRPr="000158DB">
        <w:rPr>
          <w:sz w:val="22"/>
          <w:szCs w:val="22"/>
        </w:rPr>
        <w:t>консервирование</w:t>
      </w:r>
      <w:r w:rsidRPr="000158DB">
        <w:rPr>
          <w:color w:val="333333"/>
          <w:sz w:val="22"/>
          <w:szCs w:val="22"/>
        </w:rPr>
        <w:t>;</w:t>
      </w:r>
    </w:p>
    <w:p w:rsidR="00E94A7B" w:rsidRPr="000158DB" w:rsidRDefault="00E94A7B" w:rsidP="00406FD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sz w:val="22"/>
          <w:szCs w:val="22"/>
        </w:rPr>
      </w:pPr>
      <w:r w:rsidRPr="000158DB">
        <w:rPr>
          <w:color w:val="333333"/>
          <w:sz w:val="22"/>
          <w:szCs w:val="22"/>
        </w:rPr>
        <w:t xml:space="preserve">г) </w:t>
      </w:r>
      <w:r w:rsidRPr="000158DB">
        <w:rPr>
          <w:sz w:val="22"/>
          <w:szCs w:val="22"/>
        </w:rPr>
        <w:t>маринование;</w:t>
      </w:r>
    </w:p>
    <w:p w:rsidR="00E94A7B" w:rsidRPr="000158DB" w:rsidRDefault="00E94A7B" w:rsidP="00406FDA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sz w:val="22"/>
          <w:szCs w:val="22"/>
        </w:rPr>
      </w:pPr>
      <w:r w:rsidRPr="000158DB">
        <w:rPr>
          <w:color w:val="333333"/>
          <w:sz w:val="22"/>
          <w:szCs w:val="22"/>
        </w:rPr>
        <w:t>д)</w:t>
      </w:r>
      <w:r w:rsidRPr="000158DB">
        <w:rPr>
          <w:sz w:val="22"/>
          <w:szCs w:val="22"/>
        </w:rPr>
        <w:t xml:space="preserve"> копчение</w:t>
      </w:r>
    </w:p>
    <w:tbl>
      <w:tblPr>
        <w:tblW w:w="4595" w:type="pct"/>
        <w:tblCellSpacing w:w="0" w:type="dxa"/>
        <w:tblInd w:w="-178" w:type="dxa"/>
        <w:tblCellMar>
          <w:left w:w="0" w:type="dxa"/>
          <w:right w:w="0" w:type="dxa"/>
        </w:tblCellMar>
        <w:tblLook w:val="00A0"/>
      </w:tblPr>
      <w:tblGrid>
        <w:gridCol w:w="9189"/>
      </w:tblGrid>
      <w:tr w:rsidR="00E94A7B" w:rsidRPr="000158DB" w:rsidTr="0052390D">
        <w:trPr>
          <w:trHeight w:val="1332"/>
          <w:tblCellSpacing w:w="0" w:type="dxa"/>
        </w:trPr>
        <w:tc>
          <w:tcPr>
            <w:tcW w:w="5000" w:type="pct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040614">
            <w:pPr>
              <w:spacing w:before="64" w:after="64"/>
            </w:pPr>
            <w:r w:rsidRPr="000158DB">
              <w:rPr>
                <w:b/>
                <w:bCs/>
                <w:sz w:val="22"/>
                <w:szCs w:val="22"/>
              </w:rPr>
              <w:t xml:space="preserve">Задание №5.   </w:t>
            </w:r>
            <w:r w:rsidRPr="000158DB">
              <w:rPr>
                <w:sz w:val="22"/>
                <w:szCs w:val="22"/>
              </w:rPr>
              <w:t>Салфетку на колени кладут:</w:t>
            </w:r>
          </w:p>
          <w:p w:rsidR="00E94A7B" w:rsidRPr="000158DB" w:rsidRDefault="00E94A7B" w:rsidP="00406FDA">
            <w:pPr>
              <w:pStyle w:val="ListParagraph"/>
              <w:numPr>
                <w:ilvl w:val="0"/>
                <w:numId w:val="10"/>
              </w:numPr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а) </w:t>
            </w:r>
            <w:r w:rsidRPr="000158DB">
              <w:rPr>
                <w:sz w:val="22"/>
                <w:szCs w:val="22"/>
              </w:rPr>
              <w:t>полностью развёрнутой;</w:t>
            </w:r>
          </w:p>
          <w:p w:rsidR="00E94A7B" w:rsidRPr="000158DB" w:rsidRDefault="00E94A7B" w:rsidP="00406FDA">
            <w:pPr>
              <w:pStyle w:val="ListParagraph"/>
              <w:numPr>
                <w:ilvl w:val="0"/>
                <w:numId w:val="10"/>
              </w:numPr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б) </w:t>
            </w:r>
            <w:r w:rsidRPr="000158DB">
              <w:rPr>
                <w:sz w:val="22"/>
                <w:szCs w:val="22"/>
              </w:rPr>
              <w:t>сложенной вдвое с верхней частью короче нижней;</w:t>
            </w:r>
          </w:p>
          <w:p w:rsidR="00E94A7B" w:rsidRPr="000158DB" w:rsidRDefault="00E94A7B" w:rsidP="00406FD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 xml:space="preserve">в) </w:t>
            </w:r>
            <w:r w:rsidRPr="000158DB">
              <w:rPr>
                <w:sz w:val="22"/>
                <w:szCs w:val="22"/>
              </w:rPr>
              <w:t>сложенной по диагонали.</w:t>
            </w:r>
          </w:p>
          <w:p w:rsidR="00E94A7B" w:rsidRPr="000158DB" w:rsidRDefault="00E94A7B" w:rsidP="00406FDA">
            <w:pPr>
              <w:pStyle w:val="ListParagraph"/>
              <w:shd w:val="clear" w:color="auto" w:fill="FFFFFF"/>
              <w:spacing w:before="100" w:beforeAutospacing="1" w:after="100" w:afterAutospacing="1"/>
              <w:ind w:left="1080"/>
              <w:rPr>
                <w:b/>
                <w:bCs/>
              </w:rPr>
            </w:pPr>
          </w:p>
        </w:tc>
      </w:tr>
      <w:tr w:rsidR="00E94A7B" w:rsidRPr="000158DB" w:rsidTr="0052390D">
        <w:trPr>
          <w:trHeight w:val="2097"/>
          <w:tblCellSpacing w:w="0" w:type="dxa"/>
        </w:trPr>
        <w:tc>
          <w:tcPr>
            <w:tcW w:w="5000" w:type="pct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040614">
            <w:pPr>
              <w:spacing w:before="64" w:after="64"/>
              <w:rPr>
                <w:color w:val="000000"/>
              </w:rPr>
            </w:pPr>
            <w:r w:rsidRPr="000158DB">
              <w:rPr>
                <w:b/>
                <w:bCs/>
                <w:sz w:val="22"/>
                <w:szCs w:val="22"/>
              </w:rPr>
              <w:t xml:space="preserve">Задание №  6. </w:t>
            </w:r>
            <w:r w:rsidRPr="000158DB">
              <w:rPr>
                <w:color w:val="000000"/>
                <w:sz w:val="22"/>
                <w:szCs w:val="22"/>
              </w:rPr>
              <w:t>При сервировке стола к обеду вилку кладут:</w:t>
            </w:r>
          </w:p>
          <w:p w:rsidR="00E94A7B" w:rsidRPr="000158DB" w:rsidRDefault="00E94A7B" w:rsidP="00406FDA">
            <w:pPr>
              <w:pStyle w:val="ListParagraph"/>
              <w:numPr>
                <w:ilvl w:val="0"/>
                <w:numId w:val="10"/>
              </w:numPr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а) </w:t>
            </w:r>
            <w:r w:rsidRPr="000158DB">
              <w:rPr>
                <w:color w:val="000000"/>
                <w:sz w:val="22"/>
                <w:szCs w:val="22"/>
              </w:rPr>
              <w:t>справа от тарелки зубцами вверх</w:t>
            </w:r>
            <w:r w:rsidRPr="000158DB">
              <w:rPr>
                <w:sz w:val="22"/>
                <w:szCs w:val="22"/>
              </w:rPr>
              <w:t>;</w:t>
            </w:r>
          </w:p>
          <w:p w:rsidR="00E94A7B" w:rsidRPr="000158DB" w:rsidRDefault="00E94A7B" w:rsidP="00406FD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б) </w:t>
            </w:r>
            <w:r w:rsidRPr="000158DB">
              <w:rPr>
                <w:color w:val="000000"/>
                <w:sz w:val="22"/>
                <w:szCs w:val="22"/>
              </w:rPr>
              <w:t>слева от тарелки зубцами вверх ;</w:t>
            </w:r>
          </w:p>
          <w:p w:rsidR="00E94A7B" w:rsidRPr="000158DB" w:rsidRDefault="00E94A7B" w:rsidP="00406FD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>в)</w:t>
            </w:r>
            <w:r w:rsidRPr="000158DB">
              <w:rPr>
                <w:color w:val="000000"/>
                <w:sz w:val="22"/>
                <w:szCs w:val="22"/>
              </w:rPr>
              <w:t xml:space="preserve"> справа от тарелки зубцами вниз;</w:t>
            </w:r>
          </w:p>
          <w:p w:rsidR="00E94A7B" w:rsidRPr="000158DB" w:rsidRDefault="00E94A7B" w:rsidP="00406FD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>г)</w:t>
            </w:r>
            <w:r w:rsidRPr="000158DB">
              <w:rPr>
                <w:color w:val="000000"/>
                <w:sz w:val="22"/>
                <w:szCs w:val="22"/>
              </w:rPr>
              <w:t xml:space="preserve"> слева от тарелки зубцами вниз;</w:t>
            </w:r>
          </w:p>
          <w:p w:rsidR="00E94A7B" w:rsidRPr="000158DB" w:rsidRDefault="00E94A7B" w:rsidP="00406FD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 xml:space="preserve">д) </w:t>
            </w:r>
            <w:r w:rsidRPr="000158DB">
              <w:rPr>
                <w:color w:val="000000"/>
                <w:sz w:val="22"/>
                <w:szCs w:val="22"/>
              </w:rPr>
              <w:t>слева от тарелки зубцами вниз;</w:t>
            </w:r>
          </w:p>
          <w:p w:rsidR="00E94A7B" w:rsidRPr="000158DB" w:rsidRDefault="00E94A7B" w:rsidP="00406FDA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 xml:space="preserve">е) </w:t>
            </w:r>
            <w:r w:rsidRPr="000158DB">
              <w:rPr>
                <w:color w:val="000000"/>
                <w:sz w:val="22"/>
                <w:szCs w:val="22"/>
              </w:rPr>
              <w:t>в специальную укладку.</w:t>
            </w:r>
          </w:p>
          <w:p w:rsidR="00E94A7B" w:rsidRPr="000158DB" w:rsidRDefault="00E94A7B" w:rsidP="00040614">
            <w:pPr>
              <w:spacing w:before="64" w:after="64"/>
              <w:rPr>
                <w:color w:val="000000"/>
              </w:rPr>
            </w:pPr>
          </w:p>
        </w:tc>
      </w:tr>
    </w:tbl>
    <w:p w:rsidR="00E94A7B" w:rsidRPr="000158DB" w:rsidRDefault="00E94A7B" w:rsidP="005215FC">
      <w:pPr>
        <w:jc w:val="center"/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>Материаловедение</w:t>
      </w:r>
    </w:p>
    <w:p w:rsidR="00E94A7B" w:rsidRPr="000158DB" w:rsidRDefault="00E94A7B" w:rsidP="005215FC">
      <w:pPr>
        <w:jc w:val="center"/>
        <w:rPr>
          <w:b/>
          <w:bCs/>
          <w:sz w:val="22"/>
          <w:szCs w:val="22"/>
        </w:rPr>
      </w:pPr>
    </w:p>
    <w:p w:rsidR="00E94A7B" w:rsidRPr="000158DB" w:rsidRDefault="00E94A7B" w:rsidP="00040614">
      <w:pPr>
        <w:rPr>
          <w:color w:val="000000"/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 7.  </w:t>
      </w:r>
      <w:r w:rsidRPr="000158DB">
        <w:rPr>
          <w:color w:val="000000"/>
          <w:sz w:val="22"/>
          <w:szCs w:val="22"/>
        </w:rPr>
        <w:t>Определи вид переплетения:</w:t>
      </w:r>
    </w:p>
    <w:p w:rsidR="00E94A7B" w:rsidRPr="000158DB" w:rsidRDefault="00E94A7B" w:rsidP="00040614">
      <w:pPr>
        <w:rPr>
          <w:b/>
          <w:bCs/>
          <w:sz w:val="22"/>
          <w:szCs w:val="22"/>
        </w:rPr>
      </w:pPr>
    </w:p>
    <w:tbl>
      <w:tblPr>
        <w:tblW w:w="5000" w:type="pct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9999"/>
      </w:tblGrid>
      <w:tr w:rsidR="00E94A7B" w:rsidRPr="000158DB">
        <w:trPr>
          <w:tblCellSpacing w:w="0" w:type="dxa"/>
        </w:trPr>
        <w:tc>
          <w:tcPr>
            <w:tcW w:w="5000" w:type="pct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5215FC">
            <w:pPr>
              <w:pStyle w:val="ListParagraph"/>
              <w:numPr>
                <w:ilvl w:val="0"/>
                <w:numId w:val="10"/>
              </w:numPr>
              <w:rPr>
                <w:color w:val="333333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8" o:spid="_x0000_s1026" type="#_x0000_t75" alt="http://olymp74.ru/images/view.php?id=26f345b54238b6c155e7bb22f56d2f7698073121bcbe13f799021237939b2c47" style="position:absolute;left:0;text-align:left;margin-left:205.9pt;margin-top:.95pt;width:124.9pt;height:101.3pt;z-index:251657728;visibility:visible">
                  <v:imagedata r:id="rId5" o:title=""/>
                  <w10:wrap type="square"/>
                </v:shape>
              </w:pict>
            </w:r>
            <w:r w:rsidRPr="000158DB">
              <w:rPr>
                <w:color w:val="333333"/>
                <w:sz w:val="22"/>
                <w:szCs w:val="22"/>
              </w:rPr>
              <w:t xml:space="preserve">а) </w:t>
            </w:r>
            <w:r w:rsidRPr="000158DB">
              <w:rPr>
                <w:color w:val="000000"/>
                <w:sz w:val="22"/>
                <w:szCs w:val="22"/>
              </w:rPr>
              <w:t>атласное;</w:t>
            </w:r>
          </w:p>
          <w:p w:rsidR="00E94A7B" w:rsidRPr="000158DB" w:rsidRDefault="00E94A7B" w:rsidP="005215FC">
            <w:pPr>
              <w:pStyle w:val="ListParagraph"/>
              <w:numPr>
                <w:ilvl w:val="0"/>
                <w:numId w:val="10"/>
              </w:numPr>
              <w:spacing w:before="64" w:after="64"/>
              <w:rPr>
                <w:color w:val="000000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б) </w:t>
            </w:r>
            <w:r w:rsidRPr="000158DB">
              <w:rPr>
                <w:color w:val="000000"/>
                <w:sz w:val="22"/>
                <w:szCs w:val="22"/>
              </w:rPr>
              <w:t>сатиновое;</w:t>
            </w:r>
          </w:p>
          <w:p w:rsidR="00E94A7B" w:rsidRPr="000158DB" w:rsidRDefault="00E94A7B" w:rsidP="005215FC">
            <w:pPr>
              <w:pStyle w:val="ListParagraph"/>
              <w:numPr>
                <w:ilvl w:val="0"/>
                <w:numId w:val="10"/>
              </w:numPr>
              <w:spacing w:before="64" w:after="64"/>
              <w:rPr>
                <w:color w:val="000000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в) </w:t>
            </w:r>
            <w:r w:rsidRPr="000158DB">
              <w:rPr>
                <w:color w:val="000000"/>
                <w:sz w:val="22"/>
                <w:szCs w:val="22"/>
              </w:rPr>
              <w:t>полотняное.</w:t>
            </w:r>
          </w:p>
          <w:p w:rsidR="00E94A7B" w:rsidRPr="000158DB" w:rsidRDefault="00E94A7B" w:rsidP="005215FC">
            <w:pPr>
              <w:pStyle w:val="ListParagraph"/>
              <w:shd w:val="clear" w:color="auto" w:fill="FFFFFF"/>
              <w:spacing w:before="100" w:beforeAutospacing="1" w:after="100" w:afterAutospacing="1"/>
              <w:ind w:left="1080"/>
            </w:pPr>
          </w:p>
          <w:p w:rsidR="00E94A7B" w:rsidRPr="000158DB" w:rsidRDefault="00E94A7B" w:rsidP="005215FC">
            <w:pPr>
              <w:spacing w:before="64" w:after="64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br/>
            </w:r>
          </w:p>
        </w:tc>
      </w:tr>
      <w:tr w:rsidR="00E94A7B" w:rsidRPr="000158DB">
        <w:trPr>
          <w:tblCellSpacing w:w="0" w:type="dxa"/>
        </w:trPr>
        <w:tc>
          <w:tcPr>
            <w:tcW w:w="5000" w:type="pct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040614">
            <w:pPr>
              <w:spacing w:before="64" w:after="64"/>
              <w:rPr>
                <w:color w:val="000000"/>
              </w:rPr>
            </w:pPr>
          </w:p>
        </w:tc>
      </w:tr>
      <w:tr w:rsidR="00E94A7B" w:rsidRPr="000158DB">
        <w:trPr>
          <w:tblCellSpacing w:w="0" w:type="dxa"/>
        </w:trPr>
        <w:tc>
          <w:tcPr>
            <w:tcW w:w="5000" w:type="pct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8978C0">
            <w:pPr>
              <w:jc w:val="both"/>
              <w:rPr>
                <w:i/>
                <w:iCs/>
              </w:rPr>
            </w:pPr>
            <w:r w:rsidRPr="000158DB">
              <w:rPr>
                <w:sz w:val="22"/>
                <w:szCs w:val="22"/>
              </w:rPr>
              <w:t xml:space="preserve">Инструкция: </w:t>
            </w:r>
            <w:r w:rsidRPr="000158DB">
              <w:rPr>
                <w:i/>
                <w:iCs/>
                <w:sz w:val="22"/>
                <w:szCs w:val="22"/>
              </w:rPr>
              <w:t>Отметьте знаком «+» правильный ответ</w:t>
            </w:r>
          </w:p>
          <w:p w:rsidR="00E94A7B" w:rsidRPr="000158DB" w:rsidRDefault="00E94A7B" w:rsidP="00040614">
            <w:r w:rsidRPr="000158DB">
              <w:rPr>
                <w:b/>
                <w:bCs/>
                <w:sz w:val="22"/>
                <w:szCs w:val="22"/>
              </w:rPr>
              <w:t xml:space="preserve">Задание №  8. </w:t>
            </w:r>
            <w:r w:rsidRPr="000158DB">
              <w:rPr>
                <w:sz w:val="22"/>
                <w:szCs w:val="22"/>
              </w:rPr>
              <w:t>Сырьем для производства искусственных волокон служат:</w:t>
            </w:r>
          </w:p>
          <w:p w:rsidR="00E94A7B" w:rsidRPr="000158DB" w:rsidRDefault="00E94A7B" w:rsidP="008978C0">
            <w:pPr>
              <w:pStyle w:val="ListParagraph"/>
              <w:numPr>
                <w:ilvl w:val="0"/>
                <w:numId w:val="10"/>
              </w:numPr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а) </w:t>
            </w:r>
            <w:r w:rsidRPr="000158DB">
              <w:rPr>
                <w:sz w:val="22"/>
                <w:szCs w:val="22"/>
              </w:rPr>
              <w:t>нефть;</w:t>
            </w:r>
          </w:p>
          <w:p w:rsidR="00E94A7B" w:rsidRPr="000158DB" w:rsidRDefault="00E94A7B" w:rsidP="008978C0">
            <w:pPr>
              <w:pStyle w:val="ListParagraph"/>
              <w:numPr>
                <w:ilvl w:val="0"/>
                <w:numId w:val="10"/>
              </w:numPr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б) </w:t>
            </w:r>
            <w:r w:rsidRPr="000158DB">
              <w:rPr>
                <w:sz w:val="22"/>
                <w:szCs w:val="22"/>
              </w:rPr>
              <w:t>уголь;</w:t>
            </w:r>
          </w:p>
          <w:p w:rsidR="00E94A7B" w:rsidRPr="000158DB" w:rsidRDefault="00E94A7B" w:rsidP="008978C0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 xml:space="preserve">в) </w:t>
            </w:r>
            <w:r w:rsidRPr="000158DB">
              <w:rPr>
                <w:sz w:val="22"/>
                <w:szCs w:val="22"/>
              </w:rPr>
              <w:t>древесина</w:t>
            </w:r>
            <w:r w:rsidRPr="000158DB">
              <w:rPr>
                <w:color w:val="333333"/>
                <w:sz w:val="22"/>
                <w:szCs w:val="22"/>
              </w:rPr>
              <w:t>;</w:t>
            </w:r>
          </w:p>
          <w:p w:rsidR="00E94A7B" w:rsidRPr="000158DB" w:rsidRDefault="00E94A7B" w:rsidP="008978C0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 xml:space="preserve">г) </w:t>
            </w:r>
            <w:r w:rsidRPr="000158DB">
              <w:rPr>
                <w:sz w:val="22"/>
                <w:szCs w:val="22"/>
              </w:rPr>
              <w:t>природный газ.</w:t>
            </w:r>
          </w:p>
          <w:p w:rsidR="00E94A7B" w:rsidRPr="000158DB" w:rsidRDefault="00E94A7B" w:rsidP="00040614">
            <w:pPr>
              <w:shd w:val="clear" w:color="auto" w:fill="FFFFFF"/>
              <w:tabs>
                <w:tab w:val="left" w:pos="638"/>
              </w:tabs>
              <w:jc w:val="both"/>
              <w:rPr>
                <w:b/>
                <w:bCs/>
              </w:rPr>
            </w:pPr>
            <w:r w:rsidRPr="000158DB">
              <w:rPr>
                <w:b/>
                <w:bCs/>
                <w:sz w:val="22"/>
                <w:szCs w:val="22"/>
              </w:rPr>
              <w:t xml:space="preserve">Задание № 9.  </w:t>
            </w:r>
            <w:r w:rsidRPr="000158DB">
              <w:rPr>
                <w:sz w:val="22"/>
                <w:szCs w:val="22"/>
              </w:rPr>
              <w:t>К волокнам химического происхождения относятся:</w:t>
            </w:r>
          </w:p>
          <w:p w:rsidR="00E94A7B" w:rsidRPr="000158DB" w:rsidRDefault="00E94A7B" w:rsidP="00F34E99">
            <w:pPr>
              <w:pStyle w:val="ListParagraph"/>
              <w:numPr>
                <w:ilvl w:val="0"/>
                <w:numId w:val="15"/>
              </w:numPr>
              <w:tabs>
                <w:tab w:val="left" w:pos="2340"/>
              </w:tabs>
            </w:pPr>
            <w:r w:rsidRPr="000158DB">
              <w:rPr>
                <w:sz w:val="22"/>
                <w:szCs w:val="22"/>
              </w:rPr>
              <w:t>а) синтетические волокна;</w:t>
            </w:r>
          </w:p>
          <w:p w:rsidR="00E94A7B" w:rsidRPr="000158DB" w:rsidRDefault="00E94A7B" w:rsidP="00F34E99">
            <w:pPr>
              <w:pStyle w:val="ListParagraph"/>
              <w:numPr>
                <w:ilvl w:val="0"/>
                <w:numId w:val="15"/>
              </w:numPr>
              <w:tabs>
                <w:tab w:val="left" w:pos="2340"/>
              </w:tabs>
            </w:pPr>
            <w:r w:rsidRPr="000158DB">
              <w:rPr>
                <w:sz w:val="22"/>
                <w:szCs w:val="22"/>
              </w:rPr>
              <w:t>б)  шерстяные волокна;</w:t>
            </w:r>
          </w:p>
          <w:p w:rsidR="00E94A7B" w:rsidRPr="000158DB" w:rsidRDefault="00E94A7B" w:rsidP="00F34E99">
            <w:pPr>
              <w:pStyle w:val="ListParagraph"/>
              <w:numPr>
                <w:ilvl w:val="0"/>
                <w:numId w:val="15"/>
              </w:numPr>
              <w:tabs>
                <w:tab w:val="left" w:pos="2340"/>
              </w:tabs>
            </w:pPr>
            <w:r w:rsidRPr="000158DB">
              <w:rPr>
                <w:sz w:val="22"/>
                <w:szCs w:val="22"/>
              </w:rPr>
              <w:t>в) льняные волокна;</w:t>
            </w:r>
          </w:p>
          <w:p w:rsidR="00E94A7B" w:rsidRPr="000158DB" w:rsidRDefault="00E94A7B" w:rsidP="00F34E99">
            <w:pPr>
              <w:pStyle w:val="ListParagraph"/>
              <w:numPr>
                <w:ilvl w:val="0"/>
                <w:numId w:val="15"/>
              </w:numPr>
              <w:tabs>
                <w:tab w:val="left" w:pos="2340"/>
              </w:tabs>
            </w:pPr>
            <w:r w:rsidRPr="000158DB">
              <w:rPr>
                <w:sz w:val="22"/>
                <w:szCs w:val="22"/>
              </w:rPr>
              <w:t>г) хлопковые волокна.</w:t>
            </w:r>
          </w:p>
          <w:p w:rsidR="00E94A7B" w:rsidRPr="000158DB" w:rsidRDefault="00E94A7B" w:rsidP="008C1391">
            <w:pPr>
              <w:tabs>
                <w:tab w:val="left" w:pos="2340"/>
              </w:tabs>
            </w:pPr>
          </w:p>
          <w:p w:rsidR="00E94A7B" w:rsidRPr="000158DB" w:rsidRDefault="00E94A7B" w:rsidP="008C1391">
            <w:pPr>
              <w:tabs>
                <w:tab w:val="left" w:pos="2340"/>
              </w:tabs>
              <w:rPr>
                <w:i/>
                <w:iCs/>
              </w:rPr>
            </w:pPr>
            <w:r w:rsidRPr="000158DB">
              <w:rPr>
                <w:sz w:val="22"/>
                <w:szCs w:val="22"/>
              </w:rPr>
              <w:t xml:space="preserve">Инструкция: </w:t>
            </w:r>
            <w:r w:rsidRPr="000158DB">
              <w:rPr>
                <w:i/>
                <w:iCs/>
                <w:color w:val="333333"/>
                <w:sz w:val="22"/>
                <w:szCs w:val="22"/>
              </w:rPr>
              <w:t>Установите соответствие</w:t>
            </w:r>
          </w:p>
          <w:p w:rsidR="00E94A7B" w:rsidRPr="000158DB" w:rsidRDefault="00E94A7B" w:rsidP="00040614">
            <w:pPr>
              <w:spacing w:before="64" w:after="64"/>
              <w:rPr>
                <w:color w:val="000000"/>
              </w:rPr>
            </w:pPr>
            <w:r w:rsidRPr="000158DB">
              <w:rPr>
                <w:b/>
                <w:bCs/>
                <w:sz w:val="22"/>
                <w:szCs w:val="22"/>
              </w:rPr>
              <w:t xml:space="preserve">Задание №  10. </w:t>
            </w:r>
            <w:r w:rsidRPr="000158DB">
              <w:rPr>
                <w:color w:val="000000"/>
                <w:sz w:val="22"/>
                <w:szCs w:val="22"/>
                <w:shd w:val="clear" w:color="auto" w:fill="FFFFFF"/>
              </w:rPr>
              <w:t>Определите тип волокна по его горению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4670"/>
              <w:gridCol w:w="4670"/>
            </w:tblGrid>
            <w:tr w:rsidR="00E94A7B" w:rsidRPr="000158DB">
              <w:tc>
                <w:tcPr>
                  <w:tcW w:w="4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4A7B" w:rsidRPr="00A1706C" w:rsidRDefault="00E94A7B" w:rsidP="00A1706C">
                  <w:pPr>
                    <w:pStyle w:val="ListParagraph"/>
                    <w:numPr>
                      <w:ilvl w:val="0"/>
                      <w:numId w:val="17"/>
                    </w:numPr>
                    <w:spacing w:before="64" w:after="64"/>
                    <w:ind w:left="171" w:firstLine="0"/>
                    <w:rPr>
                      <w:color w:val="000000"/>
                      <w:sz w:val="22"/>
                      <w:szCs w:val="22"/>
                    </w:rPr>
                  </w:pPr>
                  <w:r w:rsidRPr="00A1706C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  <w:r w:rsidRPr="00A1706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Горит желтым пламенем, выделяя запах жженой бумаги, сгорают</w:t>
                  </w:r>
                  <w:r w:rsidRPr="00A1706C">
                    <w:rPr>
                      <w:color w:val="000000"/>
                      <w:sz w:val="22"/>
                      <w:szCs w:val="22"/>
                    </w:rPr>
                    <w:br/>
                  </w:r>
                  <w:r w:rsidRPr="00A1706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полностью, образуя серый пепел:</w:t>
                  </w:r>
                  <w:r w:rsidRPr="00A1706C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4A7B" w:rsidRPr="00A1706C" w:rsidRDefault="00E94A7B" w:rsidP="00A1706C">
                  <w:pPr>
                    <w:spacing w:before="64" w:after="64"/>
                    <w:rPr>
                      <w:color w:val="000000"/>
                      <w:sz w:val="22"/>
                      <w:szCs w:val="22"/>
                    </w:rPr>
                  </w:pPr>
                  <w:r w:rsidRPr="00A1706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А) Синтетическое волокно (лавсан, нитрон и др.).</w:t>
                  </w:r>
                  <w:r w:rsidRPr="00A1706C">
                    <w:rPr>
                      <w:color w:val="000000"/>
                      <w:sz w:val="22"/>
                      <w:szCs w:val="22"/>
                    </w:rPr>
                    <w:br/>
                  </w:r>
                </w:p>
              </w:tc>
            </w:tr>
            <w:tr w:rsidR="00E94A7B" w:rsidRPr="000158DB">
              <w:tc>
                <w:tcPr>
                  <w:tcW w:w="4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4A7B" w:rsidRPr="00A1706C" w:rsidRDefault="00E94A7B" w:rsidP="00A1706C">
                  <w:pPr>
                    <w:pStyle w:val="ListParagraph"/>
                    <w:numPr>
                      <w:ilvl w:val="0"/>
                      <w:numId w:val="17"/>
                    </w:numPr>
                    <w:spacing w:before="64" w:after="64"/>
                    <w:ind w:left="171" w:firstLine="0"/>
                    <w:rPr>
                      <w:color w:val="000000"/>
                      <w:sz w:val="22"/>
                      <w:szCs w:val="22"/>
                    </w:rPr>
                  </w:pPr>
                  <w:r w:rsidRPr="00A1706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При горении в пламени волокна спекаются, образуя черный хрупкий шарик, при вынесении из пламени горение прекращается, ощущается запах жженого пера</w:t>
                  </w:r>
                  <w:r w:rsidRPr="00A1706C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4A7B" w:rsidRPr="00A1706C" w:rsidRDefault="00E94A7B" w:rsidP="00A1706C">
                  <w:pPr>
                    <w:spacing w:before="64" w:after="64"/>
                    <w:rPr>
                      <w:color w:val="000000"/>
                      <w:sz w:val="22"/>
                      <w:szCs w:val="22"/>
                    </w:rPr>
                  </w:pPr>
                  <w:r w:rsidRPr="00A1706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Б) Растительное волокно (хлопок, лен)</w:t>
                  </w:r>
                </w:p>
              </w:tc>
            </w:tr>
            <w:tr w:rsidR="00E94A7B" w:rsidRPr="000158DB">
              <w:tc>
                <w:tcPr>
                  <w:tcW w:w="4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4A7B" w:rsidRPr="00A1706C" w:rsidRDefault="00E94A7B" w:rsidP="00A1706C">
                  <w:pPr>
                    <w:pStyle w:val="ListParagraph"/>
                    <w:numPr>
                      <w:ilvl w:val="0"/>
                      <w:numId w:val="17"/>
                    </w:numPr>
                    <w:spacing w:before="64" w:after="64"/>
                    <w:ind w:left="171" w:firstLine="0"/>
                    <w:rPr>
                      <w:color w:val="000000"/>
                      <w:sz w:val="22"/>
                      <w:szCs w:val="22"/>
                    </w:rPr>
                  </w:pPr>
                  <w:r w:rsidRPr="00A1706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При внесении в пламя плавится и горит ярким желтым коптящим пламенем, выделяя резкий неприятный запах</w:t>
                  </w:r>
                  <w:r w:rsidRPr="00A1706C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6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4A7B" w:rsidRPr="00A1706C" w:rsidRDefault="00E94A7B" w:rsidP="00A1706C">
                  <w:pPr>
                    <w:spacing w:before="64" w:after="64"/>
                    <w:rPr>
                      <w:color w:val="000000"/>
                      <w:sz w:val="22"/>
                      <w:szCs w:val="22"/>
                    </w:rPr>
                  </w:pPr>
                  <w:r w:rsidRPr="00A1706C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В) Волокно животного происхождения (шелк, шерсть)</w:t>
                  </w:r>
                </w:p>
              </w:tc>
            </w:tr>
          </w:tbl>
          <w:p w:rsidR="00E94A7B" w:rsidRPr="000158DB" w:rsidRDefault="00E94A7B" w:rsidP="00040614">
            <w:pPr>
              <w:spacing w:before="64" w:after="64"/>
              <w:rPr>
                <w:color w:val="000000"/>
              </w:rPr>
            </w:pPr>
          </w:p>
          <w:p w:rsidR="00E94A7B" w:rsidRPr="000158DB" w:rsidRDefault="00E94A7B" w:rsidP="008C1391">
            <w:pPr>
              <w:keepNext/>
              <w:spacing w:before="240"/>
              <w:outlineLvl w:val="2"/>
              <w:rPr>
                <w:i/>
                <w:iCs/>
              </w:rPr>
            </w:pPr>
            <w:r w:rsidRPr="000158DB">
              <w:rPr>
                <w:sz w:val="22"/>
                <w:szCs w:val="22"/>
              </w:rPr>
              <w:t>Инструкция.</w:t>
            </w:r>
            <w:r w:rsidRPr="000158DB">
              <w:rPr>
                <w:i/>
                <w:iCs/>
                <w:sz w:val="22"/>
                <w:szCs w:val="22"/>
              </w:rPr>
              <w:t xml:space="preserve"> Отметьте знаком  «+»  все правильные ответы</w:t>
            </w:r>
          </w:p>
          <w:p w:rsidR="00E94A7B" w:rsidRPr="000158DB" w:rsidRDefault="00E94A7B" w:rsidP="00040614">
            <w:r w:rsidRPr="000158DB">
              <w:rPr>
                <w:b/>
                <w:bCs/>
                <w:sz w:val="22"/>
                <w:szCs w:val="22"/>
              </w:rPr>
              <w:t xml:space="preserve">Задание №11.  </w:t>
            </w:r>
            <w:r w:rsidRPr="000158DB">
              <w:rPr>
                <w:color w:val="000000"/>
                <w:sz w:val="22"/>
                <w:szCs w:val="22"/>
                <w:shd w:val="clear" w:color="auto" w:fill="FFFFFF"/>
              </w:rPr>
              <w:t>К технологическим свойствам тканей относятся</w:t>
            </w:r>
            <w:r w:rsidRPr="000158DB">
              <w:rPr>
                <w:sz w:val="22"/>
                <w:szCs w:val="22"/>
              </w:rPr>
              <w:t>:</w:t>
            </w:r>
            <w:r w:rsidRPr="000158DB">
              <w:rPr>
                <w:sz w:val="22"/>
                <w:szCs w:val="22"/>
              </w:rPr>
              <w:br/>
            </w:r>
          </w:p>
          <w:p w:rsidR="00E94A7B" w:rsidRPr="000158DB" w:rsidRDefault="00E94A7B" w:rsidP="008C1391">
            <w:pPr>
              <w:pStyle w:val="ListParagraph"/>
              <w:numPr>
                <w:ilvl w:val="0"/>
                <w:numId w:val="10"/>
              </w:numPr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а) </w:t>
            </w:r>
            <w:r w:rsidRPr="000158DB">
              <w:rPr>
                <w:color w:val="000000"/>
                <w:sz w:val="22"/>
                <w:szCs w:val="22"/>
              </w:rPr>
              <w:t>гигроскопичность</w:t>
            </w:r>
            <w:r w:rsidRPr="000158DB">
              <w:rPr>
                <w:sz w:val="22"/>
                <w:szCs w:val="22"/>
              </w:rPr>
              <w:t>;</w:t>
            </w:r>
          </w:p>
          <w:p w:rsidR="00E94A7B" w:rsidRPr="000158DB" w:rsidRDefault="00E94A7B" w:rsidP="008C1391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б) </w:t>
            </w:r>
            <w:r w:rsidRPr="000158DB">
              <w:rPr>
                <w:color w:val="000000"/>
                <w:sz w:val="22"/>
                <w:szCs w:val="22"/>
              </w:rPr>
              <w:t>скольжение;</w:t>
            </w:r>
          </w:p>
          <w:p w:rsidR="00E94A7B" w:rsidRPr="000158DB" w:rsidRDefault="00E94A7B" w:rsidP="008C1391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>в)</w:t>
            </w:r>
            <w:r w:rsidRPr="000158DB">
              <w:rPr>
                <w:color w:val="000000"/>
                <w:sz w:val="22"/>
                <w:szCs w:val="22"/>
              </w:rPr>
              <w:t xml:space="preserve"> сопротивление резанию;</w:t>
            </w:r>
          </w:p>
          <w:p w:rsidR="00E94A7B" w:rsidRPr="000158DB" w:rsidRDefault="00E94A7B" w:rsidP="008C1391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>г)</w:t>
            </w:r>
            <w:r w:rsidRPr="000158DB">
              <w:rPr>
                <w:color w:val="000000"/>
                <w:sz w:val="22"/>
                <w:szCs w:val="22"/>
              </w:rPr>
              <w:t xml:space="preserve"> осыпаемость срезов;</w:t>
            </w:r>
          </w:p>
          <w:p w:rsidR="00E94A7B" w:rsidRPr="000158DB" w:rsidRDefault="00E94A7B" w:rsidP="008C1391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 xml:space="preserve">д) </w:t>
            </w:r>
            <w:r w:rsidRPr="000158DB">
              <w:rPr>
                <w:color w:val="000000"/>
                <w:sz w:val="22"/>
                <w:szCs w:val="22"/>
              </w:rPr>
              <w:t>воздухопроницаемость;</w:t>
            </w:r>
          </w:p>
          <w:p w:rsidR="00E94A7B" w:rsidRPr="000158DB" w:rsidRDefault="00E94A7B" w:rsidP="008C1391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 xml:space="preserve">е) </w:t>
            </w:r>
            <w:r w:rsidRPr="000158DB">
              <w:rPr>
                <w:color w:val="000000"/>
                <w:sz w:val="22"/>
                <w:szCs w:val="22"/>
              </w:rPr>
              <w:t>прорубаемость;</w:t>
            </w:r>
          </w:p>
          <w:p w:rsidR="00E94A7B" w:rsidRPr="000158DB" w:rsidRDefault="00E94A7B" w:rsidP="008C1391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 xml:space="preserve">ж) </w:t>
            </w:r>
            <w:r w:rsidRPr="000158DB">
              <w:rPr>
                <w:color w:val="000000"/>
                <w:sz w:val="22"/>
                <w:szCs w:val="22"/>
              </w:rPr>
              <w:t>раздвигаемость нитей в швах.</w:t>
            </w:r>
          </w:p>
          <w:p w:rsidR="00E94A7B" w:rsidRPr="000158DB" w:rsidRDefault="00E94A7B" w:rsidP="0052390D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</w:p>
        </w:tc>
      </w:tr>
    </w:tbl>
    <w:p w:rsidR="00E94A7B" w:rsidRDefault="00E94A7B" w:rsidP="00040614">
      <w:pPr>
        <w:rPr>
          <w:b/>
          <w:bCs/>
          <w:sz w:val="22"/>
          <w:szCs w:val="22"/>
        </w:rPr>
      </w:pPr>
    </w:p>
    <w:p w:rsidR="00E94A7B" w:rsidRPr="000158DB" w:rsidRDefault="00E94A7B" w:rsidP="00040614">
      <w:pPr>
        <w:rPr>
          <w:b/>
          <w:bCs/>
          <w:sz w:val="22"/>
          <w:szCs w:val="22"/>
        </w:rPr>
      </w:pPr>
    </w:p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>Машиноведение</w:t>
      </w:r>
    </w:p>
    <w:p w:rsidR="00E94A7B" w:rsidRPr="000158DB" w:rsidRDefault="00E94A7B" w:rsidP="00EA6CA1">
      <w:pPr>
        <w:keepNext/>
        <w:spacing w:before="240"/>
        <w:outlineLvl w:val="2"/>
        <w:rPr>
          <w:i/>
          <w:iCs/>
          <w:sz w:val="22"/>
          <w:szCs w:val="22"/>
        </w:rPr>
      </w:pPr>
      <w:r w:rsidRPr="000158DB">
        <w:rPr>
          <w:sz w:val="22"/>
          <w:szCs w:val="22"/>
        </w:rPr>
        <w:t>Инструкция.</w:t>
      </w:r>
      <w:r w:rsidRPr="000158DB">
        <w:rPr>
          <w:i/>
          <w:iCs/>
          <w:sz w:val="22"/>
          <w:szCs w:val="22"/>
        </w:rPr>
        <w:t xml:space="preserve"> Отметьте знаком  «+»  все правильные ответы</w:t>
      </w:r>
    </w:p>
    <w:p w:rsidR="00E94A7B" w:rsidRPr="000158DB" w:rsidRDefault="00E94A7B" w:rsidP="008B723B">
      <w:pPr>
        <w:jc w:val="both"/>
        <w:rPr>
          <w:color w:val="000000"/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№12.  </w:t>
      </w:r>
      <w:r w:rsidRPr="000158DB">
        <w:rPr>
          <w:color w:val="000000"/>
          <w:sz w:val="22"/>
          <w:szCs w:val="22"/>
        </w:rPr>
        <w:t>Зубчатая рейка швейной машины плохо продвигает материал. Какие варианты регулировки вы бы предложили?</w:t>
      </w:r>
    </w:p>
    <w:p w:rsidR="00E94A7B" w:rsidRPr="000158DB" w:rsidRDefault="00E94A7B" w:rsidP="008B723B">
      <w:pPr>
        <w:jc w:val="both"/>
        <w:rPr>
          <w:color w:val="000000"/>
          <w:sz w:val="22"/>
          <w:szCs w:val="22"/>
        </w:rPr>
      </w:pPr>
    </w:p>
    <w:p w:rsidR="00E94A7B" w:rsidRPr="000158DB" w:rsidRDefault="00E94A7B" w:rsidP="008B723B">
      <w:pPr>
        <w:pStyle w:val="ListParagraph"/>
        <w:numPr>
          <w:ilvl w:val="0"/>
          <w:numId w:val="10"/>
        </w:numPr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 xml:space="preserve">а) </w:t>
      </w:r>
      <w:r w:rsidRPr="000158DB">
        <w:rPr>
          <w:color w:val="000000"/>
          <w:sz w:val="22"/>
          <w:szCs w:val="22"/>
        </w:rPr>
        <w:t>заменить прижимную лапку;</w:t>
      </w:r>
    </w:p>
    <w:p w:rsidR="00E94A7B" w:rsidRPr="000158DB" w:rsidRDefault="00E94A7B" w:rsidP="008B723B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333333"/>
          <w:sz w:val="22"/>
          <w:szCs w:val="22"/>
        </w:rPr>
      </w:pPr>
      <w:r w:rsidRPr="000158DB">
        <w:rPr>
          <w:color w:val="333333"/>
          <w:sz w:val="22"/>
          <w:szCs w:val="22"/>
        </w:rPr>
        <w:t xml:space="preserve">б) </w:t>
      </w:r>
      <w:r w:rsidRPr="000158DB">
        <w:rPr>
          <w:color w:val="000000"/>
          <w:sz w:val="22"/>
          <w:szCs w:val="22"/>
        </w:rPr>
        <w:t>отрегулировать подъём зубьев двигателя ткани;</w:t>
      </w:r>
    </w:p>
    <w:p w:rsidR="00E94A7B" w:rsidRPr="000158DB" w:rsidRDefault="00E94A7B" w:rsidP="008B723B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sz w:val="22"/>
          <w:szCs w:val="22"/>
        </w:rPr>
      </w:pPr>
      <w:r w:rsidRPr="000158DB">
        <w:rPr>
          <w:color w:val="333333"/>
          <w:sz w:val="22"/>
          <w:szCs w:val="22"/>
        </w:rPr>
        <w:t>в)</w:t>
      </w:r>
      <w:r w:rsidRPr="000158DB">
        <w:rPr>
          <w:color w:val="000000"/>
          <w:sz w:val="22"/>
          <w:szCs w:val="22"/>
        </w:rPr>
        <w:t xml:space="preserve"> усилить прижим лапки. </w:t>
      </w:r>
    </w:p>
    <w:p w:rsidR="00E94A7B" w:rsidRPr="000158DB" w:rsidRDefault="00E94A7B" w:rsidP="008B723B">
      <w:pPr>
        <w:pStyle w:val="ListParagraph"/>
        <w:ind w:left="1080"/>
        <w:rPr>
          <w:sz w:val="22"/>
          <w:szCs w:val="22"/>
        </w:rPr>
      </w:pPr>
    </w:p>
    <w:p w:rsidR="00E94A7B" w:rsidRPr="000158DB" w:rsidRDefault="00E94A7B" w:rsidP="008B723B">
      <w:pPr>
        <w:pStyle w:val="ListParagraph"/>
        <w:ind w:left="0"/>
        <w:rPr>
          <w:sz w:val="22"/>
          <w:szCs w:val="22"/>
        </w:rPr>
      </w:pPr>
      <w:r w:rsidRPr="000158DB">
        <w:rPr>
          <w:sz w:val="22"/>
          <w:szCs w:val="22"/>
        </w:rPr>
        <w:t>Инструкция:</w:t>
      </w:r>
      <w:r w:rsidRPr="000158DB">
        <w:rPr>
          <w:i/>
          <w:iCs/>
          <w:sz w:val="22"/>
          <w:szCs w:val="22"/>
        </w:rPr>
        <w:t xml:space="preserve"> Вставьте пропущенные слова</w:t>
      </w:r>
    </w:p>
    <w:p w:rsidR="00E94A7B" w:rsidRPr="000158DB" w:rsidRDefault="00E94A7B" w:rsidP="00040614">
      <w:pPr>
        <w:rPr>
          <w:sz w:val="22"/>
          <w:szCs w:val="22"/>
        </w:rPr>
      </w:pPr>
      <w:r w:rsidRPr="000158DB">
        <w:rPr>
          <w:b/>
          <w:bCs/>
          <w:sz w:val="22"/>
          <w:szCs w:val="22"/>
        </w:rPr>
        <w:t>Задание №13</w:t>
      </w:r>
      <w:r w:rsidRPr="000158DB">
        <w:rPr>
          <w:sz w:val="22"/>
          <w:szCs w:val="22"/>
        </w:rPr>
        <w:t>.   Напишите названия конструктивных элементов швейной машины, отмеченных цифрами на рисунке:</w:t>
      </w:r>
    </w:p>
    <w:tbl>
      <w:tblPr>
        <w:tblW w:w="92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2"/>
        <w:gridCol w:w="4304"/>
      </w:tblGrid>
      <w:tr w:rsidR="00E94A7B" w:rsidRPr="000158DB">
        <w:trPr>
          <w:trHeight w:val="402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94A7B" w:rsidRPr="000158DB" w:rsidRDefault="00E94A7B" w:rsidP="00040614">
            <w:pPr>
              <w:rPr>
                <w:lang w:eastAsia="en-US"/>
              </w:rPr>
            </w:pPr>
          </w:p>
          <w:p w:rsidR="00E94A7B" w:rsidRPr="000158DB" w:rsidRDefault="00E94A7B" w:rsidP="00040614">
            <w:pPr>
              <w:rPr>
                <w:lang w:eastAsia="en-US"/>
              </w:rPr>
            </w:pPr>
            <w:r w:rsidRPr="00A1706C">
              <w:rPr>
                <w:noProof/>
                <w:sz w:val="22"/>
                <w:szCs w:val="22"/>
              </w:rPr>
              <w:pict>
                <v:shape id="Рисунок 3" o:spid="_x0000_i1025" type="#_x0000_t75" alt="шв_машина" style="width:228pt;height:174pt;visibility:visible">
                  <v:imagedata r:id="rId6" o:title=""/>
                </v:shape>
              </w:pict>
            </w:r>
          </w:p>
        </w:tc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</w:tcPr>
          <w:p w:rsidR="00E94A7B" w:rsidRPr="000158DB" w:rsidRDefault="00E94A7B" w:rsidP="00040614">
            <w:pPr>
              <w:rPr>
                <w:lang w:eastAsia="en-US"/>
              </w:rPr>
            </w:pPr>
            <w:r w:rsidRPr="000158DB">
              <w:rPr>
                <w:sz w:val="22"/>
                <w:szCs w:val="22"/>
                <w:lang w:eastAsia="en-US"/>
              </w:rPr>
              <w:t>1 - . ………………………………..</w:t>
            </w:r>
          </w:p>
          <w:p w:rsidR="00E94A7B" w:rsidRPr="000158DB" w:rsidRDefault="00E94A7B" w:rsidP="00040614">
            <w:pPr>
              <w:rPr>
                <w:lang w:eastAsia="en-US"/>
              </w:rPr>
            </w:pPr>
            <w:r w:rsidRPr="000158DB">
              <w:rPr>
                <w:sz w:val="22"/>
                <w:szCs w:val="22"/>
                <w:lang w:eastAsia="en-US"/>
              </w:rPr>
              <w:t>2 - . ……………………………….</w:t>
            </w:r>
          </w:p>
          <w:p w:rsidR="00E94A7B" w:rsidRPr="000158DB" w:rsidRDefault="00E94A7B" w:rsidP="00040614">
            <w:pPr>
              <w:rPr>
                <w:lang w:eastAsia="en-US"/>
              </w:rPr>
            </w:pPr>
            <w:r w:rsidRPr="000158DB">
              <w:rPr>
                <w:sz w:val="22"/>
                <w:szCs w:val="22"/>
                <w:lang w:eastAsia="en-US"/>
              </w:rPr>
              <w:t>3 - . ……………………………….</w:t>
            </w:r>
          </w:p>
          <w:p w:rsidR="00E94A7B" w:rsidRPr="000158DB" w:rsidRDefault="00E94A7B" w:rsidP="00040614">
            <w:pPr>
              <w:rPr>
                <w:lang w:eastAsia="en-US"/>
              </w:rPr>
            </w:pPr>
            <w:r w:rsidRPr="000158DB">
              <w:rPr>
                <w:sz w:val="22"/>
                <w:szCs w:val="22"/>
                <w:lang w:eastAsia="en-US"/>
              </w:rPr>
              <w:t>4 - . ………………………………</w:t>
            </w:r>
          </w:p>
          <w:p w:rsidR="00E94A7B" w:rsidRPr="000158DB" w:rsidRDefault="00E94A7B" w:rsidP="00040614">
            <w:pPr>
              <w:rPr>
                <w:lang w:eastAsia="en-US"/>
              </w:rPr>
            </w:pPr>
            <w:r w:rsidRPr="000158DB">
              <w:rPr>
                <w:sz w:val="22"/>
                <w:szCs w:val="22"/>
                <w:lang w:eastAsia="en-US"/>
              </w:rPr>
              <w:t>5 - . ………………………………</w:t>
            </w:r>
          </w:p>
          <w:p w:rsidR="00E94A7B" w:rsidRPr="000158DB" w:rsidRDefault="00E94A7B" w:rsidP="00040614">
            <w:pPr>
              <w:rPr>
                <w:lang w:eastAsia="en-US"/>
              </w:rPr>
            </w:pPr>
            <w:r w:rsidRPr="000158DB">
              <w:rPr>
                <w:sz w:val="22"/>
                <w:szCs w:val="22"/>
                <w:lang w:eastAsia="en-US"/>
              </w:rPr>
              <w:t>6 - . ………………………………</w:t>
            </w:r>
          </w:p>
        </w:tc>
      </w:tr>
    </w:tbl>
    <w:p w:rsidR="00E94A7B" w:rsidRDefault="00E94A7B" w:rsidP="008B723B">
      <w:pPr>
        <w:jc w:val="both"/>
        <w:rPr>
          <w:sz w:val="22"/>
          <w:szCs w:val="22"/>
        </w:rPr>
      </w:pPr>
    </w:p>
    <w:p w:rsidR="00E94A7B" w:rsidRPr="000158DB" w:rsidRDefault="00E94A7B" w:rsidP="008B723B">
      <w:pPr>
        <w:jc w:val="both"/>
        <w:rPr>
          <w:i/>
          <w:iCs/>
          <w:sz w:val="22"/>
          <w:szCs w:val="22"/>
        </w:rPr>
      </w:pPr>
      <w:r w:rsidRPr="000158DB">
        <w:rPr>
          <w:sz w:val="22"/>
          <w:szCs w:val="22"/>
        </w:rPr>
        <w:t xml:space="preserve">Инструкция: </w:t>
      </w:r>
      <w:r w:rsidRPr="000158DB">
        <w:rPr>
          <w:i/>
          <w:iCs/>
          <w:sz w:val="22"/>
          <w:szCs w:val="22"/>
        </w:rPr>
        <w:t>Отметьте знаком «+» правильный ответ</w:t>
      </w:r>
    </w:p>
    <w:p w:rsidR="00E94A7B" w:rsidRPr="000158DB" w:rsidRDefault="00E94A7B" w:rsidP="00040614">
      <w:pPr>
        <w:tabs>
          <w:tab w:val="left" w:pos="2340"/>
        </w:tabs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 14.  </w:t>
      </w:r>
      <w:r w:rsidRPr="000158DB">
        <w:rPr>
          <w:sz w:val="22"/>
          <w:szCs w:val="22"/>
        </w:rPr>
        <w:t>Детали кроя обметывают на машине:</w:t>
      </w:r>
    </w:p>
    <w:p w:rsidR="00E94A7B" w:rsidRPr="000158DB" w:rsidRDefault="00E94A7B" w:rsidP="0052390D">
      <w:pPr>
        <w:pStyle w:val="ListParagraph"/>
        <w:numPr>
          <w:ilvl w:val="0"/>
          <w:numId w:val="22"/>
        </w:numPr>
        <w:tabs>
          <w:tab w:val="left" w:pos="1260"/>
        </w:tabs>
        <w:rPr>
          <w:sz w:val="22"/>
          <w:szCs w:val="22"/>
        </w:rPr>
      </w:pPr>
      <w:r w:rsidRPr="000158DB">
        <w:rPr>
          <w:sz w:val="22"/>
          <w:szCs w:val="22"/>
        </w:rPr>
        <w:t>а) 2  - М кл  ПМЗ;</w:t>
      </w:r>
    </w:p>
    <w:p w:rsidR="00E94A7B" w:rsidRPr="000158DB" w:rsidRDefault="00E94A7B" w:rsidP="0052390D">
      <w:pPr>
        <w:pStyle w:val="ListParagraph"/>
        <w:numPr>
          <w:ilvl w:val="0"/>
          <w:numId w:val="22"/>
        </w:numPr>
        <w:tabs>
          <w:tab w:val="left" w:pos="1260"/>
        </w:tabs>
        <w:rPr>
          <w:sz w:val="22"/>
          <w:szCs w:val="22"/>
        </w:rPr>
      </w:pPr>
      <w:r w:rsidRPr="000158DB">
        <w:rPr>
          <w:sz w:val="22"/>
          <w:szCs w:val="22"/>
        </w:rPr>
        <w:t>б) 51 – А кл. ПМЗ;</w:t>
      </w:r>
    </w:p>
    <w:p w:rsidR="00E94A7B" w:rsidRPr="000158DB" w:rsidRDefault="00E94A7B" w:rsidP="0052390D">
      <w:pPr>
        <w:pStyle w:val="ListParagraph"/>
        <w:numPr>
          <w:ilvl w:val="0"/>
          <w:numId w:val="22"/>
        </w:numPr>
        <w:tabs>
          <w:tab w:val="left" w:pos="1260"/>
        </w:tabs>
        <w:rPr>
          <w:sz w:val="22"/>
          <w:szCs w:val="22"/>
        </w:rPr>
      </w:pPr>
      <w:r w:rsidRPr="000158DB">
        <w:rPr>
          <w:sz w:val="22"/>
          <w:szCs w:val="22"/>
        </w:rPr>
        <w:t xml:space="preserve">в) 22 кл ПМЗ. </w:t>
      </w:r>
    </w:p>
    <w:p w:rsidR="00E94A7B" w:rsidRPr="000158DB" w:rsidRDefault="00E94A7B" w:rsidP="00040614">
      <w:pPr>
        <w:tabs>
          <w:tab w:val="left" w:pos="2340"/>
        </w:tabs>
        <w:ind w:firstLine="426"/>
        <w:rPr>
          <w:sz w:val="22"/>
          <w:szCs w:val="22"/>
        </w:rPr>
      </w:pPr>
    </w:p>
    <w:p w:rsidR="00E94A7B" w:rsidRPr="000158DB" w:rsidRDefault="00E94A7B" w:rsidP="00345968">
      <w:pPr>
        <w:keepNext/>
        <w:spacing w:before="240"/>
        <w:outlineLvl w:val="2"/>
        <w:rPr>
          <w:i/>
          <w:iCs/>
          <w:sz w:val="22"/>
          <w:szCs w:val="22"/>
        </w:rPr>
      </w:pPr>
      <w:r w:rsidRPr="000158DB">
        <w:rPr>
          <w:sz w:val="22"/>
          <w:szCs w:val="22"/>
        </w:rPr>
        <w:t>Инструкция.</w:t>
      </w:r>
      <w:r w:rsidRPr="000158DB">
        <w:rPr>
          <w:i/>
          <w:iCs/>
          <w:sz w:val="22"/>
          <w:szCs w:val="22"/>
        </w:rPr>
        <w:t xml:space="preserve"> Отметьте знаком  «+»  все правильные ответы</w:t>
      </w:r>
    </w:p>
    <w:p w:rsidR="00E94A7B" w:rsidRPr="000158DB" w:rsidRDefault="00E94A7B" w:rsidP="00040614">
      <w:pPr>
        <w:rPr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 15.  </w:t>
      </w:r>
      <w:r w:rsidRPr="000158DB">
        <w:rPr>
          <w:color w:val="000000"/>
          <w:sz w:val="22"/>
          <w:szCs w:val="22"/>
          <w:shd w:val="clear" w:color="auto" w:fill="FFFFFF"/>
        </w:rPr>
        <w:t>Вращательное движение можно передавать на большие расстояния с помощью передач</w:t>
      </w:r>
      <w:r w:rsidRPr="000158DB">
        <w:rPr>
          <w:color w:val="000000"/>
          <w:sz w:val="22"/>
          <w:szCs w:val="22"/>
        </w:rPr>
        <w:t>:</w:t>
      </w:r>
    </w:p>
    <w:p w:rsidR="00E94A7B" w:rsidRPr="000158DB" w:rsidRDefault="00E94A7B" w:rsidP="00345968">
      <w:pPr>
        <w:pStyle w:val="ListParagraph"/>
        <w:numPr>
          <w:ilvl w:val="0"/>
          <w:numId w:val="23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а) зубчатой;</w:t>
      </w:r>
    </w:p>
    <w:p w:rsidR="00E94A7B" w:rsidRPr="000158DB" w:rsidRDefault="00E94A7B" w:rsidP="00345968">
      <w:pPr>
        <w:pStyle w:val="ListParagraph"/>
        <w:numPr>
          <w:ilvl w:val="0"/>
          <w:numId w:val="23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 xml:space="preserve"> б) ременной;</w:t>
      </w:r>
    </w:p>
    <w:p w:rsidR="00E94A7B" w:rsidRPr="000158DB" w:rsidRDefault="00E94A7B" w:rsidP="00345968">
      <w:pPr>
        <w:pStyle w:val="ListParagraph"/>
        <w:numPr>
          <w:ilvl w:val="0"/>
          <w:numId w:val="23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в) реечной;</w:t>
      </w:r>
    </w:p>
    <w:p w:rsidR="00E94A7B" w:rsidRPr="000158DB" w:rsidRDefault="00E94A7B" w:rsidP="00345968">
      <w:pPr>
        <w:pStyle w:val="ListParagraph"/>
        <w:numPr>
          <w:ilvl w:val="0"/>
          <w:numId w:val="23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 xml:space="preserve"> г) цепной;</w:t>
      </w:r>
    </w:p>
    <w:p w:rsidR="00E94A7B" w:rsidRPr="000158DB" w:rsidRDefault="00E94A7B" w:rsidP="00345968">
      <w:pPr>
        <w:pStyle w:val="ListParagraph"/>
        <w:numPr>
          <w:ilvl w:val="0"/>
          <w:numId w:val="23"/>
        </w:numPr>
        <w:shd w:val="clear" w:color="auto" w:fill="FFFFFF"/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д) червячной.</w:t>
      </w:r>
    </w:p>
    <w:p w:rsidR="00E94A7B" w:rsidRPr="000158DB" w:rsidRDefault="00E94A7B" w:rsidP="00040614">
      <w:pPr>
        <w:rPr>
          <w:color w:val="000000"/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№16.   </w:t>
      </w:r>
      <w:r w:rsidRPr="000158DB">
        <w:rPr>
          <w:color w:val="000000"/>
          <w:sz w:val="22"/>
          <w:szCs w:val="22"/>
          <w:shd w:val="clear" w:color="auto" w:fill="FFFFFF"/>
        </w:rPr>
        <w:t>Длина стежка зависит от</w:t>
      </w:r>
      <w:r w:rsidRPr="000158DB">
        <w:rPr>
          <w:color w:val="000000"/>
          <w:sz w:val="22"/>
          <w:szCs w:val="22"/>
        </w:rPr>
        <w:t>:</w:t>
      </w:r>
    </w:p>
    <w:p w:rsidR="00E94A7B" w:rsidRPr="000158DB" w:rsidRDefault="00E94A7B" w:rsidP="00345968">
      <w:pPr>
        <w:numPr>
          <w:ilvl w:val="0"/>
          <w:numId w:val="24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 xml:space="preserve"> а) вида и толщины стачиваемых тканей;</w:t>
      </w:r>
    </w:p>
    <w:p w:rsidR="00E94A7B" w:rsidRPr="000158DB" w:rsidRDefault="00E94A7B" w:rsidP="00345968">
      <w:pPr>
        <w:numPr>
          <w:ilvl w:val="0"/>
          <w:numId w:val="24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 xml:space="preserve"> б) назначения строчки;</w:t>
      </w:r>
    </w:p>
    <w:p w:rsidR="00E94A7B" w:rsidRPr="000158DB" w:rsidRDefault="00E94A7B" w:rsidP="00345968">
      <w:pPr>
        <w:numPr>
          <w:ilvl w:val="0"/>
          <w:numId w:val="24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 xml:space="preserve"> в) вида и толщины ниток;</w:t>
      </w:r>
    </w:p>
    <w:p w:rsidR="00E94A7B" w:rsidRPr="000158DB" w:rsidRDefault="00E94A7B" w:rsidP="00345968">
      <w:pPr>
        <w:numPr>
          <w:ilvl w:val="0"/>
          <w:numId w:val="24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г) толщины машинной иглы;</w:t>
      </w:r>
    </w:p>
    <w:p w:rsidR="00E94A7B" w:rsidRPr="000158DB" w:rsidRDefault="00E94A7B" w:rsidP="00345968">
      <w:pPr>
        <w:numPr>
          <w:ilvl w:val="0"/>
          <w:numId w:val="24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д) модели швейной машины.</w:t>
      </w:r>
    </w:p>
    <w:p w:rsidR="00E94A7B" w:rsidRPr="000158DB" w:rsidRDefault="00E94A7B" w:rsidP="00345968">
      <w:p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</w:p>
    <w:p w:rsidR="00E94A7B" w:rsidRPr="000158DB" w:rsidRDefault="00E94A7B" w:rsidP="00345968">
      <w:p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</w:p>
    <w:p w:rsidR="00E94A7B" w:rsidRPr="000158DB" w:rsidRDefault="00E94A7B" w:rsidP="00040614">
      <w:pPr>
        <w:rPr>
          <w:sz w:val="22"/>
          <w:szCs w:val="22"/>
        </w:rPr>
      </w:pPr>
    </w:p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>Рукоделие</w:t>
      </w:r>
    </w:p>
    <w:p w:rsidR="00E94A7B" w:rsidRPr="000158DB" w:rsidRDefault="00E94A7B" w:rsidP="00345968">
      <w:pPr>
        <w:keepNext/>
        <w:spacing w:before="240"/>
        <w:outlineLvl w:val="2"/>
        <w:rPr>
          <w:i/>
          <w:iCs/>
          <w:sz w:val="22"/>
          <w:szCs w:val="22"/>
        </w:rPr>
      </w:pPr>
      <w:r w:rsidRPr="000158DB">
        <w:rPr>
          <w:sz w:val="22"/>
          <w:szCs w:val="22"/>
        </w:rPr>
        <w:t>Инструкция.</w:t>
      </w:r>
      <w:r w:rsidRPr="000158DB">
        <w:rPr>
          <w:i/>
          <w:iCs/>
          <w:sz w:val="22"/>
          <w:szCs w:val="22"/>
        </w:rPr>
        <w:t xml:space="preserve"> Отметьте знаком  «+»  все правильные ответы</w:t>
      </w:r>
    </w:p>
    <w:tbl>
      <w:tblPr>
        <w:tblW w:w="5000" w:type="pct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9999"/>
      </w:tblGrid>
      <w:tr w:rsidR="00E94A7B" w:rsidRPr="000158DB" w:rsidTr="0052390D">
        <w:trPr>
          <w:tblCellSpacing w:w="0" w:type="dxa"/>
        </w:trPr>
        <w:tc>
          <w:tcPr>
            <w:tcW w:w="9999" w:type="dxa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345968">
            <w:pPr>
              <w:spacing w:before="64" w:after="64"/>
              <w:rPr>
                <w:color w:val="000000"/>
              </w:rPr>
            </w:pPr>
            <w:r w:rsidRPr="000158DB">
              <w:rPr>
                <w:b/>
                <w:bCs/>
                <w:sz w:val="22"/>
                <w:szCs w:val="22"/>
              </w:rPr>
              <w:t xml:space="preserve">Задание № 17.  </w:t>
            </w:r>
            <w:r w:rsidRPr="000158DB">
              <w:rPr>
                <w:color w:val="000000"/>
                <w:sz w:val="22"/>
                <w:szCs w:val="22"/>
              </w:rPr>
              <w:t>К художественной росписи по ткани относятся:</w:t>
            </w:r>
            <w:r w:rsidRPr="000158DB">
              <w:rPr>
                <w:i/>
                <w:iCs/>
                <w:color w:val="000000"/>
                <w:sz w:val="22"/>
                <w:szCs w:val="22"/>
              </w:rPr>
              <w:t> </w:t>
            </w:r>
            <w:r w:rsidRPr="000158DB">
              <w:rPr>
                <w:color w:val="000000"/>
                <w:sz w:val="22"/>
                <w:szCs w:val="22"/>
              </w:rPr>
              <w:t xml:space="preserve"> </w:t>
            </w:r>
          </w:p>
          <w:p w:rsidR="00E94A7B" w:rsidRPr="000158DB" w:rsidRDefault="00E94A7B" w:rsidP="00345968">
            <w:pPr>
              <w:pStyle w:val="ListParagraph"/>
              <w:numPr>
                <w:ilvl w:val="0"/>
                <w:numId w:val="10"/>
              </w:numPr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а) </w:t>
            </w:r>
            <w:r w:rsidRPr="000158DB">
              <w:rPr>
                <w:color w:val="000000"/>
                <w:sz w:val="22"/>
                <w:szCs w:val="22"/>
              </w:rPr>
              <w:t>горячий батик;</w:t>
            </w:r>
          </w:p>
          <w:p w:rsidR="00E94A7B" w:rsidRPr="000158DB" w:rsidRDefault="00E94A7B" w:rsidP="00345968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б) </w:t>
            </w:r>
            <w:r w:rsidRPr="000158DB">
              <w:rPr>
                <w:color w:val="000000"/>
                <w:sz w:val="22"/>
                <w:szCs w:val="22"/>
              </w:rPr>
              <w:t>холодный батик;</w:t>
            </w:r>
          </w:p>
          <w:p w:rsidR="00E94A7B" w:rsidRPr="000158DB" w:rsidRDefault="00E94A7B" w:rsidP="00345968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>в)</w:t>
            </w:r>
            <w:r w:rsidRPr="000158DB">
              <w:rPr>
                <w:color w:val="000000"/>
                <w:sz w:val="22"/>
                <w:szCs w:val="22"/>
              </w:rPr>
              <w:t xml:space="preserve"> швейный батик;</w:t>
            </w:r>
          </w:p>
          <w:p w:rsidR="00E94A7B" w:rsidRPr="000158DB" w:rsidRDefault="00E94A7B" w:rsidP="00345968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>г)</w:t>
            </w:r>
            <w:r w:rsidRPr="000158DB">
              <w:rPr>
                <w:color w:val="000000"/>
                <w:sz w:val="22"/>
                <w:szCs w:val="22"/>
              </w:rPr>
              <w:t xml:space="preserve"> свободная роспись;</w:t>
            </w:r>
          </w:p>
          <w:p w:rsidR="00E94A7B" w:rsidRPr="000158DB" w:rsidRDefault="00E94A7B" w:rsidP="00345968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 xml:space="preserve">д) </w:t>
            </w:r>
            <w:r w:rsidRPr="000158DB">
              <w:rPr>
                <w:color w:val="000000"/>
                <w:sz w:val="22"/>
                <w:szCs w:val="22"/>
              </w:rPr>
              <w:t>свободная роспись с применением масляных красок.</w:t>
            </w:r>
          </w:p>
          <w:p w:rsidR="00E94A7B" w:rsidRPr="000158DB" w:rsidRDefault="00E94A7B" w:rsidP="00E93572">
            <w:pPr>
              <w:jc w:val="both"/>
              <w:rPr>
                <w:i/>
                <w:iCs/>
              </w:rPr>
            </w:pPr>
            <w:r w:rsidRPr="000158DB">
              <w:rPr>
                <w:sz w:val="22"/>
                <w:szCs w:val="22"/>
              </w:rPr>
              <w:t xml:space="preserve">Инструкция: </w:t>
            </w:r>
            <w:r w:rsidRPr="000158DB">
              <w:rPr>
                <w:i/>
                <w:iCs/>
                <w:sz w:val="22"/>
                <w:szCs w:val="22"/>
              </w:rPr>
              <w:t>Отметьте знаком «+» правильный ответ</w:t>
            </w:r>
          </w:p>
          <w:p w:rsidR="00E94A7B" w:rsidRDefault="00E94A7B" w:rsidP="0052390D">
            <w:pPr>
              <w:spacing w:before="64" w:after="64"/>
              <w:rPr>
                <w:color w:val="000000"/>
                <w:sz w:val="22"/>
                <w:szCs w:val="22"/>
              </w:rPr>
            </w:pPr>
            <w:r w:rsidRPr="000158DB">
              <w:rPr>
                <w:b/>
                <w:bCs/>
                <w:sz w:val="22"/>
                <w:szCs w:val="22"/>
              </w:rPr>
              <w:t xml:space="preserve">Задание № 18.  </w:t>
            </w:r>
            <w:r w:rsidRPr="000158DB">
              <w:rPr>
                <w:color w:val="000000"/>
                <w:sz w:val="22"/>
                <w:szCs w:val="22"/>
              </w:rPr>
              <w:t>Особенностью, какой техники вышивания является плавный</w:t>
            </w:r>
          </w:p>
          <w:p w:rsidR="00E94A7B" w:rsidRPr="000158DB" w:rsidRDefault="00E94A7B" w:rsidP="0052390D">
            <w:pPr>
              <w:spacing w:before="64" w:after="64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                          </w:t>
            </w:r>
            <w:r w:rsidRPr="000158DB">
              <w:rPr>
                <w:color w:val="000000"/>
                <w:sz w:val="22"/>
                <w:szCs w:val="22"/>
              </w:rPr>
              <w:t>переход одного цвета в другой:</w:t>
            </w:r>
          </w:p>
          <w:p w:rsidR="00E94A7B" w:rsidRPr="000158DB" w:rsidRDefault="00E94A7B" w:rsidP="00E93572">
            <w:pPr>
              <w:pStyle w:val="ListParagraph"/>
              <w:numPr>
                <w:ilvl w:val="0"/>
                <w:numId w:val="10"/>
              </w:numPr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а) </w:t>
            </w:r>
            <w:r w:rsidRPr="000158DB">
              <w:rPr>
                <w:color w:val="000000"/>
                <w:sz w:val="22"/>
                <w:szCs w:val="22"/>
              </w:rPr>
              <w:t>художественная гладь;</w:t>
            </w:r>
          </w:p>
          <w:p w:rsidR="00E94A7B" w:rsidRPr="000158DB" w:rsidRDefault="00E94A7B" w:rsidP="00E93572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0158DB">
              <w:rPr>
                <w:color w:val="333333"/>
                <w:sz w:val="22"/>
                <w:szCs w:val="22"/>
              </w:rPr>
              <w:t xml:space="preserve">б) </w:t>
            </w:r>
            <w:r w:rsidRPr="000158DB">
              <w:rPr>
                <w:color w:val="000000"/>
                <w:sz w:val="22"/>
                <w:szCs w:val="22"/>
              </w:rPr>
              <w:t>двусторонняя гладь;</w:t>
            </w:r>
          </w:p>
          <w:p w:rsidR="00E94A7B" w:rsidRPr="000158DB" w:rsidRDefault="00E94A7B" w:rsidP="00E93572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</w:pPr>
            <w:r w:rsidRPr="000158DB">
              <w:rPr>
                <w:color w:val="333333"/>
                <w:sz w:val="22"/>
                <w:szCs w:val="22"/>
              </w:rPr>
              <w:t>в)</w:t>
            </w:r>
            <w:r w:rsidRPr="000158DB">
              <w:rPr>
                <w:color w:val="000000"/>
                <w:sz w:val="22"/>
                <w:szCs w:val="22"/>
              </w:rPr>
              <w:t xml:space="preserve"> владимирская гладь;</w:t>
            </w:r>
          </w:p>
          <w:p w:rsidR="00E94A7B" w:rsidRPr="000158DB" w:rsidRDefault="00E94A7B" w:rsidP="00E93572">
            <w:pPr>
              <w:pStyle w:val="ListParagraph"/>
              <w:numPr>
                <w:ilvl w:val="0"/>
                <w:numId w:val="10"/>
              </w:numPr>
              <w:spacing w:before="64" w:after="64"/>
              <w:rPr>
                <w:color w:val="000000"/>
              </w:rPr>
            </w:pPr>
            <w:r w:rsidRPr="000158DB">
              <w:rPr>
                <w:color w:val="333333"/>
                <w:sz w:val="22"/>
                <w:szCs w:val="22"/>
              </w:rPr>
              <w:t>г)</w:t>
            </w:r>
            <w:r w:rsidRPr="000158DB">
              <w:rPr>
                <w:color w:val="000000"/>
                <w:sz w:val="22"/>
                <w:szCs w:val="22"/>
              </w:rPr>
              <w:t xml:space="preserve"> русская гладь.</w:t>
            </w:r>
          </w:p>
        </w:tc>
      </w:tr>
      <w:tr w:rsidR="00E94A7B" w:rsidRPr="000158DB" w:rsidTr="0052390D">
        <w:trPr>
          <w:tblCellSpacing w:w="0" w:type="dxa"/>
        </w:trPr>
        <w:tc>
          <w:tcPr>
            <w:tcW w:w="9999" w:type="dxa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Default="00E94A7B" w:rsidP="00040614">
            <w:pPr>
              <w:spacing w:before="64" w:after="64"/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0158DB">
              <w:rPr>
                <w:b/>
                <w:bCs/>
                <w:sz w:val="22"/>
                <w:szCs w:val="22"/>
              </w:rPr>
              <w:t xml:space="preserve">Задание №19.  </w:t>
            </w:r>
            <w:r w:rsidRPr="000158DB">
              <w:rPr>
                <w:color w:val="000000"/>
                <w:sz w:val="22"/>
                <w:szCs w:val="22"/>
                <w:shd w:val="clear" w:color="auto" w:fill="FFFFFF"/>
              </w:rPr>
              <w:t>Назовите не менее трех видов орнаментов.</w:t>
            </w:r>
            <w:r w:rsidRPr="000158DB"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Ответ:___________________________________________</w:t>
            </w:r>
          </w:p>
          <w:p w:rsidR="00E94A7B" w:rsidRPr="000158DB" w:rsidRDefault="00E94A7B" w:rsidP="00040614">
            <w:pPr>
              <w:spacing w:before="64" w:after="64"/>
              <w:rPr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  <w:shd w:val="clear" w:color="auto" w:fill="FFFFFF"/>
              </w:rPr>
              <w:t>__________________________________________________</w:t>
            </w:r>
          </w:p>
        </w:tc>
      </w:tr>
      <w:tr w:rsidR="00E94A7B" w:rsidRPr="000158DB" w:rsidTr="0052390D">
        <w:trPr>
          <w:tblCellSpacing w:w="0" w:type="dxa"/>
        </w:trPr>
        <w:tc>
          <w:tcPr>
            <w:tcW w:w="9999" w:type="dxa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E93572">
            <w:pPr>
              <w:keepNext/>
              <w:spacing w:before="240"/>
              <w:outlineLvl w:val="2"/>
              <w:rPr>
                <w:i/>
                <w:iCs/>
              </w:rPr>
            </w:pPr>
            <w:r w:rsidRPr="000158DB">
              <w:rPr>
                <w:sz w:val="22"/>
                <w:szCs w:val="22"/>
              </w:rPr>
              <w:t>Инструкция.</w:t>
            </w:r>
            <w:r w:rsidRPr="000158DB">
              <w:rPr>
                <w:i/>
                <w:iCs/>
                <w:sz w:val="22"/>
                <w:szCs w:val="22"/>
              </w:rPr>
              <w:t xml:space="preserve"> Отметьте знаком  «+»  все правильные ответы</w:t>
            </w:r>
          </w:p>
          <w:p w:rsidR="00E94A7B" w:rsidRPr="000158DB" w:rsidRDefault="00E94A7B" w:rsidP="00040614">
            <w:r w:rsidRPr="000158DB">
              <w:rPr>
                <w:b/>
                <w:bCs/>
                <w:sz w:val="22"/>
                <w:szCs w:val="22"/>
              </w:rPr>
              <w:t xml:space="preserve">Задание № 20.  </w:t>
            </w:r>
            <w:r w:rsidRPr="000158DB">
              <w:rPr>
                <w:sz w:val="22"/>
                <w:szCs w:val="22"/>
              </w:rPr>
              <w:t>К  видам  декоративно-прикладного  искусства  относятся:</w:t>
            </w:r>
          </w:p>
          <w:p w:rsidR="00E94A7B" w:rsidRPr="000158DB" w:rsidRDefault="00E94A7B" w:rsidP="00E93572">
            <w:pPr>
              <w:pStyle w:val="ListParagraph"/>
              <w:numPr>
                <w:ilvl w:val="0"/>
                <w:numId w:val="30"/>
              </w:numPr>
              <w:tabs>
                <w:tab w:val="left" w:pos="1134"/>
              </w:tabs>
              <w:ind w:hanging="11"/>
            </w:pPr>
            <w:r w:rsidRPr="000158DB">
              <w:rPr>
                <w:sz w:val="22"/>
                <w:szCs w:val="22"/>
              </w:rPr>
              <w:t>а)  вышивание;</w:t>
            </w:r>
          </w:p>
          <w:p w:rsidR="00E94A7B" w:rsidRPr="000158DB" w:rsidRDefault="00E94A7B" w:rsidP="00E93572">
            <w:pPr>
              <w:pStyle w:val="ListParagraph"/>
              <w:numPr>
                <w:ilvl w:val="0"/>
                <w:numId w:val="30"/>
              </w:numPr>
              <w:tabs>
                <w:tab w:val="left" w:pos="1134"/>
              </w:tabs>
              <w:ind w:hanging="11"/>
            </w:pPr>
            <w:r w:rsidRPr="000158DB">
              <w:rPr>
                <w:sz w:val="22"/>
                <w:szCs w:val="22"/>
              </w:rPr>
              <w:t>б)  вязание;</w:t>
            </w:r>
          </w:p>
          <w:p w:rsidR="00E94A7B" w:rsidRPr="000158DB" w:rsidRDefault="00E94A7B" w:rsidP="00E93572">
            <w:pPr>
              <w:pStyle w:val="ListParagraph"/>
              <w:numPr>
                <w:ilvl w:val="0"/>
                <w:numId w:val="30"/>
              </w:numPr>
              <w:tabs>
                <w:tab w:val="left" w:pos="1134"/>
              </w:tabs>
              <w:ind w:hanging="11"/>
            </w:pPr>
            <w:r w:rsidRPr="000158DB">
              <w:rPr>
                <w:sz w:val="22"/>
                <w:szCs w:val="22"/>
              </w:rPr>
              <w:t>в)  обработка  вытачек;</w:t>
            </w:r>
          </w:p>
          <w:p w:rsidR="00E94A7B" w:rsidRPr="000158DB" w:rsidRDefault="00E94A7B" w:rsidP="00E93572">
            <w:pPr>
              <w:pStyle w:val="ListParagraph"/>
              <w:numPr>
                <w:ilvl w:val="0"/>
                <w:numId w:val="30"/>
              </w:numPr>
              <w:tabs>
                <w:tab w:val="left" w:pos="1134"/>
              </w:tabs>
              <w:ind w:hanging="11"/>
            </w:pPr>
            <w:r w:rsidRPr="000158DB">
              <w:rPr>
                <w:sz w:val="22"/>
                <w:szCs w:val="22"/>
              </w:rPr>
              <w:t xml:space="preserve"> г)  макраме;</w:t>
            </w:r>
          </w:p>
          <w:p w:rsidR="00E94A7B" w:rsidRPr="000158DB" w:rsidRDefault="00E94A7B" w:rsidP="00E93572">
            <w:pPr>
              <w:pStyle w:val="ListParagraph"/>
              <w:numPr>
                <w:ilvl w:val="0"/>
                <w:numId w:val="30"/>
              </w:numPr>
              <w:tabs>
                <w:tab w:val="left" w:pos="1134"/>
              </w:tabs>
              <w:ind w:hanging="11"/>
            </w:pPr>
            <w:r w:rsidRPr="000158DB">
              <w:rPr>
                <w:sz w:val="22"/>
                <w:szCs w:val="22"/>
              </w:rPr>
              <w:t>д)  ВТО;</w:t>
            </w:r>
          </w:p>
          <w:p w:rsidR="00E94A7B" w:rsidRPr="000158DB" w:rsidRDefault="00E94A7B" w:rsidP="00E93572">
            <w:pPr>
              <w:pStyle w:val="ListParagraph"/>
              <w:numPr>
                <w:ilvl w:val="0"/>
                <w:numId w:val="30"/>
              </w:numPr>
              <w:tabs>
                <w:tab w:val="left" w:pos="1134"/>
              </w:tabs>
              <w:ind w:hanging="11"/>
            </w:pPr>
            <w:r w:rsidRPr="000158DB">
              <w:rPr>
                <w:sz w:val="22"/>
                <w:szCs w:val="22"/>
              </w:rPr>
              <w:t>е)  обводка;</w:t>
            </w:r>
          </w:p>
          <w:p w:rsidR="00E94A7B" w:rsidRPr="000158DB" w:rsidRDefault="00E94A7B" w:rsidP="00E93572">
            <w:pPr>
              <w:pStyle w:val="ListParagraph"/>
              <w:numPr>
                <w:ilvl w:val="0"/>
                <w:numId w:val="30"/>
              </w:numPr>
              <w:tabs>
                <w:tab w:val="left" w:pos="1134"/>
              </w:tabs>
              <w:ind w:hanging="11"/>
            </w:pPr>
            <w:r w:rsidRPr="000158DB">
              <w:rPr>
                <w:sz w:val="22"/>
                <w:szCs w:val="22"/>
              </w:rPr>
              <w:t>ж)  лоскутное  шитье.</w:t>
            </w:r>
          </w:p>
        </w:tc>
      </w:tr>
    </w:tbl>
    <w:p w:rsidR="00E94A7B" w:rsidRPr="000158DB" w:rsidRDefault="00E94A7B" w:rsidP="00040614">
      <w:pPr>
        <w:rPr>
          <w:sz w:val="22"/>
          <w:szCs w:val="22"/>
        </w:rPr>
      </w:pPr>
    </w:p>
    <w:p w:rsidR="00E94A7B" w:rsidRPr="000158DB" w:rsidRDefault="00E94A7B" w:rsidP="00040614">
      <w:pPr>
        <w:pStyle w:val="Heading2"/>
        <w:spacing w:after="0"/>
        <w:rPr>
          <w:sz w:val="22"/>
          <w:szCs w:val="22"/>
        </w:rPr>
      </w:pPr>
      <w:r w:rsidRPr="000158DB">
        <w:rPr>
          <w:sz w:val="22"/>
          <w:szCs w:val="22"/>
        </w:rPr>
        <w:t>Конструирование и моделирование</w:t>
      </w:r>
    </w:p>
    <w:p w:rsidR="00E94A7B" w:rsidRPr="000158DB" w:rsidRDefault="00E94A7B" w:rsidP="00E93572">
      <w:pPr>
        <w:rPr>
          <w:sz w:val="22"/>
          <w:szCs w:val="22"/>
        </w:rPr>
      </w:pPr>
    </w:p>
    <w:tbl>
      <w:tblPr>
        <w:tblW w:w="5000" w:type="pct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9999"/>
      </w:tblGrid>
      <w:tr w:rsidR="00E94A7B" w:rsidRPr="000158DB">
        <w:trPr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E93572">
            <w:pPr>
              <w:jc w:val="both"/>
              <w:rPr>
                <w:i/>
                <w:iCs/>
              </w:rPr>
            </w:pPr>
            <w:r w:rsidRPr="000158DB">
              <w:rPr>
                <w:sz w:val="22"/>
                <w:szCs w:val="22"/>
              </w:rPr>
              <w:t xml:space="preserve">Инструкция: </w:t>
            </w:r>
            <w:r w:rsidRPr="000158DB">
              <w:rPr>
                <w:i/>
                <w:iCs/>
                <w:sz w:val="22"/>
                <w:szCs w:val="22"/>
              </w:rPr>
              <w:t>Отметьте знаком «+» правильный ответ</w:t>
            </w:r>
          </w:p>
          <w:p w:rsidR="00E94A7B" w:rsidRPr="000158DB" w:rsidRDefault="00E94A7B" w:rsidP="00040614">
            <w:pPr>
              <w:spacing w:before="64" w:after="64"/>
              <w:rPr>
                <w:color w:val="000000"/>
              </w:rPr>
            </w:pPr>
            <w:r w:rsidRPr="000158DB">
              <w:rPr>
                <w:b/>
                <w:bCs/>
                <w:sz w:val="22"/>
                <w:szCs w:val="22"/>
              </w:rPr>
              <w:t xml:space="preserve">Задание №  21. </w:t>
            </w:r>
            <w:r w:rsidRPr="000158DB">
              <w:rPr>
                <w:color w:val="000000"/>
                <w:sz w:val="22"/>
                <w:szCs w:val="22"/>
              </w:rPr>
              <w:t>Если линия кокетки заднего полотнища юбки расположена ниже конца вытачки, то вытачку:</w:t>
            </w:r>
          </w:p>
        </w:tc>
      </w:tr>
      <w:tr w:rsidR="00E94A7B" w:rsidRPr="000158DB">
        <w:trPr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E93572">
            <w:pPr>
              <w:pStyle w:val="ListParagraph"/>
              <w:numPr>
                <w:ilvl w:val="0"/>
                <w:numId w:val="31"/>
              </w:numPr>
              <w:tabs>
                <w:tab w:val="left" w:pos="1088"/>
              </w:tabs>
              <w:ind w:left="709" w:hanging="11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а) сохраняют;</w:t>
            </w:r>
          </w:p>
        </w:tc>
      </w:tr>
      <w:tr w:rsidR="00E94A7B" w:rsidRPr="000158DB">
        <w:trPr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E93572">
            <w:pPr>
              <w:pStyle w:val="ListParagraph"/>
              <w:numPr>
                <w:ilvl w:val="0"/>
                <w:numId w:val="31"/>
              </w:numPr>
              <w:tabs>
                <w:tab w:val="left" w:pos="1088"/>
                <w:tab w:val="left" w:pos="1139"/>
              </w:tabs>
              <w:ind w:left="709" w:hanging="11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б) переносят в линию кокетки нижней части юбки;</w:t>
            </w:r>
          </w:p>
        </w:tc>
      </w:tr>
      <w:tr w:rsidR="00E94A7B" w:rsidRPr="000158DB">
        <w:trPr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E93572">
            <w:pPr>
              <w:pStyle w:val="ListParagraph"/>
              <w:numPr>
                <w:ilvl w:val="0"/>
                <w:numId w:val="31"/>
              </w:numPr>
              <w:tabs>
                <w:tab w:val="left" w:pos="1088"/>
                <w:tab w:val="left" w:pos="1139"/>
              </w:tabs>
              <w:ind w:left="709" w:hanging="11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в) удлиняют до линии кокетки и потом закрывают. </w:t>
            </w:r>
          </w:p>
        </w:tc>
      </w:tr>
    </w:tbl>
    <w:p w:rsidR="00E94A7B" w:rsidRPr="000158DB" w:rsidRDefault="00E94A7B" w:rsidP="00040614">
      <w:pPr>
        <w:rPr>
          <w:sz w:val="22"/>
          <w:szCs w:val="22"/>
        </w:rPr>
      </w:pPr>
    </w:p>
    <w:p w:rsidR="00E94A7B" w:rsidRPr="000158DB" w:rsidRDefault="00E94A7B" w:rsidP="00040614">
      <w:pPr>
        <w:jc w:val="both"/>
        <w:rPr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  22. </w:t>
      </w:r>
      <w:r w:rsidRPr="000158DB">
        <w:rPr>
          <w:sz w:val="22"/>
          <w:szCs w:val="22"/>
        </w:rPr>
        <w:t>Установите соответствие между конструкцией воротников и их изображениями:</w:t>
      </w:r>
    </w:p>
    <w:p w:rsidR="00E94A7B" w:rsidRPr="000158DB" w:rsidRDefault="00E94A7B" w:rsidP="00040614">
      <w:pPr>
        <w:rPr>
          <w:b/>
          <w:bCs/>
          <w:sz w:val="22"/>
          <w:szCs w:val="22"/>
        </w:rPr>
      </w:pPr>
      <w:r>
        <w:rPr>
          <w:noProof/>
        </w:rPr>
        <w:pict>
          <v:shape id="Рисунок 4" o:spid="_x0000_s1027" type="#_x0000_t75" alt="воротники-тест1" style="position:absolute;margin-left:229.55pt;margin-top:1.8pt;width:195.2pt;height:120.55pt;z-index:251656704;visibility:visible">
            <v:imagedata r:id="rId7" o:title=""/>
            <w10:wrap type="square"/>
          </v:shape>
        </w:pict>
      </w:r>
    </w:p>
    <w:p w:rsidR="00E94A7B" w:rsidRPr="000158DB" w:rsidRDefault="00E94A7B" w:rsidP="00040614">
      <w:pPr>
        <w:jc w:val="both"/>
        <w:rPr>
          <w:sz w:val="22"/>
          <w:szCs w:val="22"/>
        </w:rPr>
      </w:pPr>
      <w:r w:rsidRPr="000158DB">
        <w:rPr>
          <w:i/>
          <w:iCs/>
          <w:sz w:val="22"/>
          <w:szCs w:val="22"/>
        </w:rPr>
        <w:t>Ответ</w:t>
      </w:r>
      <w:r w:rsidRPr="000158DB">
        <w:rPr>
          <w:sz w:val="22"/>
          <w:szCs w:val="22"/>
        </w:rPr>
        <w:t>: 1-____, 2-____, 3-____</w:t>
      </w:r>
    </w:p>
    <w:p w:rsidR="00E94A7B" w:rsidRPr="000158DB" w:rsidRDefault="00E94A7B" w:rsidP="00040614">
      <w:pPr>
        <w:jc w:val="both"/>
        <w:rPr>
          <w:b/>
          <w:bCs/>
          <w:sz w:val="22"/>
          <w:szCs w:val="22"/>
        </w:rPr>
      </w:pPr>
    </w:p>
    <w:p w:rsidR="00E94A7B" w:rsidRPr="000158DB" w:rsidRDefault="00E94A7B" w:rsidP="00040614">
      <w:pPr>
        <w:jc w:val="both"/>
        <w:rPr>
          <w:b/>
          <w:bCs/>
          <w:sz w:val="22"/>
          <w:szCs w:val="22"/>
        </w:rPr>
      </w:pPr>
    </w:p>
    <w:p w:rsidR="00E94A7B" w:rsidRPr="000158DB" w:rsidRDefault="00E94A7B" w:rsidP="00040614">
      <w:pPr>
        <w:jc w:val="both"/>
        <w:rPr>
          <w:b/>
          <w:bCs/>
          <w:sz w:val="22"/>
          <w:szCs w:val="22"/>
        </w:rPr>
      </w:pPr>
    </w:p>
    <w:p w:rsidR="00E94A7B" w:rsidRPr="000158DB" w:rsidRDefault="00E94A7B" w:rsidP="00040614">
      <w:pPr>
        <w:jc w:val="both"/>
        <w:rPr>
          <w:b/>
          <w:bCs/>
          <w:sz w:val="22"/>
          <w:szCs w:val="22"/>
        </w:rPr>
      </w:pPr>
    </w:p>
    <w:p w:rsidR="00E94A7B" w:rsidRPr="000158DB" w:rsidRDefault="00E94A7B" w:rsidP="00040614">
      <w:pPr>
        <w:jc w:val="both"/>
        <w:rPr>
          <w:b/>
          <w:bCs/>
          <w:sz w:val="22"/>
          <w:szCs w:val="22"/>
        </w:rPr>
      </w:pPr>
    </w:p>
    <w:p w:rsidR="00E94A7B" w:rsidRPr="000158DB" w:rsidRDefault="00E94A7B" w:rsidP="00040614">
      <w:pPr>
        <w:jc w:val="both"/>
        <w:rPr>
          <w:b/>
          <w:bCs/>
          <w:sz w:val="22"/>
          <w:szCs w:val="22"/>
        </w:rPr>
      </w:pPr>
    </w:p>
    <w:p w:rsidR="00E94A7B" w:rsidRPr="000158DB" w:rsidRDefault="00E94A7B" w:rsidP="00040614">
      <w:pPr>
        <w:jc w:val="both"/>
        <w:rPr>
          <w:b/>
          <w:bCs/>
          <w:sz w:val="22"/>
          <w:szCs w:val="22"/>
        </w:rPr>
      </w:pPr>
    </w:p>
    <w:p w:rsidR="00E94A7B" w:rsidRPr="000158DB" w:rsidRDefault="00E94A7B" w:rsidP="00040614">
      <w:pPr>
        <w:pStyle w:val="BodyText"/>
        <w:rPr>
          <w:b/>
          <w:bCs/>
          <w:sz w:val="22"/>
          <w:szCs w:val="22"/>
        </w:rPr>
      </w:pPr>
    </w:p>
    <w:p w:rsidR="00E94A7B" w:rsidRPr="000158DB" w:rsidRDefault="00E94A7B" w:rsidP="00040614">
      <w:pPr>
        <w:pStyle w:val="BodyText"/>
        <w:rPr>
          <w:b/>
          <w:bCs/>
          <w:sz w:val="22"/>
          <w:szCs w:val="22"/>
        </w:rPr>
      </w:pPr>
    </w:p>
    <w:p w:rsidR="00E94A7B" w:rsidRDefault="00E94A7B" w:rsidP="00040614">
      <w:pPr>
        <w:pStyle w:val="BodyText"/>
        <w:rPr>
          <w:b/>
          <w:bCs/>
          <w:sz w:val="22"/>
          <w:szCs w:val="22"/>
        </w:rPr>
      </w:pPr>
    </w:p>
    <w:p w:rsidR="00E94A7B" w:rsidRDefault="00E94A7B" w:rsidP="00040614">
      <w:pPr>
        <w:pStyle w:val="BodyText"/>
        <w:rPr>
          <w:b/>
          <w:bCs/>
          <w:sz w:val="22"/>
          <w:szCs w:val="22"/>
        </w:rPr>
      </w:pPr>
    </w:p>
    <w:p w:rsidR="00E94A7B" w:rsidRDefault="00E94A7B" w:rsidP="00040614">
      <w:pPr>
        <w:pStyle w:val="BodyText"/>
        <w:rPr>
          <w:b/>
          <w:bCs/>
          <w:sz w:val="22"/>
          <w:szCs w:val="22"/>
        </w:rPr>
      </w:pPr>
    </w:p>
    <w:p w:rsidR="00E94A7B" w:rsidRDefault="00E94A7B" w:rsidP="00040614">
      <w:pPr>
        <w:pStyle w:val="BodyText"/>
        <w:rPr>
          <w:b/>
          <w:bCs/>
          <w:sz w:val="22"/>
          <w:szCs w:val="22"/>
        </w:rPr>
      </w:pPr>
    </w:p>
    <w:p w:rsidR="00E94A7B" w:rsidRDefault="00E94A7B" w:rsidP="00040614">
      <w:pPr>
        <w:pStyle w:val="BodyText"/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>Задание №  23. Напишите обозначенные цифрами названия конструктивных линий и срезов задней половинки брюк:</w:t>
      </w:r>
    </w:p>
    <w:p w:rsidR="00E94A7B" w:rsidRPr="000158DB" w:rsidRDefault="00E94A7B" w:rsidP="00040614">
      <w:pPr>
        <w:pStyle w:val="BodyText"/>
        <w:rPr>
          <w:b/>
          <w:bCs/>
          <w:sz w:val="22"/>
          <w:szCs w:val="22"/>
        </w:rPr>
      </w:pPr>
    </w:p>
    <w:p w:rsidR="00E94A7B" w:rsidRDefault="00E94A7B" w:rsidP="00040614">
      <w:pPr>
        <w:rPr>
          <w:b/>
          <w:bCs/>
          <w:sz w:val="22"/>
          <w:szCs w:val="22"/>
        </w:rPr>
      </w:pPr>
    </w:p>
    <w:p w:rsidR="00E94A7B" w:rsidRPr="000158DB" w:rsidRDefault="00E94A7B" w:rsidP="00040614">
      <w:pPr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043"/>
      </w:tblGrid>
      <w:tr w:rsidR="00E94A7B" w:rsidRPr="000158DB">
        <w:tc>
          <w:tcPr>
            <w:tcW w:w="3528" w:type="dxa"/>
          </w:tcPr>
          <w:p w:rsidR="00E94A7B" w:rsidRPr="000158DB" w:rsidRDefault="00E94A7B" w:rsidP="00040614">
            <w:pPr>
              <w:jc w:val="center"/>
            </w:pPr>
            <w:r w:rsidRPr="00A1706C">
              <w:rPr>
                <w:noProof/>
                <w:sz w:val="22"/>
                <w:szCs w:val="22"/>
              </w:rPr>
              <w:pict>
                <v:shape id="Рисунок 5" o:spid="_x0000_i1026" type="#_x0000_t75" alt="срезы_брюк_тест1" style="width:111.75pt;height:210pt;visibility:visible">
                  <v:imagedata r:id="rId8" o:title=""/>
                </v:shape>
              </w:pict>
            </w:r>
          </w:p>
        </w:tc>
        <w:tc>
          <w:tcPr>
            <w:tcW w:w="6043" w:type="dxa"/>
          </w:tcPr>
          <w:p w:rsidR="00E94A7B" w:rsidRPr="000158DB" w:rsidRDefault="00E94A7B" w:rsidP="00040614">
            <w:r w:rsidRPr="000158DB">
              <w:rPr>
                <w:sz w:val="22"/>
                <w:szCs w:val="22"/>
              </w:rPr>
              <w:t xml:space="preserve"> </w:t>
            </w:r>
          </w:p>
          <w:p w:rsidR="00E94A7B" w:rsidRPr="000158DB" w:rsidRDefault="00E94A7B" w:rsidP="00040614">
            <w:r w:rsidRPr="000158DB">
              <w:rPr>
                <w:sz w:val="22"/>
                <w:szCs w:val="22"/>
              </w:rPr>
              <w:t>1 – …………………………………………………</w:t>
            </w:r>
          </w:p>
          <w:p w:rsidR="00E94A7B" w:rsidRPr="000158DB" w:rsidRDefault="00E94A7B" w:rsidP="00040614">
            <w:r w:rsidRPr="000158DB">
              <w:rPr>
                <w:sz w:val="22"/>
                <w:szCs w:val="22"/>
              </w:rPr>
              <w:t>2 – …………………………………………………</w:t>
            </w:r>
          </w:p>
          <w:p w:rsidR="00E94A7B" w:rsidRPr="000158DB" w:rsidRDefault="00E94A7B" w:rsidP="00040614">
            <w:r w:rsidRPr="000158DB">
              <w:rPr>
                <w:sz w:val="22"/>
                <w:szCs w:val="22"/>
              </w:rPr>
              <w:t>3 – …………………………………………………</w:t>
            </w:r>
          </w:p>
          <w:p w:rsidR="00E94A7B" w:rsidRPr="000158DB" w:rsidRDefault="00E94A7B" w:rsidP="00040614">
            <w:r w:rsidRPr="000158DB">
              <w:rPr>
                <w:sz w:val="22"/>
                <w:szCs w:val="22"/>
              </w:rPr>
              <w:t>4 – …………………………………………………</w:t>
            </w:r>
          </w:p>
          <w:p w:rsidR="00E94A7B" w:rsidRPr="000158DB" w:rsidRDefault="00E94A7B" w:rsidP="00040614">
            <w:r w:rsidRPr="000158DB">
              <w:rPr>
                <w:sz w:val="22"/>
                <w:szCs w:val="22"/>
              </w:rPr>
              <w:t>5 – …………………………………………………</w:t>
            </w:r>
          </w:p>
          <w:p w:rsidR="00E94A7B" w:rsidRPr="000158DB" w:rsidRDefault="00E94A7B" w:rsidP="00040614">
            <w:r w:rsidRPr="000158DB">
              <w:rPr>
                <w:sz w:val="22"/>
                <w:szCs w:val="22"/>
              </w:rPr>
              <w:t>6 – …………………………………………………</w:t>
            </w:r>
          </w:p>
          <w:p w:rsidR="00E94A7B" w:rsidRPr="000158DB" w:rsidRDefault="00E94A7B" w:rsidP="00040614">
            <w:r w:rsidRPr="000158DB">
              <w:rPr>
                <w:sz w:val="22"/>
                <w:szCs w:val="22"/>
              </w:rPr>
              <w:t>7 – …………………………………………………</w:t>
            </w:r>
          </w:p>
          <w:p w:rsidR="00E94A7B" w:rsidRPr="000158DB" w:rsidRDefault="00E94A7B" w:rsidP="00040614">
            <w:r w:rsidRPr="000158DB">
              <w:rPr>
                <w:sz w:val="22"/>
                <w:szCs w:val="22"/>
              </w:rPr>
              <w:t>8 – …………………………………………………</w:t>
            </w:r>
          </w:p>
          <w:p w:rsidR="00E94A7B" w:rsidRPr="000158DB" w:rsidRDefault="00E94A7B" w:rsidP="00040614">
            <w:r w:rsidRPr="000158DB">
              <w:rPr>
                <w:sz w:val="22"/>
                <w:szCs w:val="22"/>
              </w:rPr>
              <w:t>9 – …………………………………………………</w:t>
            </w:r>
          </w:p>
        </w:tc>
      </w:tr>
    </w:tbl>
    <w:p w:rsidR="00E94A7B" w:rsidRDefault="00E94A7B" w:rsidP="00040614">
      <w:pPr>
        <w:rPr>
          <w:sz w:val="22"/>
          <w:szCs w:val="22"/>
        </w:rPr>
      </w:pPr>
    </w:p>
    <w:p w:rsidR="00E94A7B" w:rsidRPr="000158DB" w:rsidRDefault="00E94A7B" w:rsidP="00040614">
      <w:pPr>
        <w:rPr>
          <w:sz w:val="22"/>
          <w:szCs w:val="22"/>
        </w:rPr>
      </w:pPr>
    </w:p>
    <w:p w:rsidR="00E94A7B" w:rsidRPr="000158DB" w:rsidRDefault="00E94A7B" w:rsidP="000C1EC9">
      <w:pPr>
        <w:keepNext/>
        <w:outlineLvl w:val="2"/>
        <w:rPr>
          <w:i/>
          <w:iCs/>
          <w:sz w:val="22"/>
          <w:szCs w:val="22"/>
        </w:rPr>
      </w:pPr>
      <w:r w:rsidRPr="000158DB">
        <w:rPr>
          <w:sz w:val="22"/>
          <w:szCs w:val="22"/>
        </w:rPr>
        <w:t>Инструкция.</w:t>
      </w:r>
      <w:r w:rsidRPr="000158DB">
        <w:rPr>
          <w:i/>
          <w:iCs/>
          <w:sz w:val="22"/>
          <w:szCs w:val="22"/>
        </w:rPr>
        <w:t xml:space="preserve"> Отметьте знаком  «+»  все правильные ответы</w:t>
      </w:r>
    </w:p>
    <w:p w:rsidR="00E94A7B" w:rsidRPr="000158DB" w:rsidRDefault="00E94A7B" w:rsidP="000C1EC9">
      <w:pPr>
        <w:pStyle w:val="ListParagraph"/>
        <w:ind w:left="0"/>
        <w:rPr>
          <w:color w:val="000000"/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№24.  </w:t>
      </w:r>
      <w:r w:rsidRPr="000158DB">
        <w:rPr>
          <w:color w:val="000000"/>
          <w:sz w:val="22"/>
          <w:szCs w:val="22"/>
        </w:rPr>
        <w:t>На выкройках швейных изделий следует указывать:</w:t>
      </w:r>
      <w:r w:rsidRPr="000158DB">
        <w:rPr>
          <w:color w:val="000000"/>
          <w:sz w:val="22"/>
          <w:szCs w:val="22"/>
        </w:rPr>
        <w:br/>
      </w:r>
    </w:p>
    <w:p w:rsidR="00E94A7B" w:rsidRPr="000158DB" w:rsidRDefault="00E94A7B" w:rsidP="000C1EC9">
      <w:pPr>
        <w:numPr>
          <w:ilvl w:val="0"/>
          <w:numId w:val="24"/>
        </w:numPr>
        <w:shd w:val="clear" w:color="auto" w:fill="FFFFFF"/>
        <w:tabs>
          <w:tab w:val="clear" w:pos="720"/>
          <w:tab w:val="num" w:pos="1134"/>
        </w:tabs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а) направление долевой нити;</w:t>
      </w:r>
    </w:p>
    <w:p w:rsidR="00E94A7B" w:rsidRPr="000158DB" w:rsidRDefault="00E94A7B" w:rsidP="000C1EC9">
      <w:pPr>
        <w:numPr>
          <w:ilvl w:val="0"/>
          <w:numId w:val="24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 xml:space="preserve"> б) направление уточной нити;</w:t>
      </w:r>
    </w:p>
    <w:p w:rsidR="00E94A7B" w:rsidRPr="000158DB" w:rsidRDefault="00E94A7B" w:rsidP="000C1EC9">
      <w:pPr>
        <w:numPr>
          <w:ilvl w:val="0"/>
          <w:numId w:val="24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 xml:space="preserve"> в) припуски на обработку швов;</w:t>
      </w:r>
    </w:p>
    <w:p w:rsidR="00E94A7B" w:rsidRPr="000158DB" w:rsidRDefault="00E94A7B" w:rsidP="000C1EC9">
      <w:pPr>
        <w:numPr>
          <w:ilvl w:val="0"/>
          <w:numId w:val="24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г) сгибы ткани.</w:t>
      </w:r>
    </w:p>
    <w:p w:rsidR="00E94A7B" w:rsidRPr="000158DB" w:rsidRDefault="00E94A7B" w:rsidP="00040614">
      <w:pPr>
        <w:rPr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 25.  </w:t>
      </w:r>
      <w:r w:rsidRPr="000158DB">
        <w:rPr>
          <w:sz w:val="22"/>
          <w:szCs w:val="22"/>
        </w:rPr>
        <w:t>При расчете суммы вытачек на юбке учитываются мерки:</w:t>
      </w:r>
    </w:p>
    <w:p w:rsidR="00E94A7B" w:rsidRPr="000158DB" w:rsidRDefault="00E94A7B" w:rsidP="000C1EC9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а)  Сг;</w:t>
      </w:r>
    </w:p>
    <w:p w:rsidR="00E94A7B" w:rsidRPr="000158DB" w:rsidRDefault="00E94A7B" w:rsidP="000C1EC9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б)  Ди;</w:t>
      </w:r>
    </w:p>
    <w:p w:rsidR="00E94A7B" w:rsidRPr="000158DB" w:rsidRDefault="00E94A7B" w:rsidP="000C1EC9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в)  Ст;</w:t>
      </w:r>
    </w:p>
    <w:p w:rsidR="00E94A7B" w:rsidRPr="000158DB" w:rsidRDefault="00E94A7B" w:rsidP="000C1EC9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г) Сб;</w:t>
      </w:r>
    </w:p>
    <w:p w:rsidR="00E94A7B" w:rsidRPr="000158DB" w:rsidRDefault="00E94A7B" w:rsidP="000C1EC9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д) Оп.</w:t>
      </w:r>
    </w:p>
    <w:p w:rsidR="00E94A7B" w:rsidRDefault="00E94A7B" w:rsidP="00040614">
      <w:pPr>
        <w:rPr>
          <w:sz w:val="22"/>
          <w:szCs w:val="22"/>
        </w:rPr>
      </w:pPr>
    </w:p>
    <w:p w:rsidR="00E94A7B" w:rsidRDefault="00E94A7B" w:rsidP="00040614">
      <w:pPr>
        <w:rPr>
          <w:sz w:val="22"/>
          <w:szCs w:val="22"/>
        </w:rPr>
      </w:pPr>
    </w:p>
    <w:p w:rsidR="00E94A7B" w:rsidRPr="000158DB" w:rsidRDefault="00E94A7B" w:rsidP="00040614">
      <w:pPr>
        <w:rPr>
          <w:sz w:val="22"/>
          <w:szCs w:val="22"/>
        </w:rPr>
      </w:pPr>
    </w:p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>Технология изготовления швейных изделий</w:t>
      </w:r>
    </w:p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</w:p>
    <w:p w:rsidR="00E94A7B" w:rsidRPr="000158DB" w:rsidRDefault="00E94A7B" w:rsidP="000C1EC9">
      <w:pPr>
        <w:jc w:val="both"/>
        <w:rPr>
          <w:i/>
          <w:iCs/>
          <w:sz w:val="22"/>
          <w:szCs w:val="22"/>
        </w:rPr>
      </w:pPr>
      <w:r w:rsidRPr="000158DB">
        <w:rPr>
          <w:sz w:val="22"/>
          <w:szCs w:val="22"/>
        </w:rPr>
        <w:t xml:space="preserve">Инструкция: </w:t>
      </w:r>
      <w:r w:rsidRPr="000158DB">
        <w:rPr>
          <w:i/>
          <w:iCs/>
          <w:sz w:val="22"/>
          <w:szCs w:val="22"/>
        </w:rPr>
        <w:t>Отметьте знаком «+» правильный ответ</w:t>
      </w:r>
    </w:p>
    <w:p w:rsidR="00E94A7B" w:rsidRPr="000158DB" w:rsidRDefault="00E94A7B" w:rsidP="000C1EC9">
      <w:pPr>
        <w:jc w:val="both"/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  26. </w:t>
      </w:r>
      <w:r w:rsidRPr="000158DB">
        <w:rPr>
          <w:color w:val="000000"/>
          <w:sz w:val="22"/>
          <w:szCs w:val="22"/>
        </w:rPr>
        <w:t>На рисунке изображена обработка горловины</w:t>
      </w:r>
    </w:p>
    <w:tbl>
      <w:tblPr>
        <w:tblW w:w="4775" w:type="pct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9549"/>
      </w:tblGrid>
      <w:tr w:rsidR="00E94A7B" w:rsidRPr="000158DB" w:rsidTr="0052390D">
        <w:trPr>
          <w:trHeight w:val="4367"/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0C1EC9">
            <w:pPr>
              <w:pStyle w:val="ListParagraph"/>
              <w:numPr>
                <w:ilvl w:val="0"/>
                <w:numId w:val="35"/>
              </w:numPr>
              <w:tabs>
                <w:tab w:val="left" w:pos="1155"/>
              </w:tabs>
              <w:spacing w:before="64" w:after="64"/>
              <w:ind w:left="851" w:firstLine="0"/>
              <w:rPr>
                <w:noProof/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а) подкройной обтачкой</w:t>
            </w:r>
            <w:r w:rsidRPr="000158DB">
              <w:rPr>
                <w:noProof/>
                <w:color w:val="000000"/>
                <w:sz w:val="22"/>
                <w:szCs w:val="22"/>
              </w:rPr>
              <w:t xml:space="preserve"> ;</w:t>
            </w:r>
          </w:p>
          <w:p w:rsidR="00E94A7B" w:rsidRPr="000158DB" w:rsidRDefault="00E94A7B" w:rsidP="000C1EC9">
            <w:pPr>
              <w:pStyle w:val="ListParagraph"/>
              <w:numPr>
                <w:ilvl w:val="0"/>
                <w:numId w:val="35"/>
              </w:numPr>
              <w:tabs>
                <w:tab w:val="left" w:pos="1155"/>
              </w:tabs>
              <w:spacing w:before="64" w:after="64"/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б) окантовочным швом; </w:t>
            </w:r>
          </w:p>
          <w:p w:rsidR="00E94A7B" w:rsidRPr="000158DB" w:rsidRDefault="00E94A7B" w:rsidP="000C1EC9">
            <w:pPr>
              <w:pStyle w:val="ListParagraph"/>
              <w:numPr>
                <w:ilvl w:val="0"/>
                <w:numId w:val="35"/>
              </w:numPr>
              <w:tabs>
                <w:tab w:val="left" w:pos="1155"/>
              </w:tabs>
              <w:spacing w:before="64" w:after="64"/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 xml:space="preserve"> в) осой полоской способом «чисто вытачать»; </w:t>
            </w:r>
          </w:p>
          <w:p w:rsidR="00E94A7B" w:rsidRPr="000158DB" w:rsidRDefault="00E94A7B" w:rsidP="000C1EC9">
            <w:pPr>
              <w:pStyle w:val="ListParagraph"/>
              <w:numPr>
                <w:ilvl w:val="0"/>
                <w:numId w:val="35"/>
              </w:numPr>
              <w:tabs>
                <w:tab w:val="left" w:pos="1155"/>
              </w:tabs>
              <w:spacing w:before="64" w:after="64"/>
              <w:ind w:left="851" w:firstLine="0"/>
              <w:rPr>
                <w:color w:val="000000"/>
              </w:rPr>
            </w:pPr>
            <w:r>
              <w:rPr>
                <w:noProof/>
              </w:rPr>
              <w:pict>
                <v:shape id="Рисунок 101" o:spid="_x0000_s1028" type="#_x0000_t75" alt="http://olymp74.ru/images/view.php?id=1bc0a8e8163f75e6cfa26da8956e24dbe2e2600ff1423b7cded4b3cdc5f97f4b" style="position:absolute;left:0;text-align:left;margin-left:32.6pt;margin-top:48.55pt;width:151.7pt;height:133.85pt;z-index:251658752;visibility:visible">
                  <v:imagedata r:id="rId9" o:title=""/>
                  <w10:wrap type="square"/>
                </v:shape>
              </w:pict>
            </w:r>
            <w:r w:rsidRPr="000158DB">
              <w:rPr>
                <w:color w:val="000000"/>
                <w:sz w:val="22"/>
                <w:szCs w:val="22"/>
              </w:rPr>
              <w:t>г) цельнокроеной обтачкой;</w:t>
            </w:r>
          </w:p>
          <w:p w:rsidR="00E94A7B" w:rsidRPr="000158DB" w:rsidRDefault="00E94A7B" w:rsidP="0052390D">
            <w:pPr>
              <w:pStyle w:val="ListParagraph"/>
              <w:numPr>
                <w:ilvl w:val="0"/>
                <w:numId w:val="35"/>
              </w:numPr>
              <w:tabs>
                <w:tab w:val="left" w:pos="1155"/>
              </w:tabs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д) тесьмой</w:t>
            </w:r>
            <w:r w:rsidRPr="000158DB">
              <w:rPr>
                <w:noProof/>
                <w:color w:val="000000"/>
                <w:sz w:val="22"/>
                <w:szCs w:val="22"/>
              </w:rPr>
              <w:t>.</w:t>
            </w:r>
          </w:p>
        </w:tc>
      </w:tr>
      <w:tr w:rsidR="00E94A7B" w:rsidRPr="000158DB" w:rsidTr="0052390D">
        <w:trPr>
          <w:trHeight w:val="485"/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0C4247">
            <w:pPr>
              <w:jc w:val="both"/>
              <w:rPr>
                <w:i/>
                <w:iCs/>
              </w:rPr>
            </w:pPr>
            <w:r w:rsidRPr="000158DB">
              <w:rPr>
                <w:sz w:val="22"/>
                <w:szCs w:val="22"/>
              </w:rPr>
              <w:t xml:space="preserve">Инструкция: </w:t>
            </w:r>
            <w:r w:rsidRPr="000158DB">
              <w:rPr>
                <w:i/>
                <w:iCs/>
                <w:sz w:val="22"/>
                <w:szCs w:val="22"/>
              </w:rPr>
              <w:t>Отметьте знаком «+» правильный ответ</w:t>
            </w:r>
          </w:p>
          <w:p w:rsidR="00E94A7B" w:rsidRPr="000158DB" w:rsidRDefault="00E94A7B" w:rsidP="00040614">
            <w:pPr>
              <w:rPr>
                <w:color w:val="000000"/>
              </w:rPr>
            </w:pPr>
            <w:r w:rsidRPr="000158DB">
              <w:rPr>
                <w:b/>
                <w:bCs/>
                <w:sz w:val="22"/>
                <w:szCs w:val="22"/>
              </w:rPr>
              <w:t xml:space="preserve">Задание №  27. </w:t>
            </w:r>
            <w:r w:rsidRPr="000158DB">
              <w:rPr>
                <w:color w:val="000000"/>
                <w:sz w:val="22"/>
                <w:szCs w:val="22"/>
              </w:rPr>
              <w:t>Выравнивание поверхности ткани на конце вытачки с помощью ВТО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58DB">
              <w:rPr>
                <w:color w:val="000000"/>
                <w:sz w:val="22"/>
                <w:szCs w:val="22"/>
              </w:rPr>
              <w:t>называется</w:t>
            </w:r>
          </w:p>
        </w:tc>
      </w:tr>
      <w:tr w:rsidR="00E94A7B" w:rsidRPr="000158DB" w:rsidTr="0052390D">
        <w:trPr>
          <w:trHeight w:val="266"/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040614">
            <w:pPr>
              <w:rPr>
                <w:color w:val="000000"/>
              </w:rPr>
            </w:pPr>
          </w:p>
        </w:tc>
      </w:tr>
      <w:tr w:rsidR="00E94A7B" w:rsidRPr="000158DB" w:rsidTr="0052390D">
        <w:trPr>
          <w:trHeight w:val="250"/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0C4247">
            <w:pPr>
              <w:pStyle w:val="ListParagraph"/>
              <w:numPr>
                <w:ilvl w:val="0"/>
                <w:numId w:val="36"/>
              </w:numPr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а) разутюживание;</w:t>
            </w:r>
          </w:p>
        </w:tc>
      </w:tr>
      <w:tr w:rsidR="00E94A7B" w:rsidRPr="000158DB" w:rsidTr="0052390D">
        <w:trPr>
          <w:trHeight w:val="250"/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0C4247">
            <w:pPr>
              <w:pStyle w:val="ListParagraph"/>
              <w:numPr>
                <w:ilvl w:val="0"/>
                <w:numId w:val="36"/>
              </w:numPr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б) заутюживание;</w:t>
            </w:r>
          </w:p>
        </w:tc>
      </w:tr>
      <w:tr w:rsidR="00E94A7B" w:rsidRPr="000158DB" w:rsidTr="0052390D">
        <w:trPr>
          <w:trHeight w:val="250"/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0C4247">
            <w:pPr>
              <w:pStyle w:val="ListParagraph"/>
              <w:numPr>
                <w:ilvl w:val="0"/>
                <w:numId w:val="36"/>
              </w:numPr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в) сутюживание;</w:t>
            </w:r>
          </w:p>
        </w:tc>
      </w:tr>
      <w:tr w:rsidR="00E94A7B" w:rsidRPr="000158DB" w:rsidTr="0052390D">
        <w:trPr>
          <w:trHeight w:val="235"/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0C4247">
            <w:pPr>
              <w:pStyle w:val="ListParagraph"/>
              <w:numPr>
                <w:ilvl w:val="0"/>
                <w:numId w:val="36"/>
              </w:numPr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г) приутюживание.</w:t>
            </w:r>
          </w:p>
        </w:tc>
      </w:tr>
    </w:tbl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</w:p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</w:p>
    <w:p w:rsidR="00E94A7B" w:rsidRPr="000158DB" w:rsidRDefault="00E94A7B" w:rsidP="00040614">
      <w:pPr>
        <w:rPr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 28.  </w:t>
      </w:r>
      <w:r w:rsidRPr="000158DB">
        <w:rPr>
          <w:sz w:val="22"/>
          <w:szCs w:val="22"/>
        </w:rPr>
        <w:t>Впишите термины машинных работ, объединяющие следующие пары действий:</w:t>
      </w:r>
    </w:p>
    <w:p w:rsidR="00E94A7B" w:rsidRPr="000158DB" w:rsidRDefault="00E94A7B" w:rsidP="000C4247">
      <w:pPr>
        <w:pStyle w:val="ListParagraph"/>
        <w:numPr>
          <w:ilvl w:val="0"/>
          <w:numId w:val="37"/>
        </w:numPr>
        <w:ind w:left="851" w:firstLine="0"/>
        <w:rPr>
          <w:sz w:val="22"/>
          <w:szCs w:val="22"/>
        </w:rPr>
      </w:pPr>
      <w:r w:rsidRPr="000158DB">
        <w:rPr>
          <w:sz w:val="22"/>
          <w:szCs w:val="22"/>
        </w:rPr>
        <w:t>а) рукав и пройма, горловина и воротник</w:t>
      </w:r>
      <w:r w:rsidRPr="000158DB">
        <w:rPr>
          <w:b/>
          <w:bCs/>
          <w:i/>
          <w:iCs/>
          <w:sz w:val="22"/>
          <w:szCs w:val="22"/>
        </w:rPr>
        <w:t xml:space="preserve"> __________________________________</w:t>
      </w:r>
      <w:r w:rsidRPr="000158DB">
        <w:rPr>
          <w:sz w:val="22"/>
          <w:szCs w:val="22"/>
        </w:rPr>
        <w:t>;</w:t>
      </w:r>
    </w:p>
    <w:p w:rsidR="00E94A7B" w:rsidRPr="000158DB" w:rsidRDefault="00E94A7B" w:rsidP="000C4247">
      <w:pPr>
        <w:pStyle w:val="ListParagraph"/>
        <w:numPr>
          <w:ilvl w:val="0"/>
          <w:numId w:val="37"/>
        </w:numPr>
        <w:ind w:left="851" w:firstLine="0"/>
        <w:rPr>
          <w:sz w:val="22"/>
          <w:szCs w:val="22"/>
        </w:rPr>
      </w:pPr>
      <w:r w:rsidRPr="000158DB">
        <w:rPr>
          <w:sz w:val="22"/>
          <w:szCs w:val="22"/>
        </w:rPr>
        <w:t>б) борт и подборт, нижний воротник и верхний воротник ____________________;</w:t>
      </w:r>
    </w:p>
    <w:p w:rsidR="00E94A7B" w:rsidRPr="000158DB" w:rsidRDefault="00E94A7B" w:rsidP="000C4247">
      <w:pPr>
        <w:pStyle w:val="ListParagraph"/>
        <w:numPr>
          <w:ilvl w:val="0"/>
          <w:numId w:val="37"/>
        </w:numPr>
        <w:ind w:left="851" w:firstLine="0"/>
        <w:rPr>
          <w:sz w:val="22"/>
          <w:szCs w:val="22"/>
        </w:rPr>
      </w:pPr>
      <w:r w:rsidRPr="000158DB">
        <w:rPr>
          <w:sz w:val="22"/>
          <w:szCs w:val="22"/>
        </w:rPr>
        <w:t>в) карман и полочка, кокетка и спинка  ____________________________________;</w:t>
      </w:r>
    </w:p>
    <w:p w:rsidR="00E94A7B" w:rsidRPr="000158DB" w:rsidRDefault="00E94A7B" w:rsidP="00806847">
      <w:pPr>
        <w:pStyle w:val="ListParagraph"/>
        <w:numPr>
          <w:ilvl w:val="0"/>
          <w:numId w:val="37"/>
        </w:numPr>
        <w:ind w:left="851" w:firstLine="0"/>
        <w:jc w:val="both"/>
        <w:rPr>
          <w:sz w:val="22"/>
          <w:szCs w:val="22"/>
        </w:rPr>
      </w:pPr>
      <w:r w:rsidRPr="000158DB">
        <w:rPr>
          <w:sz w:val="22"/>
          <w:szCs w:val="22"/>
        </w:rPr>
        <w:t>г) спинка и полочка, верхняя половинка рукава и нижняя половинка рукава _______</w:t>
      </w:r>
    </w:p>
    <w:p w:rsidR="00E94A7B" w:rsidRPr="000158DB" w:rsidRDefault="00E94A7B" w:rsidP="00040614">
      <w:pPr>
        <w:pStyle w:val="Heading2"/>
        <w:spacing w:before="0" w:after="0"/>
        <w:rPr>
          <w:sz w:val="22"/>
          <w:szCs w:val="22"/>
        </w:rPr>
      </w:pPr>
    </w:p>
    <w:p w:rsidR="00E94A7B" w:rsidRPr="000158DB" w:rsidRDefault="00E94A7B" w:rsidP="00806847">
      <w:pPr>
        <w:jc w:val="both"/>
        <w:rPr>
          <w:i/>
          <w:iCs/>
          <w:sz w:val="22"/>
          <w:szCs w:val="22"/>
        </w:rPr>
      </w:pPr>
      <w:r w:rsidRPr="000158DB">
        <w:rPr>
          <w:sz w:val="22"/>
          <w:szCs w:val="22"/>
        </w:rPr>
        <w:t xml:space="preserve">Инструкция: </w:t>
      </w:r>
      <w:r w:rsidRPr="000158DB">
        <w:rPr>
          <w:i/>
          <w:iCs/>
          <w:sz w:val="22"/>
          <w:szCs w:val="22"/>
        </w:rPr>
        <w:t>Отметьте знаком «+» правильный ответ</w:t>
      </w:r>
    </w:p>
    <w:p w:rsidR="00E94A7B" w:rsidRPr="000158DB" w:rsidRDefault="00E94A7B" w:rsidP="00806847">
      <w:pPr>
        <w:pStyle w:val="ListParagraph"/>
        <w:ind w:left="0"/>
        <w:jc w:val="both"/>
        <w:rPr>
          <w:color w:val="000000"/>
          <w:sz w:val="22"/>
          <w:szCs w:val="22"/>
          <w:shd w:val="clear" w:color="auto" w:fill="FFFFFF"/>
        </w:rPr>
      </w:pPr>
      <w:r w:rsidRPr="000158DB">
        <w:rPr>
          <w:b/>
          <w:bCs/>
          <w:sz w:val="22"/>
          <w:szCs w:val="22"/>
        </w:rPr>
        <w:t xml:space="preserve">Задание № 29.  </w:t>
      </w:r>
      <w:r w:rsidRPr="000158DB">
        <w:rPr>
          <w:color w:val="000000"/>
          <w:sz w:val="22"/>
          <w:szCs w:val="22"/>
          <w:shd w:val="clear" w:color="auto" w:fill="FFFFFF"/>
        </w:rPr>
        <w:t>Чтобы изделие не деформировалось в процессе ВТО, утюг необходимо</w:t>
      </w:r>
      <w:r w:rsidRPr="000158DB">
        <w:rPr>
          <w:color w:val="000000"/>
          <w:sz w:val="22"/>
          <w:szCs w:val="22"/>
        </w:rPr>
        <w:br/>
      </w:r>
      <w:r w:rsidRPr="000158DB">
        <w:rPr>
          <w:color w:val="000000"/>
          <w:sz w:val="22"/>
          <w:szCs w:val="22"/>
          <w:shd w:val="clear" w:color="auto" w:fill="FFFFFF"/>
        </w:rPr>
        <w:t>перемещать</w:t>
      </w:r>
    </w:p>
    <w:p w:rsidR="00E94A7B" w:rsidRPr="000158DB" w:rsidRDefault="00E94A7B" w:rsidP="00806847">
      <w:pPr>
        <w:pStyle w:val="ListParagraph"/>
        <w:ind w:left="0"/>
        <w:rPr>
          <w:color w:val="000000"/>
          <w:sz w:val="22"/>
          <w:szCs w:val="22"/>
        </w:rPr>
      </w:pPr>
    </w:p>
    <w:p w:rsidR="00E94A7B" w:rsidRPr="000158DB" w:rsidRDefault="00E94A7B" w:rsidP="00806847">
      <w:pPr>
        <w:pStyle w:val="ListParagraph"/>
        <w:numPr>
          <w:ilvl w:val="0"/>
          <w:numId w:val="38"/>
        </w:numPr>
        <w:shd w:val="clear" w:color="auto" w:fill="FFFFFF"/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а) круговыми движениями;</w:t>
      </w:r>
    </w:p>
    <w:p w:rsidR="00E94A7B" w:rsidRPr="000158DB" w:rsidRDefault="00E94A7B" w:rsidP="00806847">
      <w:pPr>
        <w:pStyle w:val="ListParagraph"/>
        <w:numPr>
          <w:ilvl w:val="0"/>
          <w:numId w:val="38"/>
        </w:numPr>
        <w:shd w:val="clear" w:color="auto" w:fill="FFFFFF"/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б) вдоль нитей основы;</w:t>
      </w:r>
    </w:p>
    <w:p w:rsidR="00E94A7B" w:rsidRPr="000158DB" w:rsidRDefault="00E94A7B" w:rsidP="00806847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в) вдоль нитей утка;</w:t>
      </w:r>
    </w:p>
    <w:p w:rsidR="00E94A7B" w:rsidRPr="000158DB" w:rsidRDefault="00E94A7B" w:rsidP="00806847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г) в диагональном направлении;</w:t>
      </w:r>
    </w:p>
    <w:p w:rsidR="00E94A7B" w:rsidRPr="000158DB" w:rsidRDefault="00E94A7B" w:rsidP="00806847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д) в любом направлении.</w:t>
      </w:r>
    </w:p>
    <w:p w:rsidR="00E94A7B" w:rsidRPr="000158DB" w:rsidRDefault="00E94A7B" w:rsidP="00040614">
      <w:pPr>
        <w:pStyle w:val="Heading2"/>
        <w:spacing w:before="0" w:after="0"/>
        <w:rPr>
          <w:sz w:val="22"/>
          <w:szCs w:val="22"/>
        </w:rPr>
      </w:pPr>
      <w:r w:rsidRPr="000158DB">
        <w:rPr>
          <w:sz w:val="22"/>
          <w:szCs w:val="22"/>
        </w:rPr>
        <w:t>Электротехника</w:t>
      </w:r>
    </w:p>
    <w:tbl>
      <w:tblPr>
        <w:tblW w:w="5000" w:type="pct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9999"/>
      </w:tblGrid>
      <w:tr w:rsidR="00E94A7B" w:rsidRPr="000158DB">
        <w:trPr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806847">
            <w:pPr>
              <w:keepNext/>
              <w:outlineLvl w:val="2"/>
              <w:rPr>
                <w:i/>
                <w:iCs/>
              </w:rPr>
            </w:pPr>
            <w:r w:rsidRPr="000158DB">
              <w:rPr>
                <w:sz w:val="22"/>
                <w:szCs w:val="22"/>
              </w:rPr>
              <w:t>Инструкция.</w:t>
            </w:r>
            <w:r w:rsidRPr="000158DB">
              <w:rPr>
                <w:i/>
                <w:iCs/>
                <w:sz w:val="22"/>
                <w:szCs w:val="22"/>
              </w:rPr>
              <w:t xml:space="preserve"> Отметьте знаком  «+»  все правильные ответы</w:t>
            </w:r>
          </w:p>
          <w:p w:rsidR="00E94A7B" w:rsidRPr="000158DB" w:rsidRDefault="00E94A7B" w:rsidP="00806847">
            <w:pPr>
              <w:spacing w:before="64" w:after="64"/>
              <w:rPr>
                <w:color w:val="000000"/>
              </w:rPr>
            </w:pPr>
            <w:r w:rsidRPr="000158DB">
              <w:rPr>
                <w:b/>
                <w:bCs/>
                <w:sz w:val="22"/>
                <w:szCs w:val="22"/>
              </w:rPr>
              <w:t xml:space="preserve">Задание №  30. </w:t>
            </w:r>
            <w:r w:rsidRPr="000158DB">
              <w:rPr>
                <w:color w:val="000000"/>
                <w:sz w:val="22"/>
                <w:szCs w:val="22"/>
              </w:rPr>
              <w:t>Электрические лампочки в электрической цепи могут соединяться</w:t>
            </w:r>
          </w:p>
          <w:p w:rsidR="00E94A7B" w:rsidRPr="000158DB" w:rsidRDefault="00E94A7B" w:rsidP="00806847">
            <w:pPr>
              <w:pStyle w:val="ListParagraph"/>
              <w:numPr>
                <w:ilvl w:val="0"/>
                <w:numId w:val="34"/>
              </w:numPr>
              <w:tabs>
                <w:tab w:val="left" w:pos="1134"/>
              </w:tabs>
              <w:spacing w:before="100" w:beforeAutospacing="1" w:after="100" w:afterAutospacing="1"/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а)  последовательно;</w:t>
            </w:r>
          </w:p>
          <w:p w:rsidR="00E94A7B" w:rsidRPr="000158DB" w:rsidRDefault="00E94A7B" w:rsidP="00806847">
            <w:pPr>
              <w:pStyle w:val="ListParagraph"/>
              <w:numPr>
                <w:ilvl w:val="0"/>
                <w:numId w:val="34"/>
              </w:numPr>
              <w:tabs>
                <w:tab w:val="left" w:pos="1134"/>
              </w:tabs>
              <w:spacing w:before="100" w:beforeAutospacing="1" w:after="100" w:afterAutospacing="1"/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б)  параллельно;</w:t>
            </w:r>
          </w:p>
          <w:p w:rsidR="00E94A7B" w:rsidRPr="000158DB" w:rsidRDefault="00E94A7B" w:rsidP="00806847">
            <w:pPr>
              <w:pStyle w:val="ListParagraph"/>
              <w:numPr>
                <w:ilvl w:val="0"/>
                <w:numId w:val="34"/>
              </w:numPr>
              <w:tabs>
                <w:tab w:val="left" w:pos="1134"/>
              </w:tabs>
              <w:spacing w:before="100" w:beforeAutospacing="1" w:after="100" w:afterAutospacing="1"/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в)  перпендикулярно;</w:t>
            </w:r>
          </w:p>
          <w:p w:rsidR="00E94A7B" w:rsidRPr="000158DB" w:rsidRDefault="00E94A7B" w:rsidP="00806847">
            <w:pPr>
              <w:pStyle w:val="ListParagraph"/>
              <w:numPr>
                <w:ilvl w:val="0"/>
                <w:numId w:val="34"/>
              </w:numPr>
              <w:tabs>
                <w:tab w:val="left" w:pos="1134"/>
              </w:tabs>
              <w:spacing w:before="100" w:beforeAutospacing="1" w:after="100" w:afterAutospacing="1"/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г) смешанно.</w:t>
            </w:r>
          </w:p>
        </w:tc>
      </w:tr>
    </w:tbl>
    <w:p w:rsidR="00E94A7B" w:rsidRDefault="00E94A7B" w:rsidP="00806847">
      <w:pPr>
        <w:jc w:val="both"/>
        <w:rPr>
          <w:sz w:val="22"/>
          <w:szCs w:val="22"/>
        </w:rPr>
      </w:pPr>
    </w:p>
    <w:p w:rsidR="00E94A7B" w:rsidRPr="000158DB" w:rsidRDefault="00E94A7B" w:rsidP="00806847">
      <w:pPr>
        <w:jc w:val="both"/>
        <w:rPr>
          <w:i/>
          <w:iCs/>
          <w:sz w:val="22"/>
          <w:szCs w:val="22"/>
        </w:rPr>
      </w:pPr>
      <w:r w:rsidRPr="000158DB">
        <w:rPr>
          <w:sz w:val="22"/>
          <w:szCs w:val="22"/>
        </w:rPr>
        <w:t xml:space="preserve">Инструкция: </w:t>
      </w:r>
      <w:r w:rsidRPr="000158DB">
        <w:rPr>
          <w:i/>
          <w:iCs/>
          <w:sz w:val="22"/>
          <w:szCs w:val="22"/>
        </w:rPr>
        <w:t>Отметьте знаком «+» правильный ответ</w:t>
      </w:r>
    </w:p>
    <w:p w:rsidR="00E94A7B" w:rsidRPr="000158DB" w:rsidRDefault="00E94A7B" w:rsidP="00040614">
      <w:pPr>
        <w:rPr>
          <w:color w:val="000000"/>
          <w:sz w:val="22"/>
          <w:szCs w:val="22"/>
          <w:shd w:val="clear" w:color="auto" w:fill="FFFFFF"/>
        </w:rPr>
      </w:pPr>
      <w:r w:rsidRPr="000158DB">
        <w:rPr>
          <w:b/>
          <w:bCs/>
          <w:sz w:val="22"/>
          <w:szCs w:val="22"/>
        </w:rPr>
        <w:t xml:space="preserve">Задание №  31. </w:t>
      </w:r>
      <w:r w:rsidRPr="000158DB">
        <w:rPr>
          <w:color w:val="000000"/>
          <w:sz w:val="22"/>
          <w:szCs w:val="22"/>
          <w:shd w:val="clear" w:color="auto" w:fill="FFFFFF"/>
        </w:rPr>
        <w:t>Вольтметр применяется для измерения в электрической цепи:</w:t>
      </w:r>
    </w:p>
    <w:p w:rsidR="00E94A7B" w:rsidRPr="000158DB" w:rsidRDefault="00E94A7B" w:rsidP="00806847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а)  силы тока;</w:t>
      </w:r>
    </w:p>
    <w:p w:rsidR="00E94A7B" w:rsidRPr="000158DB" w:rsidRDefault="00E94A7B" w:rsidP="00806847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б) сопротивления;</w:t>
      </w:r>
    </w:p>
    <w:p w:rsidR="00E94A7B" w:rsidRPr="000158DB" w:rsidRDefault="00E94A7B" w:rsidP="00806847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  <w:shd w:val="clear" w:color="auto" w:fill="FFFFFF"/>
        </w:rPr>
      </w:pPr>
      <w:r w:rsidRPr="000158DB">
        <w:rPr>
          <w:color w:val="000000"/>
          <w:sz w:val="22"/>
          <w:szCs w:val="22"/>
        </w:rPr>
        <w:t>в)  напряжения;</w:t>
      </w:r>
    </w:p>
    <w:p w:rsidR="00E94A7B" w:rsidRPr="000158DB" w:rsidRDefault="00E94A7B" w:rsidP="00806847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  <w:shd w:val="clear" w:color="auto" w:fill="FFFFFF"/>
        </w:rPr>
      </w:pPr>
      <w:r w:rsidRPr="000158DB">
        <w:rPr>
          <w:color w:val="000000"/>
          <w:sz w:val="22"/>
          <w:szCs w:val="22"/>
        </w:rPr>
        <w:t>г) электрической емкости;</w:t>
      </w:r>
    </w:p>
    <w:p w:rsidR="00E94A7B" w:rsidRPr="000158DB" w:rsidRDefault="00E94A7B" w:rsidP="00806847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  <w:shd w:val="clear" w:color="auto" w:fill="FFFFFF"/>
        </w:rPr>
      </w:pPr>
      <w:r w:rsidRPr="000158DB">
        <w:rPr>
          <w:color w:val="000000"/>
          <w:sz w:val="22"/>
          <w:szCs w:val="22"/>
          <w:shd w:val="clear" w:color="auto" w:fill="FFFFFF"/>
        </w:rPr>
        <w:t>д) фазы.</w:t>
      </w:r>
    </w:p>
    <w:p w:rsidR="00E94A7B" w:rsidRPr="000158DB" w:rsidRDefault="00E94A7B" w:rsidP="00040614">
      <w:pPr>
        <w:rPr>
          <w:sz w:val="22"/>
          <w:szCs w:val="22"/>
          <w:lang w:val="en-US"/>
        </w:rPr>
      </w:pPr>
    </w:p>
    <w:p w:rsidR="00E94A7B" w:rsidRPr="000158DB" w:rsidRDefault="00E94A7B" w:rsidP="00040614">
      <w:pPr>
        <w:pStyle w:val="Heading2"/>
        <w:spacing w:before="0" w:after="0"/>
        <w:rPr>
          <w:sz w:val="22"/>
          <w:szCs w:val="22"/>
        </w:rPr>
      </w:pPr>
      <w:r w:rsidRPr="000158DB">
        <w:rPr>
          <w:sz w:val="22"/>
          <w:szCs w:val="22"/>
        </w:rPr>
        <w:t>Интерьер</w:t>
      </w:r>
    </w:p>
    <w:p w:rsidR="00E94A7B" w:rsidRPr="000158DB" w:rsidRDefault="00E94A7B" w:rsidP="00040614">
      <w:pPr>
        <w:rPr>
          <w:sz w:val="22"/>
          <w:szCs w:val="22"/>
        </w:rPr>
      </w:pPr>
    </w:p>
    <w:p w:rsidR="00E94A7B" w:rsidRPr="000158DB" w:rsidRDefault="00E94A7B" w:rsidP="00040614">
      <w:pPr>
        <w:rPr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  32. </w:t>
      </w:r>
      <w:r w:rsidRPr="000158DB">
        <w:rPr>
          <w:sz w:val="22"/>
          <w:szCs w:val="22"/>
        </w:rPr>
        <w:t>Дайте определение интерьера дома.</w:t>
      </w:r>
    </w:p>
    <w:p w:rsidR="00E94A7B" w:rsidRPr="000158DB" w:rsidRDefault="00E94A7B" w:rsidP="00040614">
      <w:pPr>
        <w:rPr>
          <w:sz w:val="22"/>
          <w:szCs w:val="22"/>
        </w:rPr>
      </w:pPr>
      <w:r w:rsidRPr="000158DB">
        <w:rPr>
          <w:sz w:val="22"/>
          <w:szCs w:val="22"/>
        </w:rPr>
        <w:t>Интерьер дома – это ________________________________________________________________</w:t>
      </w:r>
    </w:p>
    <w:p w:rsidR="00E94A7B" w:rsidRPr="000158DB" w:rsidRDefault="00E94A7B" w:rsidP="00040614">
      <w:pPr>
        <w:rPr>
          <w:sz w:val="22"/>
          <w:szCs w:val="22"/>
        </w:rPr>
      </w:pPr>
      <w:r w:rsidRPr="000158DB">
        <w:rPr>
          <w:sz w:val="22"/>
          <w:szCs w:val="22"/>
        </w:rPr>
        <w:t>__________________________________________________________________________________</w:t>
      </w:r>
    </w:p>
    <w:p w:rsidR="00E94A7B" w:rsidRPr="000158DB" w:rsidRDefault="00E94A7B" w:rsidP="00040614">
      <w:pPr>
        <w:rPr>
          <w:sz w:val="22"/>
          <w:szCs w:val="22"/>
        </w:rPr>
      </w:pPr>
    </w:p>
    <w:p w:rsidR="00E94A7B" w:rsidRPr="000158DB" w:rsidRDefault="00E94A7B" w:rsidP="00040614">
      <w:pPr>
        <w:rPr>
          <w:sz w:val="22"/>
          <w:szCs w:val="22"/>
        </w:rPr>
      </w:pPr>
    </w:p>
    <w:p w:rsidR="00E94A7B" w:rsidRPr="000158DB" w:rsidRDefault="00E94A7B" w:rsidP="00040614">
      <w:pPr>
        <w:pStyle w:val="Heading2"/>
        <w:rPr>
          <w:sz w:val="22"/>
          <w:szCs w:val="22"/>
        </w:rPr>
      </w:pPr>
      <w:r w:rsidRPr="000158DB">
        <w:rPr>
          <w:sz w:val="22"/>
          <w:szCs w:val="22"/>
        </w:rPr>
        <w:t>Профессиональное самоопределение</w:t>
      </w:r>
    </w:p>
    <w:p w:rsidR="00E94A7B" w:rsidRPr="000158DB" w:rsidRDefault="00E94A7B" w:rsidP="001D1BD0">
      <w:pPr>
        <w:jc w:val="both"/>
        <w:rPr>
          <w:i/>
          <w:iCs/>
          <w:sz w:val="22"/>
          <w:szCs w:val="22"/>
        </w:rPr>
      </w:pPr>
      <w:r w:rsidRPr="000158DB">
        <w:rPr>
          <w:sz w:val="22"/>
          <w:szCs w:val="22"/>
        </w:rPr>
        <w:t xml:space="preserve">Инструкция: </w:t>
      </w:r>
      <w:r w:rsidRPr="000158DB">
        <w:rPr>
          <w:i/>
          <w:iCs/>
          <w:sz w:val="22"/>
          <w:szCs w:val="22"/>
        </w:rPr>
        <w:t>Отметьте знаком «+» правильный ответ</w:t>
      </w:r>
    </w:p>
    <w:p w:rsidR="00E94A7B" w:rsidRPr="000158DB" w:rsidRDefault="00E94A7B" w:rsidP="00040614">
      <w:pPr>
        <w:rPr>
          <w:color w:val="000000"/>
          <w:sz w:val="22"/>
          <w:szCs w:val="22"/>
          <w:shd w:val="clear" w:color="auto" w:fill="FFFFFF"/>
        </w:rPr>
      </w:pPr>
      <w:r w:rsidRPr="000158DB">
        <w:rPr>
          <w:b/>
          <w:bCs/>
          <w:sz w:val="22"/>
          <w:szCs w:val="22"/>
        </w:rPr>
        <w:t xml:space="preserve">Задание № 33.  </w:t>
      </w:r>
      <w:r w:rsidRPr="000158DB">
        <w:rPr>
          <w:color w:val="000000"/>
          <w:sz w:val="22"/>
          <w:szCs w:val="22"/>
          <w:shd w:val="clear" w:color="auto" w:fill="FFFFFF"/>
        </w:rPr>
        <w:t>Осмысленный выбор своей будущей профессии является:</w:t>
      </w:r>
    </w:p>
    <w:p w:rsidR="00E94A7B" w:rsidRPr="000158DB" w:rsidRDefault="00E94A7B" w:rsidP="00166E0B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 xml:space="preserve">а)  </w:t>
      </w:r>
      <w:r w:rsidRPr="000158DB">
        <w:rPr>
          <w:color w:val="000000"/>
          <w:sz w:val="22"/>
          <w:szCs w:val="22"/>
          <w:shd w:val="clear" w:color="auto" w:fill="FFFFFF"/>
        </w:rPr>
        <w:t>осуществлением заданного алгоритма;</w:t>
      </w:r>
    </w:p>
    <w:p w:rsidR="00E94A7B" w:rsidRPr="000158DB" w:rsidRDefault="00E94A7B" w:rsidP="00166E0B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 xml:space="preserve">б)  </w:t>
      </w:r>
      <w:r w:rsidRPr="000158DB">
        <w:rPr>
          <w:color w:val="000000"/>
          <w:sz w:val="22"/>
          <w:szCs w:val="22"/>
          <w:shd w:val="clear" w:color="auto" w:fill="FFFFFF"/>
        </w:rPr>
        <w:t>случайным процессом;</w:t>
      </w:r>
    </w:p>
    <w:p w:rsidR="00E94A7B" w:rsidRPr="000158DB" w:rsidRDefault="00E94A7B" w:rsidP="00166E0B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 xml:space="preserve">в)  </w:t>
      </w:r>
      <w:r w:rsidRPr="000158DB">
        <w:rPr>
          <w:color w:val="000000"/>
          <w:sz w:val="22"/>
          <w:szCs w:val="22"/>
          <w:shd w:val="clear" w:color="auto" w:fill="FFFFFF"/>
        </w:rPr>
        <w:t>творческим актом;</w:t>
      </w:r>
    </w:p>
    <w:p w:rsidR="00E94A7B" w:rsidRPr="000158DB" w:rsidRDefault="00E94A7B" w:rsidP="00166E0B">
      <w:pPr>
        <w:pStyle w:val="ListParagraph"/>
        <w:numPr>
          <w:ilvl w:val="0"/>
          <w:numId w:val="34"/>
        </w:numPr>
        <w:tabs>
          <w:tab w:val="left" w:pos="1134"/>
        </w:tabs>
        <w:spacing w:before="100" w:beforeAutospacing="1" w:after="100" w:afterAutospacing="1"/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 xml:space="preserve">г) </w:t>
      </w:r>
      <w:r w:rsidRPr="000158DB">
        <w:rPr>
          <w:color w:val="000000"/>
          <w:sz w:val="22"/>
          <w:szCs w:val="22"/>
          <w:shd w:val="clear" w:color="auto" w:fill="FFFFFF"/>
        </w:rPr>
        <w:t>предписанием общества.</w:t>
      </w:r>
    </w:p>
    <w:p w:rsidR="00E94A7B" w:rsidRPr="000158DB" w:rsidRDefault="00E94A7B" w:rsidP="00166E0B">
      <w:pPr>
        <w:keepNext/>
        <w:outlineLvl w:val="2"/>
        <w:rPr>
          <w:i/>
          <w:iCs/>
          <w:sz w:val="22"/>
          <w:szCs w:val="22"/>
        </w:rPr>
      </w:pPr>
      <w:r w:rsidRPr="000158DB">
        <w:rPr>
          <w:sz w:val="22"/>
          <w:szCs w:val="22"/>
        </w:rPr>
        <w:t>Инструкция.</w:t>
      </w:r>
      <w:r w:rsidRPr="000158DB">
        <w:rPr>
          <w:i/>
          <w:iCs/>
          <w:sz w:val="22"/>
          <w:szCs w:val="22"/>
        </w:rPr>
        <w:t xml:space="preserve"> Отметьте знаком  «+»  все правильные ответы</w:t>
      </w:r>
    </w:p>
    <w:p w:rsidR="00E94A7B" w:rsidRPr="000158DB" w:rsidRDefault="00E94A7B" w:rsidP="00166E0B">
      <w:pPr>
        <w:rPr>
          <w:sz w:val="22"/>
          <w:szCs w:val="22"/>
        </w:rPr>
      </w:pPr>
      <w:r w:rsidRPr="000158DB">
        <w:rPr>
          <w:b/>
          <w:bCs/>
          <w:sz w:val="22"/>
          <w:szCs w:val="22"/>
        </w:rPr>
        <w:t xml:space="preserve">Задание № 34 </w:t>
      </w:r>
      <w:r w:rsidRPr="000158DB">
        <w:rPr>
          <w:rStyle w:val="submenu-table"/>
          <w:b/>
          <w:bCs/>
          <w:color w:val="000000"/>
          <w:sz w:val="22"/>
          <w:szCs w:val="22"/>
          <w:shd w:val="clear" w:color="auto" w:fill="FFFFFF"/>
        </w:rPr>
        <w:t>. К профессиям типа «Человек-природа» не относятся профессии</w:t>
      </w:r>
      <w:r w:rsidRPr="000158DB">
        <w:rPr>
          <w:color w:val="000000"/>
          <w:sz w:val="22"/>
          <w:szCs w:val="22"/>
        </w:rPr>
        <w:br/>
      </w:r>
    </w:p>
    <w:p w:rsidR="00E94A7B" w:rsidRPr="000158DB" w:rsidRDefault="00E94A7B" w:rsidP="00166E0B">
      <w:pPr>
        <w:pStyle w:val="ListParagraph"/>
        <w:numPr>
          <w:ilvl w:val="0"/>
          <w:numId w:val="42"/>
        </w:numPr>
        <w:tabs>
          <w:tab w:val="left" w:pos="1134"/>
        </w:tabs>
        <w:ind w:left="851" w:firstLine="0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а)  бухгалтер;</w:t>
      </w:r>
    </w:p>
    <w:p w:rsidR="00E94A7B" w:rsidRPr="000158DB" w:rsidRDefault="00E94A7B" w:rsidP="00166E0B">
      <w:pPr>
        <w:pStyle w:val="ListParagraph"/>
        <w:numPr>
          <w:ilvl w:val="0"/>
          <w:numId w:val="42"/>
        </w:numPr>
        <w:tabs>
          <w:tab w:val="left" w:pos="1134"/>
        </w:tabs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б)  механик;</w:t>
      </w:r>
    </w:p>
    <w:p w:rsidR="00E94A7B" w:rsidRPr="000158DB" w:rsidRDefault="00E94A7B" w:rsidP="00166E0B">
      <w:pPr>
        <w:pStyle w:val="ListParagraph"/>
        <w:numPr>
          <w:ilvl w:val="0"/>
          <w:numId w:val="42"/>
        </w:numPr>
        <w:tabs>
          <w:tab w:val="left" w:pos="1134"/>
        </w:tabs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в)  цветовод-декоратор;</w:t>
      </w:r>
    </w:p>
    <w:p w:rsidR="00E94A7B" w:rsidRPr="000158DB" w:rsidRDefault="00E94A7B" w:rsidP="00166E0B">
      <w:pPr>
        <w:pStyle w:val="ListParagraph"/>
        <w:numPr>
          <w:ilvl w:val="0"/>
          <w:numId w:val="42"/>
        </w:numPr>
        <w:tabs>
          <w:tab w:val="left" w:pos="1134"/>
        </w:tabs>
        <w:spacing w:before="100" w:beforeAutospacing="1" w:after="100" w:afterAutospacing="1"/>
        <w:ind w:firstLine="131"/>
        <w:rPr>
          <w:color w:val="000000"/>
          <w:sz w:val="22"/>
          <w:szCs w:val="22"/>
        </w:rPr>
      </w:pPr>
      <w:r w:rsidRPr="000158DB">
        <w:rPr>
          <w:color w:val="000000"/>
          <w:sz w:val="22"/>
          <w:szCs w:val="22"/>
        </w:rPr>
        <w:t>г) водитель;</w:t>
      </w:r>
    </w:p>
    <w:p w:rsidR="00E94A7B" w:rsidRPr="000158DB" w:rsidRDefault="00E94A7B" w:rsidP="00166E0B">
      <w:pPr>
        <w:pStyle w:val="ListParagraph"/>
        <w:numPr>
          <w:ilvl w:val="0"/>
          <w:numId w:val="42"/>
        </w:numPr>
        <w:tabs>
          <w:tab w:val="left" w:pos="1134"/>
        </w:tabs>
        <w:spacing w:before="100" w:beforeAutospacing="1" w:after="100" w:afterAutospacing="1"/>
        <w:ind w:firstLine="131"/>
        <w:rPr>
          <w:sz w:val="22"/>
          <w:szCs w:val="22"/>
        </w:rPr>
      </w:pPr>
      <w:r w:rsidRPr="000158DB">
        <w:rPr>
          <w:color w:val="000000"/>
          <w:sz w:val="22"/>
          <w:szCs w:val="22"/>
        </w:rPr>
        <w:t>д) егерь.</w:t>
      </w:r>
    </w:p>
    <w:p w:rsidR="00E94A7B" w:rsidRPr="000158DB" w:rsidRDefault="00E94A7B" w:rsidP="00040614">
      <w:pPr>
        <w:rPr>
          <w:sz w:val="22"/>
          <w:szCs w:val="22"/>
        </w:rPr>
      </w:pPr>
    </w:p>
    <w:p w:rsidR="00E94A7B" w:rsidRPr="000158DB" w:rsidRDefault="00E94A7B" w:rsidP="00040614">
      <w:pPr>
        <w:jc w:val="center"/>
        <w:rPr>
          <w:b/>
          <w:bCs/>
          <w:sz w:val="22"/>
          <w:szCs w:val="22"/>
        </w:rPr>
      </w:pPr>
      <w:r w:rsidRPr="000158DB">
        <w:rPr>
          <w:b/>
          <w:bCs/>
          <w:sz w:val="22"/>
          <w:szCs w:val="22"/>
        </w:rPr>
        <w:t>Проектная деятельность</w:t>
      </w:r>
    </w:p>
    <w:tbl>
      <w:tblPr>
        <w:tblW w:w="5000" w:type="pct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9999"/>
      </w:tblGrid>
      <w:tr w:rsidR="00E94A7B" w:rsidRPr="000158DB">
        <w:trPr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166E0B">
            <w:pPr>
              <w:jc w:val="both"/>
              <w:rPr>
                <w:i/>
                <w:iCs/>
              </w:rPr>
            </w:pPr>
            <w:r w:rsidRPr="000158DB">
              <w:rPr>
                <w:sz w:val="22"/>
                <w:szCs w:val="22"/>
              </w:rPr>
              <w:t xml:space="preserve">Инструкция: </w:t>
            </w:r>
            <w:r w:rsidRPr="000158DB">
              <w:rPr>
                <w:i/>
                <w:iCs/>
                <w:sz w:val="22"/>
                <w:szCs w:val="22"/>
              </w:rPr>
              <w:t>Отметьте знаком «+» правильный ответ</w:t>
            </w:r>
          </w:p>
          <w:p w:rsidR="00E94A7B" w:rsidRPr="000158DB" w:rsidRDefault="00E94A7B" w:rsidP="00040614">
            <w:pPr>
              <w:spacing w:before="64" w:after="64"/>
              <w:rPr>
                <w:color w:val="000000"/>
              </w:rPr>
            </w:pPr>
            <w:r w:rsidRPr="000158DB">
              <w:rPr>
                <w:b/>
                <w:bCs/>
                <w:sz w:val="22"/>
                <w:szCs w:val="22"/>
              </w:rPr>
              <w:t xml:space="preserve">Задание № 35.  </w:t>
            </w:r>
            <w:r w:rsidRPr="000158DB">
              <w:rPr>
                <w:color w:val="000000"/>
                <w:sz w:val="22"/>
                <w:szCs w:val="22"/>
              </w:rPr>
              <w:t>Что не входит в поисково-исследовательский этап творческого проекта?</w:t>
            </w:r>
          </w:p>
        </w:tc>
      </w:tr>
      <w:tr w:rsidR="00E94A7B" w:rsidRPr="000158DB">
        <w:trPr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166E0B">
            <w:pPr>
              <w:pStyle w:val="ListParagraph"/>
              <w:numPr>
                <w:ilvl w:val="0"/>
                <w:numId w:val="43"/>
              </w:numPr>
              <w:tabs>
                <w:tab w:val="left" w:pos="1172"/>
              </w:tabs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а) выбор наилучшей идеи и ее исследование;</w:t>
            </w:r>
          </w:p>
        </w:tc>
      </w:tr>
      <w:tr w:rsidR="00E94A7B" w:rsidRPr="000158DB">
        <w:trPr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166E0B">
            <w:pPr>
              <w:pStyle w:val="ListParagraph"/>
              <w:numPr>
                <w:ilvl w:val="0"/>
                <w:numId w:val="43"/>
              </w:numPr>
              <w:tabs>
                <w:tab w:val="left" w:pos="1172"/>
              </w:tabs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б) изготовление материальной части проекта;</w:t>
            </w:r>
          </w:p>
        </w:tc>
      </w:tr>
      <w:tr w:rsidR="00E94A7B" w:rsidRPr="000158DB">
        <w:trPr>
          <w:tblCellSpacing w:w="0" w:type="dxa"/>
        </w:trPr>
        <w:tc>
          <w:tcPr>
            <w:tcW w:w="0" w:type="auto"/>
            <w:tcMar>
              <w:top w:w="64" w:type="dxa"/>
              <w:left w:w="322" w:type="dxa"/>
              <w:bottom w:w="64" w:type="dxa"/>
              <w:right w:w="322" w:type="dxa"/>
            </w:tcMar>
            <w:vAlign w:val="center"/>
          </w:tcPr>
          <w:p w:rsidR="00E94A7B" w:rsidRPr="000158DB" w:rsidRDefault="00E94A7B" w:rsidP="00166E0B">
            <w:pPr>
              <w:pStyle w:val="ListParagraph"/>
              <w:numPr>
                <w:ilvl w:val="0"/>
                <w:numId w:val="43"/>
              </w:numPr>
              <w:tabs>
                <w:tab w:val="left" w:pos="1172"/>
              </w:tabs>
              <w:ind w:left="851" w:firstLine="0"/>
              <w:rPr>
                <w:color w:val="000000"/>
              </w:rPr>
            </w:pPr>
            <w:r w:rsidRPr="000158DB">
              <w:rPr>
                <w:color w:val="000000"/>
                <w:sz w:val="22"/>
                <w:szCs w:val="22"/>
              </w:rPr>
              <w:t>в) сбор информации по теме проекта.</w:t>
            </w:r>
          </w:p>
        </w:tc>
      </w:tr>
    </w:tbl>
    <w:p w:rsidR="00E94A7B" w:rsidRPr="000158DB" w:rsidRDefault="00E94A7B" w:rsidP="00534E1C">
      <w:pPr>
        <w:rPr>
          <w:sz w:val="22"/>
          <w:szCs w:val="22"/>
        </w:rPr>
      </w:pPr>
      <w:bookmarkStart w:id="0" w:name="_GoBack"/>
      <w:bookmarkEnd w:id="0"/>
    </w:p>
    <w:sectPr w:rsidR="00E94A7B" w:rsidRPr="000158DB" w:rsidSect="003B792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5455"/>
    <w:multiLevelType w:val="multilevel"/>
    <w:tmpl w:val="A7C4B38C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4C81D26"/>
    <w:multiLevelType w:val="hybridMultilevel"/>
    <w:tmpl w:val="B518DE88"/>
    <w:lvl w:ilvl="0" w:tplc="853254AA">
      <w:start w:val="1"/>
      <w:numFmt w:val="bullet"/>
      <w:lvlText w:val="□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>
    <w:nsid w:val="06115DB9"/>
    <w:multiLevelType w:val="hybridMultilevel"/>
    <w:tmpl w:val="B4F00012"/>
    <w:lvl w:ilvl="0" w:tplc="853254AA">
      <w:start w:val="1"/>
      <w:numFmt w:val="bullet"/>
      <w:lvlText w:val="□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08A13F47"/>
    <w:multiLevelType w:val="hybridMultilevel"/>
    <w:tmpl w:val="A1281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9357894"/>
    <w:multiLevelType w:val="hybridMultilevel"/>
    <w:tmpl w:val="150CF644"/>
    <w:lvl w:ilvl="0" w:tplc="853254AA">
      <w:start w:val="1"/>
      <w:numFmt w:val="bullet"/>
      <w:lvlText w:val="□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5">
    <w:nsid w:val="11412386"/>
    <w:multiLevelType w:val="hybridMultilevel"/>
    <w:tmpl w:val="697E6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A624B2"/>
    <w:multiLevelType w:val="hybridMultilevel"/>
    <w:tmpl w:val="02B4108C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63764F1"/>
    <w:multiLevelType w:val="hybridMultilevel"/>
    <w:tmpl w:val="5C7EE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E462A21"/>
    <w:multiLevelType w:val="hybridMultilevel"/>
    <w:tmpl w:val="B9D0F7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7259D"/>
    <w:multiLevelType w:val="hybridMultilevel"/>
    <w:tmpl w:val="7EF4EA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>
    <w:nsid w:val="21CD7BA6"/>
    <w:multiLevelType w:val="hybridMultilevel"/>
    <w:tmpl w:val="B4300CE2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41750E3"/>
    <w:multiLevelType w:val="hybridMultilevel"/>
    <w:tmpl w:val="A5647484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5A90AF9"/>
    <w:multiLevelType w:val="hybridMultilevel"/>
    <w:tmpl w:val="387AEE24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63914AB"/>
    <w:multiLevelType w:val="hybridMultilevel"/>
    <w:tmpl w:val="2BFCEB28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88B08E1"/>
    <w:multiLevelType w:val="hybridMultilevel"/>
    <w:tmpl w:val="BE92A1D2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9387192"/>
    <w:multiLevelType w:val="multilevel"/>
    <w:tmpl w:val="92EE58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2B458F"/>
    <w:multiLevelType w:val="hybridMultilevel"/>
    <w:tmpl w:val="5E14BAE4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A547357"/>
    <w:multiLevelType w:val="multilevel"/>
    <w:tmpl w:val="65B2B922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83730A"/>
    <w:multiLevelType w:val="hybridMultilevel"/>
    <w:tmpl w:val="1B2E3B5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>
    <w:nsid w:val="3B5E4FD0"/>
    <w:multiLevelType w:val="hybridMultilevel"/>
    <w:tmpl w:val="253CD176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C14126D"/>
    <w:multiLevelType w:val="hybridMultilevel"/>
    <w:tmpl w:val="28640902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DE1255B"/>
    <w:multiLevelType w:val="hybridMultilevel"/>
    <w:tmpl w:val="8BC23C5A"/>
    <w:lvl w:ilvl="0" w:tplc="853254AA">
      <w:start w:val="1"/>
      <w:numFmt w:val="bullet"/>
      <w:lvlText w:val="□"/>
      <w:lvlJc w:val="left"/>
      <w:pPr>
        <w:ind w:left="753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22">
    <w:nsid w:val="3E8C4EAB"/>
    <w:multiLevelType w:val="multilevel"/>
    <w:tmpl w:val="62222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5D2110"/>
    <w:multiLevelType w:val="hybridMultilevel"/>
    <w:tmpl w:val="315C0ED2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4257D8F"/>
    <w:multiLevelType w:val="hybridMultilevel"/>
    <w:tmpl w:val="E89E9A60"/>
    <w:lvl w:ilvl="0" w:tplc="3C0C14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211E3"/>
    <w:multiLevelType w:val="hybridMultilevel"/>
    <w:tmpl w:val="63EEF8DE"/>
    <w:lvl w:ilvl="0" w:tplc="853254AA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>
    <w:nsid w:val="49132B43"/>
    <w:multiLevelType w:val="hybridMultilevel"/>
    <w:tmpl w:val="0EB484DA"/>
    <w:lvl w:ilvl="0" w:tplc="BD12D6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C412AE1"/>
    <w:multiLevelType w:val="hybridMultilevel"/>
    <w:tmpl w:val="5AE0B612"/>
    <w:lvl w:ilvl="0" w:tplc="853254AA">
      <w:start w:val="1"/>
      <w:numFmt w:val="bullet"/>
      <w:lvlText w:val="□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>
    <w:nsid w:val="4CAE0321"/>
    <w:multiLevelType w:val="hybridMultilevel"/>
    <w:tmpl w:val="2534BF48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D004C29"/>
    <w:multiLevelType w:val="hybridMultilevel"/>
    <w:tmpl w:val="321A824C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C5276BB"/>
    <w:multiLevelType w:val="hybridMultilevel"/>
    <w:tmpl w:val="D306166A"/>
    <w:lvl w:ilvl="0" w:tplc="853254AA">
      <w:start w:val="1"/>
      <w:numFmt w:val="bullet"/>
      <w:lvlText w:val="□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1">
    <w:nsid w:val="61D744CA"/>
    <w:multiLevelType w:val="multilevel"/>
    <w:tmpl w:val="9CA88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>
    <w:nsid w:val="67BC656B"/>
    <w:multiLevelType w:val="hybridMultilevel"/>
    <w:tmpl w:val="1312D600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93016FB"/>
    <w:multiLevelType w:val="hybridMultilevel"/>
    <w:tmpl w:val="A3EAFBB8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995550D"/>
    <w:multiLevelType w:val="multilevel"/>
    <w:tmpl w:val="1DF6E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AC4E4D"/>
    <w:multiLevelType w:val="multilevel"/>
    <w:tmpl w:val="55088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B74DE6"/>
    <w:multiLevelType w:val="hybridMultilevel"/>
    <w:tmpl w:val="65D40CCC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18835F8"/>
    <w:multiLevelType w:val="hybridMultilevel"/>
    <w:tmpl w:val="529CB270"/>
    <w:lvl w:ilvl="0" w:tplc="853254AA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40240C7"/>
    <w:multiLevelType w:val="hybridMultilevel"/>
    <w:tmpl w:val="D27A3D0E"/>
    <w:lvl w:ilvl="0" w:tplc="701444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5BA36FB"/>
    <w:multiLevelType w:val="hybridMultilevel"/>
    <w:tmpl w:val="19D41DCA"/>
    <w:lvl w:ilvl="0" w:tplc="853254AA">
      <w:start w:val="1"/>
      <w:numFmt w:val="bullet"/>
      <w:lvlText w:val="□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0">
    <w:nsid w:val="76E053B7"/>
    <w:multiLevelType w:val="multilevel"/>
    <w:tmpl w:val="CB68E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C33F59"/>
    <w:multiLevelType w:val="multilevel"/>
    <w:tmpl w:val="10749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041E65"/>
    <w:multiLevelType w:val="hybridMultilevel"/>
    <w:tmpl w:val="9242503E"/>
    <w:lvl w:ilvl="0" w:tplc="853254AA">
      <w:start w:val="1"/>
      <w:numFmt w:val="bullet"/>
      <w:lvlText w:val="□"/>
      <w:lvlJc w:val="left"/>
      <w:pPr>
        <w:ind w:left="135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6" w:hanging="360"/>
      </w:pPr>
      <w:rPr>
        <w:rFonts w:ascii="Wingdings" w:hAnsi="Wingdings" w:cs="Wingdings" w:hint="default"/>
      </w:rPr>
    </w:lvl>
  </w:abstractNum>
  <w:num w:numId="1">
    <w:abstractNumId w:val="41"/>
    <w:lvlOverride w:ilvl="0">
      <w:startOverride w:val="1"/>
    </w:lvlOverride>
  </w:num>
  <w:num w:numId="2">
    <w:abstractNumId w:val="34"/>
    <w:lvlOverride w:ilvl="0">
      <w:startOverride w:val="1"/>
    </w:lvlOverride>
  </w:num>
  <w:num w:numId="3">
    <w:abstractNumId w:val="15"/>
  </w:num>
  <w:num w:numId="4">
    <w:abstractNumId w:val="24"/>
  </w:num>
  <w:num w:numId="5">
    <w:abstractNumId w:val="0"/>
  </w:num>
  <w:num w:numId="6">
    <w:abstractNumId w:val="35"/>
  </w:num>
  <w:num w:numId="7">
    <w:abstractNumId w:val="22"/>
  </w:num>
  <w:num w:numId="8">
    <w:abstractNumId w:val="31"/>
  </w:num>
  <w:num w:numId="9">
    <w:abstractNumId w:val="40"/>
  </w:num>
  <w:num w:numId="10">
    <w:abstractNumId w:val="25"/>
  </w:num>
  <w:num w:numId="11">
    <w:abstractNumId w:val="18"/>
  </w:num>
  <w:num w:numId="12">
    <w:abstractNumId w:val="28"/>
  </w:num>
  <w:num w:numId="13">
    <w:abstractNumId w:val="19"/>
  </w:num>
  <w:num w:numId="14">
    <w:abstractNumId w:val="8"/>
  </w:num>
  <w:num w:numId="15">
    <w:abstractNumId w:val="1"/>
  </w:num>
  <w:num w:numId="16">
    <w:abstractNumId w:val="26"/>
  </w:num>
  <w:num w:numId="17">
    <w:abstractNumId w:val="5"/>
  </w:num>
  <w:num w:numId="18">
    <w:abstractNumId w:val="7"/>
  </w:num>
  <w:num w:numId="19">
    <w:abstractNumId w:val="27"/>
  </w:num>
  <w:num w:numId="20">
    <w:abstractNumId w:val="9"/>
  </w:num>
  <w:num w:numId="21">
    <w:abstractNumId w:val="38"/>
  </w:num>
  <w:num w:numId="22">
    <w:abstractNumId w:val="39"/>
  </w:num>
  <w:num w:numId="23">
    <w:abstractNumId w:val="2"/>
  </w:num>
  <w:num w:numId="24">
    <w:abstractNumId w:val="17"/>
  </w:num>
  <w:num w:numId="25">
    <w:abstractNumId w:val="16"/>
  </w:num>
  <w:num w:numId="26">
    <w:abstractNumId w:val="30"/>
  </w:num>
  <w:num w:numId="27">
    <w:abstractNumId w:val="23"/>
  </w:num>
  <w:num w:numId="28">
    <w:abstractNumId w:val="10"/>
  </w:num>
  <w:num w:numId="29">
    <w:abstractNumId w:val="42"/>
  </w:num>
  <w:num w:numId="30">
    <w:abstractNumId w:val="33"/>
  </w:num>
  <w:num w:numId="31">
    <w:abstractNumId w:val="4"/>
  </w:num>
  <w:num w:numId="32">
    <w:abstractNumId w:val="20"/>
  </w:num>
  <w:num w:numId="33">
    <w:abstractNumId w:val="3"/>
  </w:num>
  <w:num w:numId="34">
    <w:abstractNumId w:val="29"/>
  </w:num>
  <w:num w:numId="35">
    <w:abstractNumId w:val="13"/>
  </w:num>
  <w:num w:numId="36">
    <w:abstractNumId w:val="36"/>
  </w:num>
  <w:num w:numId="37">
    <w:abstractNumId w:val="12"/>
  </w:num>
  <w:num w:numId="38">
    <w:abstractNumId w:val="37"/>
  </w:num>
  <w:num w:numId="39">
    <w:abstractNumId w:val="21"/>
  </w:num>
  <w:num w:numId="40">
    <w:abstractNumId w:val="32"/>
  </w:num>
  <w:num w:numId="41">
    <w:abstractNumId w:val="6"/>
  </w:num>
  <w:num w:numId="42">
    <w:abstractNumId w:val="11"/>
  </w:num>
  <w:num w:numId="4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1F97"/>
    <w:rsid w:val="000158DB"/>
    <w:rsid w:val="00031F97"/>
    <w:rsid w:val="00040614"/>
    <w:rsid w:val="000C1EC9"/>
    <w:rsid w:val="000C4247"/>
    <w:rsid w:val="000F4112"/>
    <w:rsid w:val="001230A2"/>
    <w:rsid w:val="00166E0B"/>
    <w:rsid w:val="001D1BD0"/>
    <w:rsid w:val="002002B3"/>
    <w:rsid w:val="002406AD"/>
    <w:rsid w:val="002474C5"/>
    <w:rsid w:val="00274338"/>
    <w:rsid w:val="00287550"/>
    <w:rsid w:val="002952BB"/>
    <w:rsid w:val="002E23E7"/>
    <w:rsid w:val="002F1AF8"/>
    <w:rsid w:val="00341D7A"/>
    <w:rsid w:val="00345968"/>
    <w:rsid w:val="003A12F2"/>
    <w:rsid w:val="003B4D22"/>
    <w:rsid w:val="003B7923"/>
    <w:rsid w:val="00406FDA"/>
    <w:rsid w:val="0041670C"/>
    <w:rsid w:val="004C20E8"/>
    <w:rsid w:val="004C547D"/>
    <w:rsid w:val="004F0A5D"/>
    <w:rsid w:val="005215FC"/>
    <w:rsid w:val="0052390D"/>
    <w:rsid w:val="00534E1C"/>
    <w:rsid w:val="00541C7B"/>
    <w:rsid w:val="00550E48"/>
    <w:rsid w:val="00571E9E"/>
    <w:rsid w:val="00651069"/>
    <w:rsid w:val="00652898"/>
    <w:rsid w:val="00656270"/>
    <w:rsid w:val="007F69EB"/>
    <w:rsid w:val="00806847"/>
    <w:rsid w:val="00834247"/>
    <w:rsid w:val="008978C0"/>
    <w:rsid w:val="008B723B"/>
    <w:rsid w:val="008C04B7"/>
    <w:rsid w:val="008C1391"/>
    <w:rsid w:val="00935686"/>
    <w:rsid w:val="00985ED6"/>
    <w:rsid w:val="009D7A36"/>
    <w:rsid w:val="009E5A82"/>
    <w:rsid w:val="009E65E2"/>
    <w:rsid w:val="00A1706C"/>
    <w:rsid w:val="00AC63C7"/>
    <w:rsid w:val="00AC7D63"/>
    <w:rsid w:val="00AF0E5C"/>
    <w:rsid w:val="00B341D9"/>
    <w:rsid w:val="00B73370"/>
    <w:rsid w:val="00BD59DD"/>
    <w:rsid w:val="00BE268A"/>
    <w:rsid w:val="00BE60CB"/>
    <w:rsid w:val="00BF52AB"/>
    <w:rsid w:val="00C07CDC"/>
    <w:rsid w:val="00C66C54"/>
    <w:rsid w:val="00D419F5"/>
    <w:rsid w:val="00D8271E"/>
    <w:rsid w:val="00E05240"/>
    <w:rsid w:val="00E4700E"/>
    <w:rsid w:val="00E93572"/>
    <w:rsid w:val="00E949E7"/>
    <w:rsid w:val="00E94A7B"/>
    <w:rsid w:val="00EA6CA1"/>
    <w:rsid w:val="00EB2B59"/>
    <w:rsid w:val="00F11E7F"/>
    <w:rsid w:val="00F34E99"/>
    <w:rsid w:val="00F53696"/>
    <w:rsid w:val="00F86397"/>
    <w:rsid w:val="00F93F52"/>
    <w:rsid w:val="00FC3683"/>
    <w:rsid w:val="00FC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E0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1F97"/>
    <w:pPr>
      <w:keepNext/>
      <w:spacing w:after="120"/>
      <w:jc w:val="center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1F97"/>
    <w:pPr>
      <w:keepNext/>
      <w:spacing w:before="120" w:after="120"/>
      <w:jc w:val="center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1F97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31F97"/>
    <w:rPr>
      <w:rFonts w:ascii="Times New Roman" w:hAnsi="Times New Roman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9E6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65E2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BE268A"/>
  </w:style>
  <w:style w:type="character" w:customStyle="1" w:styleId="submenu-table">
    <w:name w:val="submenu-table"/>
    <w:basedOn w:val="DefaultParagraphFont"/>
    <w:uiPriority w:val="99"/>
    <w:rsid w:val="00BE268A"/>
  </w:style>
  <w:style w:type="paragraph" w:styleId="ListParagraph">
    <w:name w:val="List Paragraph"/>
    <w:basedOn w:val="Normal"/>
    <w:uiPriority w:val="99"/>
    <w:qFormat/>
    <w:rsid w:val="003B4D22"/>
    <w:pPr>
      <w:ind w:left="720"/>
    </w:pPr>
  </w:style>
  <w:style w:type="character" w:styleId="Emphasis">
    <w:name w:val="Emphasis"/>
    <w:basedOn w:val="DefaultParagraphFont"/>
    <w:uiPriority w:val="99"/>
    <w:qFormat/>
    <w:rsid w:val="0041670C"/>
    <w:rPr>
      <w:i/>
      <w:iCs/>
    </w:rPr>
  </w:style>
  <w:style w:type="character" w:styleId="Strong">
    <w:name w:val="Strong"/>
    <w:basedOn w:val="DefaultParagraphFont"/>
    <w:uiPriority w:val="99"/>
    <w:qFormat/>
    <w:rsid w:val="002002B3"/>
    <w:rPr>
      <w:b/>
      <w:bCs/>
    </w:rPr>
  </w:style>
  <w:style w:type="paragraph" w:styleId="BodyText">
    <w:name w:val="Body Text"/>
    <w:basedOn w:val="Normal"/>
    <w:link w:val="BodyTextChar"/>
    <w:uiPriority w:val="99"/>
    <w:rsid w:val="00AF0E5C"/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F0E5C"/>
    <w:rPr>
      <w:rFonts w:ascii="Times New Roman" w:hAnsi="Times New Roman" w:cs="Times New Roman"/>
      <w:sz w:val="26"/>
      <w:szCs w:val="26"/>
      <w:lang w:eastAsia="ru-RU"/>
    </w:rPr>
  </w:style>
  <w:style w:type="table" w:styleId="TableGrid">
    <w:name w:val="Table Grid"/>
    <w:basedOn w:val="TableNormal"/>
    <w:uiPriority w:val="99"/>
    <w:rsid w:val="00E0524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7</Pages>
  <Words>1251</Words>
  <Characters>7133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</dc:creator>
  <cp:keywords/>
  <dc:description/>
  <cp:lastModifiedBy>tef</cp:lastModifiedBy>
  <cp:revision>56</cp:revision>
  <cp:lastPrinted>2013-10-28T06:47:00Z</cp:lastPrinted>
  <dcterms:created xsi:type="dcterms:W3CDTF">2013-10-25T21:02:00Z</dcterms:created>
  <dcterms:modified xsi:type="dcterms:W3CDTF">2013-10-30T07:00:00Z</dcterms:modified>
</cp:coreProperties>
</file>