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E6" w:rsidRPr="00857A09" w:rsidRDefault="00AD60E6" w:rsidP="000B0E06">
      <w:pPr>
        <w:jc w:val="center"/>
        <w:rPr>
          <w:b/>
        </w:rPr>
      </w:pPr>
      <w:r w:rsidRPr="00857A09">
        <w:rPr>
          <w:b/>
        </w:rPr>
        <w:t>Всероссийская олимпиада школьников 201</w:t>
      </w:r>
      <w:r>
        <w:rPr>
          <w:b/>
        </w:rPr>
        <w:t>4</w:t>
      </w:r>
      <w:r w:rsidRPr="00857A09">
        <w:rPr>
          <w:b/>
        </w:rPr>
        <w:t>.</w:t>
      </w:r>
    </w:p>
    <w:p w:rsidR="00AD60E6" w:rsidRPr="00857A09" w:rsidRDefault="00AD60E6" w:rsidP="000B0E06">
      <w:pPr>
        <w:jc w:val="center"/>
        <w:rPr>
          <w:b/>
        </w:rPr>
      </w:pPr>
      <w:r>
        <w:rPr>
          <w:b/>
        </w:rPr>
        <w:t>Муниципальный</w:t>
      </w:r>
      <w:r w:rsidRPr="00857A09">
        <w:rPr>
          <w:b/>
        </w:rPr>
        <w:t xml:space="preserve"> этап. Экология.</w:t>
      </w:r>
    </w:p>
    <w:p w:rsidR="00AD60E6" w:rsidRPr="00857A09" w:rsidRDefault="00AD60E6" w:rsidP="000B0E06">
      <w:pPr>
        <w:jc w:val="center"/>
        <w:rPr>
          <w:b/>
        </w:rPr>
      </w:pPr>
      <w:r w:rsidRPr="00857A09">
        <w:rPr>
          <w:b/>
        </w:rPr>
        <w:t>7 класс</w:t>
      </w:r>
    </w:p>
    <w:p w:rsidR="00AD60E6" w:rsidRPr="00857A09" w:rsidRDefault="00AD60E6" w:rsidP="000B0E06">
      <w:pPr>
        <w:jc w:val="center"/>
        <w:rPr>
          <w:b/>
        </w:rPr>
      </w:pPr>
      <w:r w:rsidRPr="00857A09">
        <w:rPr>
          <w:b/>
        </w:rPr>
        <w:t xml:space="preserve">Продолжительность олимпиады </w:t>
      </w:r>
      <w:r>
        <w:rPr>
          <w:b/>
        </w:rPr>
        <w:t>2</w:t>
      </w:r>
      <w:r w:rsidRPr="00857A09">
        <w:rPr>
          <w:b/>
        </w:rPr>
        <w:t xml:space="preserve"> часа</w:t>
      </w:r>
    </w:p>
    <w:p w:rsidR="00AD60E6" w:rsidRDefault="00AD60E6" w:rsidP="00E976C6">
      <w:pPr>
        <w:shd w:val="clear" w:color="auto" w:fill="FFFFFF"/>
        <w:autoSpaceDE w:val="0"/>
        <w:autoSpaceDN w:val="0"/>
        <w:adjustRightInd w:val="0"/>
        <w:ind w:left="-108"/>
        <w:jc w:val="center"/>
        <w:rPr>
          <w:sz w:val="28"/>
          <w:szCs w:val="28"/>
        </w:rPr>
      </w:pPr>
    </w:p>
    <w:p w:rsidR="00AD60E6" w:rsidRDefault="00AD60E6" w:rsidP="00E976C6">
      <w:pPr>
        <w:shd w:val="clear" w:color="auto" w:fill="FFFFFF"/>
        <w:autoSpaceDE w:val="0"/>
        <w:autoSpaceDN w:val="0"/>
        <w:adjustRightInd w:val="0"/>
        <w:ind w:left="-108"/>
        <w:jc w:val="center"/>
        <w:rPr>
          <w:b/>
        </w:rPr>
      </w:pPr>
      <w:r w:rsidRPr="004079B4">
        <w:rPr>
          <w:b/>
        </w:rPr>
        <w:t>Задание 1. Тест-вопросы</w:t>
      </w:r>
    </w:p>
    <w:p w:rsidR="00AD60E6" w:rsidRPr="00103261" w:rsidRDefault="00AD60E6" w:rsidP="00464116">
      <w:pPr>
        <w:shd w:val="clear" w:color="auto" w:fill="FFFFFF"/>
        <w:autoSpaceDE w:val="0"/>
        <w:autoSpaceDN w:val="0"/>
        <w:adjustRightInd w:val="0"/>
        <w:ind w:left="-108" w:firstLine="108"/>
      </w:pPr>
      <w:r>
        <w:t xml:space="preserve">1. </w:t>
      </w:r>
      <w:r w:rsidRPr="00103261">
        <w:t>Экология — наука, изучающая:</w:t>
      </w:r>
    </w:p>
    <w:p w:rsidR="00AD60E6" w:rsidRPr="00103261" w:rsidRDefault="00AD60E6" w:rsidP="00464116">
      <w:pPr>
        <w:shd w:val="clear" w:color="auto" w:fill="FFFFFF"/>
        <w:autoSpaceDE w:val="0"/>
        <w:autoSpaceDN w:val="0"/>
        <w:adjustRightInd w:val="0"/>
        <w:ind w:left="-108" w:firstLine="108"/>
      </w:pPr>
      <w:r w:rsidRPr="00103261">
        <w:t>а) влияние загрязнений на окружающую среду;</w:t>
      </w:r>
    </w:p>
    <w:p w:rsidR="00AD60E6" w:rsidRPr="00103261" w:rsidRDefault="00AD60E6" w:rsidP="00464116">
      <w:pPr>
        <w:shd w:val="clear" w:color="auto" w:fill="FFFFFF"/>
        <w:autoSpaceDE w:val="0"/>
        <w:autoSpaceDN w:val="0"/>
        <w:adjustRightInd w:val="0"/>
        <w:ind w:left="-108" w:firstLine="108"/>
      </w:pPr>
      <w:r w:rsidRPr="00103261">
        <w:t>б) влияние загрязнений на здоровье человека;</w:t>
      </w:r>
    </w:p>
    <w:p w:rsidR="00AD60E6" w:rsidRPr="00103261" w:rsidRDefault="00AD60E6" w:rsidP="00464116">
      <w:pPr>
        <w:shd w:val="clear" w:color="auto" w:fill="FFFFFF"/>
        <w:autoSpaceDE w:val="0"/>
        <w:autoSpaceDN w:val="0"/>
        <w:adjustRightInd w:val="0"/>
        <w:ind w:left="-108" w:firstLine="108"/>
      </w:pPr>
      <w:r w:rsidRPr="00103261">
        <w:t>в) влияние деятельности человека на окружающую среду;</w:t>
      </w:r>
    </w:p>
    <w:p w:rsidR="00AD60E6" w:rsidRPr="00103261" w:rsidRDefault="00AD60E6" w:rsidP="00464116">
      <w:pPr>
        <w:shd w:val="clear" w:color="auto" w:fill="FFFFFF"/>
        <w:autoSpaceDE w:val="0"/>
        <w:autoSpaceDN w:val="0"/>
        <w:adjustRightInd w:val="0"/>
        <w:ind w:left="-108" w:firstLine="108"/>
      </w:pPr>
      <w:r w:rsidRPr="00103261">
        <w:t>г) взаимоотношения организмов между собой и окружающей их средой.</w:t>
      </w:r>
      <w:r>
        <w:t xml:space="preserve">  </w:t>
      </w:r>
    </w:p>
    <w:p w:rsidR="00AD60E6" w:rsidRDefault="00AD60E6" w:rsidP="00E30CB3"/>
    <w:p w:rsidR="00AD60E6" w:rsidRPr="004460BE" w:rsidRDefault="00AD60E6" w:rsidP="00E30CB3">
      <w:r>
        <w:t xml:space="preserve">2. </w:t>
      </w:r>
      <w:r w:rsidRPr="004460BE">
        <w:t>Совокупность влияний жизнедеятельности одних организмов на другие называется:</w:t>
      </w:r>
    </w:p>
    <w:p w:rsidR="00AD60E6" w:rsidRPr="004460BE" w:rsidRDefault="00AD60E6" w:rsidP="00E30CB3">
      <w:r w:rsidRPr="004460BE">
        <w:t>а) биотоп;</w:t>
      </w:r>
    </w:p>
    <w:p w:rsidR="00AD60E6" w:rsidRPr="004460BE" w:rsidRDefault="00AD60E6" w:rsidP="00E30CB3">
      <w:r w:rsidRPr="004460BE">
        <w:t>б) экотоп;</w:t>
      </w:r>
    </w:p>
    <w:p w:rsidR="00AD60E6" w:rsidRPr="004460BE" w:rsidRDefault="00AD60E6" w:rsidP="00E30CB3">
      <w:r w:rsidRPr="004460BE">
        <w:t>в) экосистема;</w:t>
      </w:r>
    </w:p>
    <w:p w:rsidR="00AD60E6" w:rsidRPr="004460BE" w:rsidRDefault="00AD60E6" w:rsidP="00E30CB3">
      <w:r w:rsidRPr="004460BE">
        <w:t xml:space="preserve">г) биотический фактор. </w:t>
      </w:r>
    </w:p>
    <w:p w:rsidR="00AD60E6" w:rsidRPr="004460BE" w:rsidRDefault="00AD60E6" w:rsidP="00E30CB3"/>
    <w:p w:rsidR="00AD60E6" w:rsidRPr="004460BE" w:rsidRDefault="00AD60E6" w:rsidP="00E30CB3">
      <w:r>
        <w:t xml:space="preserve">3. </w:t>
      </w:r>
      <w:r w:rsidRPr="004460BE">
        <w:t>К абиотическому фактору относится:</w:t>
      </w:r>
    </w:p>
    <w:p w:rsidR="00AD60E6" w:rsidRPr="004460BE" w:rsidRDefault="00AD60E6" w:rsidP="00E30CB3">
      <w:r w:rsidRPr="004460BE">
        <w:t xml:space="preserve">а) температура; </w:t>
      </w:r>
    </w:p>
    <w:p w:rsidR="00AD60E6" w:rsidRPr="004460BE" w:rsidRDefault="00AD60E6" w:rsidP="00E30CB3">
      <w:r w:rsidRPr="004460BE">
        <w:t>б) вспашка почвы человеком;</w:t>
      </w:r>
    </w:p>
    <w:p w:rsidR="00AD60E6" w:rsidRPr="004460BE" w:rsidRDefault="00AD60E6" w:rsidP="00E30CB3">
      <w:r w:rsidRPr="004460BE">
        <w:t>в) борьба особей за существование;</w:t>
      </w:r>
    </w:p>
    <w:p w:rsidR="00AD60E6" w:rsidRPr="004460BE" w:rsidRDefault="00AD60E6" w:rsidP="00E30CB3">
      <w:r w:rsidRPr="004460BE">
        <w:t>г) симбиоз.</w:t>
      </w:r>
    </w:p>
    <w:p w:rsidR="00AD60E6" w:rsidRDefault="00AD60E6"/>
    <w:p w:rsidR="00AD60E6" w:rsidRPr="004460BE" w:rsidRDefault="00AD60E6" w:rsidP="00E30CB3">
      <w:r>
        <w:t xml:space="preserve">4. </w:t>
      </w:r>
      <w:r w:rsidRPr="004460BE">
        <w:t>Суточный ритм отсутствует:</w:t>
      </w:r>
    </w:p>
    <w:p w:rsidR="00AD60E6" w:rsidRPr="004460BE" w:rsidRDefault="00AD60E6" w:rsidP="00E30CB3">
      <w:r w:rsidRPr="004460BE">
        <w:t>а) у речного окуня;</w:t>
      </w:r>
    </w:p>
    <w:p w:rsidR="00AD60E6" w:rsidRPr="004460BE" w:rsidRDefault="00AD60E6" w:rsidP="00E30CB3">
      <w:r w:rsidRPr="004460BE">
        <w:t xml:space="preserve">б) у глубоководного удильщика; </w:t>
      </w:r>
    </w:p>
    <w:p w:rsidR="00AD60E6" w:rsidRPr="004460BE" w:rsidRDefault="00AD60E6" w:rsidP="00E30CB3">
      <w:r w:rsidRPr="004460BE">
        <w:t>в) у озерной лягушки;</w:t>
      </w:r>
    </w:p>
    <w:p w:rsidR="00AD60E6" w:rsidRPr="004460BE" w:rsidRDefault="00AD60E6" w:rsidP="00E30CB3">
      <w:r w:rsidRPr="004460BE">
        <w:t>г) у серой вороны.</w:t>
      </w:r>
    </w:p>
    <w:p w:rsidR="00AD60E6" w:rsidRPr="004460BE" w:rsidRDefault="00AD60E6" w:rsidP="00E30CB3"/>
    <w:p w:rsidR="00AD60E6" w:rsidRPr="004460BE" w:rsidRDefault="00AD60E6" w:rsidP="00E30CB3">
      <w:r>
        <w:t xml:space="preserve">5. </w:t>
      </w:r>
      <w:r w:rsidRPr="004460BE">
        <w:t>Территория, занимаемая видом, называется:</w:t>
      </w:r>
    </w:p>
    <w:p w:rsidR="00AD60E6" w:rsidRPr="004460BE" w:rsidRDefault="00AD60E6" w:rsidP="00E30CB3">
      <w:r w:rsidRPr="004460BE">
        <w:t>а) жилая площадь;</w:t>
      </w:r>
    </w:p>
    <w:p w:rsidR="00AD60E6" w:rsidRPr="004460BE" w:rsidRDefault="00AD60E6" w:rsidP="00E30CB3">
      <w:r w:rsidRPr="004460BE">
        <w:t>б) пространство;</w:t>
      </w:r>
    </w:p>
    <w:p w:rsidR="00AD60E6" w:rsidRPr="004460BE" w:rsidRDefault="00AD60E6" w:rsidP="00E30CB3">
      <w:r w:rsidRPr="004460BE">
        <w:t xml:space="preserve">в) ареал; </w:t>
      </w:r>
    </w:p>
    <w:p w:rsidR="00AD60E6" w:rsidRPr="004460BE" w:rsidRDefault="00AD60E6" w:rsidP="00E30CB3">
      <w:r w:rsidRPr="004460BE">
        <w:t>г) акватория.</w:t>
      </w:r>
    </w:p>
    <w:p w:rsidR="00AD60E6" w:rsidRPr="004460BE" w:rsidRDefault="00AD60E6" w:rsidP="00E30CB3"/>
    <w:p w:rsidR="00AD60E6" w:rsidRPr="004460BE" w:rsidRDefault="00AD60E6" w:rsidP="00E30CB3">
      <w:r>
        <w:t xml:space="preserve">6. </w:t>
      </w:r>
      <w:r w:rsidRPr="004460BE">
        <w:t xml:space="preserve">Наиболее мощное преобразующее влияние на среду своего обитания оказывают: </w:t>
      </w:r>
    </w:p>
    <w:p w:rsidR="00AD60E6" w:rsidRPr="004460BE" w:rsidRDefault="00AD60E6" w:rsidP="00E30CB3">
      <w:r w:rsidRPr="004460BE">
        <w:t xml:space="preserve">а) растения; </w:t>
      </w:r>
    </w:p>
    <w:p w:rsidR="00AD60E6" w:rsidRPr="004460BE" w:rsidRDefault="00AD60E6" w:rsidP="00E30CB3">
      <w:r w:rsidRPr="004460BE">
        <w:t xml:space="preserve">б) животные; </w:t>
      </w:r>
    </w:p>
    <w:p w:rsidR="00AD60E6" w:rsidRPr="004460BE" w:rsidRDefault="00AD60E6" w:rsidP="00E30CB3">
      <w:r w:rsidRPr="004460BE">
        <w:t xml:space="preserve">в) микроорганизмы; </w:t>
      </w:r>
    </w:p>
    <w:p w:rsidR="00AD60E6" w:rsidRPr="004460BE" w:rsidRDefault="00AD60E6" w:rsidP="00E30CB3">
      <w:r w:rsidRPr="004460BE">
        <w:t xml:space="preserve">г) человек. </w:t>
      </w:r>
    </w:p>
    <w:p w:rsidR="00AD60E6" w:rsidRPr="004460BE" w:rsidRDefault="00AD60E6" w:rsidP="00E30CB3"/>
    <w:p w:rsidR="00AD60E6" w:rsidRPr="004460BE" w:rsidRDefault="00AD60E6" w:rsidP="00E30CB3">
      <w:r>
        <w:t xml:space="preserve">7. </w:t>
      </w:r>
      <w:r w:rsidRPr="004460BE">
        <w:t xml:space="preserve">Независимость от среды обитания – это: </w:t>
      </w:r>
    </w:p>
    <w:p w:rsidR="00AD60E6" w:rsidRPr="004460BE" w:rsidRDefault="00AD60E6" w:rsidP="00E30CB3">
      <w:r w:rsidRPr="004460BE">
        <w:t xml:space="preserve">а) альтруизм; </w:t>
      </w:r>
    </w:p>
    <w:p w:rsidR="00AD60E6" w:rsidRPr="004460BE" w:rsidRDefault="00AD60E6" w:rsidP="00E30CB3">
      <w:r w:rsidRPr="004460BE">
        <w:t xml:space="preserve">б) эмансипация;  </w:t>
      </w:r>
    </w:p>
    <w:p w:rsidR="00AD60E6" w:rsidRPr="004460BE" w:rsidRDefault="00AD60E6" w:rsidP="00E30CB3">
      <w:r w:rsidRPr="004460BE">
        <w:t xml:space="preserve">в) урбанизация; </w:t>
      </w:r>
    </w:p>
    <w:p w:rsidR="00AD60E6" w:rsidRPr="004460BE" w:rsidRDefault="00AD60E6" w:rsidP="00E30CB3">
      <w:r w:rsidRPr="004460BE">
        <w:t>г) симбиоз.</w:t>
      </w:r>
    </w:p>
    <w:p w:rsidR="00AD60E6" w:rsidRPr="004460BE" w:rsidRDefault="00AD60E6" w:rsidP="00E30CB3"/>
    <w:p w:rsidR="00AD60E6" w:rsidRPr="004460BE" w:rsidRDefault="00AD60E6" w:rsidP="00E30CB3">
      <w:r>
        <w:t xml:space="preserve">8. </w:t>
      </w:r>
      <w:r w:rsidRPr="004460BE">
        <w:t>Живых организмов в открытых районах Мирового океана мало, потому что там:</w:t>
      </w:r>
    </w:p>
    <w:p w:rsidR="00AD60E6" w:rsidRPr="004460BE" w:rsidRDefault="00AD60E6" w:rsidP="00E30CB3">
      <w:r w:rsidRPr="004460BE">
        <w:t>а) на поверхности наблюдается избыток света;</w:t>
      </w:r>
    </w:p>
    <w:p w:rsidR="00AD60E6" w:rsidRPr="004460BE" w:rsidRDefault="00AD60E6" w:rsidP="00E30CB3">
      <w:r w:rsidRPr="004460BE">
        <w:t>б) на поверхности наблюдается недостаток света;</w:t>
      </w:r>
    </w:p>
    <w:p w:rsidR="00AD60E6" w:rsidRPr="004460BE" w:rsidRDefault="00AD60E6" w:rsidP="00E30CB3">
      <w:r w:rsidRPr="004460BE">
        <w:t>в) вода содержит избыточное количество биогенных элементов;</w:t>
      </w:r>
    </w:p>
    <w:p w:rsidR="00AD60E6" w:rsidRPr="004460BE" w:rsidRDefault="00AD60E6" w:rsidP="00E30CB3">
      <w:r w:rsidRPr="004460BE">
        <w:t xml:space="preserve">г) вода содержит недостаточное количество биогенных элементов. </w:t>
      </w:r>
    </w:p>
    <w:p w:rsidR="00AD60E6" w:rsidRDefault="00AD60E6" w:rsidP="00E30CB3"/>
    <w:p w:rsidR="00AD60E6" w:rsidRPr="004460BE" w:rsidRDefault="00AD60E6" w:rsidP="00E30CB3">
      <w:r>
        <w:t xml:space="preserve">9. </w:t>
      </w:r>
      <w:r w:rsidRPr="004460BE">
        <w:t>Самые крупные и массивные животные обитают:</w:t>
      </w:r>
    </w:p>
    <w:p w:rsidR="00AD60E6" w:rsidRPr="004460BE" w:rsidRDefault="00AD60E6" w:rsidP="00E30CB3">
      <w:r w:rsidRPr="004460BE">
        <w:t xml:space="preserve">а) в водной среде; </w:t>
      </w:r>
    </w:p>
    <w:p w:rsidR="00AD60E6" w:rsidRPr="004460BE" w:rsidRDefault="00AD60E6" w:rsidP="00E30CB3">
      <w:r w:rsidRPr="004460BE">
        <w:t>б) в наземно-воздушной среде;</w:t>
      </w:r>
    </w:p>
    <w:p w:rsidR="00AD60E6" w:rsidRPr="004460BE" w:rsidRDefault="00AD60E6" w:rsidP="00E30CB3">
      <w:r w:rsidRPr="004460BE">
        <w:t>в) почвенной среде;</w:t>
      </w:r>
    </w:p>
    <w:p w:rsidR="00AD60E6" w:rsidRPr="004460BE" w:rsidRDefault="00AD60E6" w:rsidP="00E30CB3">
      <w:r w:rsidRPr="004460BE">
        <w:t>г) биотической среде.</w:t>
      </w:r>
    </w:p>
    <w:p w:rsidR="00AD60E6" w:rsidRDefault="00AD60E6" w:rsidP="00E30CB3"/>
    <w:p w:rsidR="00AD60E6" w:rsidRPr="004460BE" w:rsidRDefault="00AD60E6" w:rsidP="00E30CB3">
      <w:r>
        <w:t xml:space="preserve">10. </w:t>
      </w:r>
      <w:r w:rsidRPr="004460BE">
        <w:t xml:space="preserve">Растения или животные с крайне узким ареалом и ограниченные в своём распространении отдельной областью или страной называются: </w:t>
      </w:r>
    </w:p>
    <w:p w:rsidR="00AD60E6" w:rsidRPr="004460BE" w:rsidRDefault="00AD60E6" w:rsidP="00E30CB3">
      <w:r w:rsidRPr="004460BE">
        <w:t xml:space="preserve">а) реликты; </w:t>
      </w:r>
    </w:p>
    <w:p w:rsidR="00AD60E6" w:rsidRPr="004460BE" w:rsidRDefault="00AD60E6" w:rsidP="00E30CB3">
      <w:r w:rsidRPr="004460BE">
        <w:t xml:space="preserve">б) эндемики;  </w:t>
      </w:r>
    </w:p>
    <w:p w:rsidR="00AD60E6" w:rsidRPr="004460BE" w:rsidRDefault="00AD60E6" w:rsidP="00E30CB3">
      <w:r w:rsidRPr="004460BE">
        <w:t xml:space="preserve">в) индикаторы; </w:t>
      </w:r>
    </w:p>
    <w:p w:rsidR="00AD60E6" w:rsidRPr="004460BE" w:rsidRDefault="00AD60E6" w:rsidP="00E30CB3">
      <w:r w:rsidRPr="004460BE">
        <w:t>г) эдификаторы.</w:t>
      </w:r>
    </w:p>
    <w:p w:rsidR="00AD60E6" w:rsidRPr="004460BE" w:rsidRDefault="00AD60E6" w:rsidP="00E30CB3"/>
    <w:p w:rsidR="00AD60E6" w:rsidRPr="004460BE" w:rsidRDefault="00AD60E6" w:rsidP="00E30CB3">
      <w:r>
        <w:t xml:space="preserve">11. </w:t>
      </w:r>
      <w:r w:rsidRPr="004460BE">
        <w:t xml:space="preserve">Живые организмы по наличию, состоянию и поведению которых можно судить о степени изменений окружающей среды, называются: </w:t>
      </w:r>
    </w:p>
    <w:p w:rsidR="00AD60E6" w:rsidRPr="004460BE" w:rsidRDefault="00AD60E6" w:rsidP="00E30CB3">
      <w:r w:rsidRPr="004460BE">
        <w:t xml:space="preserve">а) реликты; </w:t>
      </w:r>
    </w:p>
    <w:p w:rsidR="00AD60E6" w:rsidRPr="004460BE" w:rsidRDefault="00AD60E6" w:rsidP="00E30CB3">
      <w:r w:rsidRPr="004460BE">
        <w:t xml:space="preserve">б) эндемики; </w:t>
      </w:r>
    </w:p>
    <w:p w:rsidR="00AD60E6" w:rsidRPr="004460BE" w:rsidRDefault="00AD60E6" w:rsidP="00E30CB3">
      <w:r w:rsidRPr="004460BE">
        <w:t xml:space="preserve">в) индикаторы;  </w:t>
      </w:r>
    </w:p>
    <w:p w:rsidR="00AD60E6" w:rsidRPr="004460BE" w:rsidRDefault="00AD60E6" w:rsidP="00E30CB3">
      <w:r w:rsidRPr="004460BE">
        <w:t>г) эдификаторы.</w:t>
      </w:r>
    </w:p>
    <w:p w:rsidR="00AD60E6" w:rsidRPr="004460BE" w:rsidRDefault="00AD60E6" w:rsidP="00E30CB3"/>
    <w:p w:rsidR="00AD60E6" w:rsidRPr="004460BE" w:rsidRDefault="00AD60E6" w:rsidP="004460BE">
      <w:pPr>
        <w:jc w:val="both"/>
        <w:rPr>
          <w:bCs/>
        </w:rPr>
      </w:pPr>
      <w:r>
        <w:rPr>
          <w:bCs/>
        </w:rPr>
        <w:t xml:space="preserve">12. </w:t>
      </w:r>
      <w:r w:rsidRPr="004460BE">
        <w:rPr>
          <w:bCs/>
        </w:rPr>
        <w:t>Примером конкуренции могут служить отношения между: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>а) хищниками и жертвами;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>б) паразитами и хозяевами;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 xml:space="preserve">в) особями одного вида; </w:t>
      </w:r>
    </w:p>
    <w:p w:rsidR="00AD60E6" w:rsidRPr="004460BE" w:rsidRDefault="00AD60E6" w:rsidP="004460BE">
      <w:r w:rsidRPr="004460BE">
        <w:rPr>
          <w:bCs/>
        </w:rPr>
        <w:t>г) симбиотическими организмами.</w:t>
      </w:r>
    </w:p>
    <w:p w:rsidR="00AD60E6" w:rsidRDefault="00AD60E6" w:rsidP="00E30CB3"/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13. </w:t>
      </w:r>
      <w:r w:rsidRPr="00DF68B7">
        <w:rPr>
          <w:color w:val="000000"/>
        </w:rPr>
        <w:t>В наименьшей степени связано с численностью популяции действие</w:t>
      </w:r>
      <w:r>
        <w:rPr>
          <w:color w:val="000000"/>
        </w:rPr>
        <w:t xml:space="preserve"> </w:t>
      </w:r>
      <w:r w:rsidRPr="00DF68B7">
        <w:rPr>
          <w:color w:val="000000"/>
        </w:rPr>
        <w:t>фактора: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а) паразитизма;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б) накопления отходов жизнедеятельности;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в) хищничества;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>г) суровой зимы.</w:t>
      </w:r>
    </w:p>
    <w:p w:rsidR="00AD60E6" w:rsidRPr="004460BE" w:rsidRDefault="00AD60E6" w:rsidP="00E30CB3"/>
    <w:p w:rsidR="00AD60E6" w:rsidRPr="004460BE" w:rsidRDefault="00AD60E6" w:rsidP="004460BE">
      <w:r>
        <w:t xml:space="preserve">14. </w:t>
      </w:r>
      <w:r w:rsidRPr="004460BE">
        <w:t>Синицы – обыкновенная лазоревка и белая лазоревка, обитающие в одном лесу, составляют:</w:t>
      </w:r>
    </w:p>
    <w:p w:rsidR="00AD60E6" w:rsidRPr="004460BE" w:rsidRDefault="00AD60E6" w:rsidP="004460BE">
      <w:r w:rsidRPr="004460BE">
        <w:t>а) одну популяцию одного вида;</w:t>
      </w:r>
    </w:p>
    <w:p w:rsidR="00AD60E6" w:rsidRPr="004460BE" w:rsidRDefault="00AD60E6" w:rsidP="004460BE">
      <w:r w:rsidRPr="004460BE">
        <w:t xml:space="preserve">б) две популяции двух видов; </w:t>
      </w:r>
    </w:p>
    <w:p w:rsidR="00AD60E6" w:rsidRPr="004460BE" w:rsidRDefault="00AD60E6" w:rsidP="004460BE">
      <w:r w:rsidRPr="004460BE">
        <w:t>в) две популяции одного вида;</w:t>
      </w:r>
    </w:p>
    <w:p w:rsidR="00AD60E6" w:rsidRPr="004460BE" w:rsidRDefault="00AD60E6" w:rsidP="004460BE">
      <w:r w:rsidRPr="004460BE">
        <w:t>г) одну популяцию разных видов.</w:t>
      </w:r>
    </w:p>
    <w:p w:rsidR="00AD60E6" w:rsidRPr="004460BE" w:rsidRDefault="00AD60E6" w:rsidP="00E30CB3"/>
    <w:p w:rsidR="00AD60E6" w:rsidRPr="004460BE" w:rsidRDefault="00AD60E6" w:rsidP="004460BE">
      <w:r>
        <w:t xml:space="preserve">15. </w:t>
      </w:r>
      <w:r w:rsidRPr="004460BE">
        <w:t>Комнатные мухи способны быстрее, чем галапагосские черепахи, приспособиться к изменяющимся условиям внешней среды, так как:</w:t>
      </w:r>
    </w:p>
    <w:p w:rsidR="00AD60E6" w:rsidRPr="004460BE" w:rsidRDefault="00AD60E6" w:rsidP="004460BE">
      <w:r w:rsidRPr="004460BE">
        <w:t>а) имеют меньшие размеры;</w:t>
      </w:r>
    </w:p>
    <w:p w:rsidR="00AD60E6" w:rsidRPr="004460BE" w:rsidRDefault="00AD60E6" w:rsidP="004460BE">
      <w:r w:rsidRPr="004460BE">
        <w:t>б) хорошо летают;</w:t>
      </w:r>
    </w:p>
    <w:p w:rsidR="00AD60E6" w:rsidRPr="004460BE" w:rsidRDefault="00AD60E6" w:rsidP="004460BE">
      <w:r w:rsidRPr="004460BE">
        <w:t>в) имеют меньше врагов;</w:t>
      </w:r>
    </w:p>
    <w:p w:rsidR="00AD60E6" w:rsidRPr="004460BE" w:rsidRDefault="00AD60E6" w:rsidP="004460BE">
      <w:r w:rsidRPr="004460BE">
        <w:t xml:space="preserve">г) имеют более частую смену поколений. </w:t>
      </w:r>
    </w:p>
    <w:p w:rsidR="00AD60E6" w:rsidRPr="004460BE" w:rsidRDefault="00AD60E6" w:rsidP="004460BE"/>
    <w:p w:rsidR="00AD60E6" w:rsidRPr="004460BE" w:rsidRDefault="00AD60E6" w:rsidP="004460BE">
      <w:r>
        <w:t xml:space="preserve">16. </w:t>
      </w:r>
      <w:r w:rsidRPr="004460BE">
        <w:t>Биогеоценоз – это совокупность:</w:t>
      </w:r>
    </w:p>
    <w:p w:rsidR="00AD60E6" w:rsidRPr="004460BE" w:rsidRDefault="00AD60E6" w:rsidP="004460BE">
      <w:r w:rsidRPr="004460BE">
        <w:t>а) популяций разных видов;</w:t>
      </w:r>
    </w:p>
    <w:p w:rsidR="00AD60E6" w:rsidRPr="004460BE" w:rsidRDefault="00AD60E6" w:rsidP="004460BE">
      <w:r w:rsidRPr="004460BE">
        <w:t>б) видов животных, растений, грибов и микроорганизмов;</w:t>
      </w:r>
    </w:p>
    <w:p w:rsidR="00AD60E6" w:rsidRPr="004460BE" w:rsidRDefault="00AD60E6" w:rsidP="004460BE">
      <w:r w:rsidRPr="004460BE">
        <w:t>в) растительных и животных организмов;</w:t>
      </w:r>
    </w:p>
    <w:p w:rsidR="00AD60E6" w:rsidRPr="004460BE" w:rsidRDefault="00AD60E6" w:rsidP="004460BE">
      <w:r w:rsidRPr="004460BE">
        <w:t xml:space="preserve">г) организмов и окружающей их неживой природы. </w:t>
      </w:r>
    </w:p>
    <w:p w:rsidR="00AD60E6" w:rsidRPr="00DB5C07" w:rsidRDefault="00AD60E6" w:rsidP="00DB5C0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17. </w:t>
      </w:r>
      <w:r w:rsidRPr="00DB5C07">
        <w:rPr>
          <w:color w:val="000000"/>
        </w:rPr>
        <w:t>Лимитирующими факторами, ограничивающими распространение живых организмов в условиях тундры, являются:</w:t>
      </w:r>
    </w:p>
    <w:p w:rsidR="00AD60E6" w:rsidRPr="00DB5C0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B5C07">
        <w:rPr>
          <w:color w:val="000000"/>
        </w:rPr>
        <w:t xml:space="preserve">а) недостаток тепла; </w:t>
      </w:r>
    </w:p>
    <w:p w:rsidR="00AD60E6" w:rsidRPr="00DB5C0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B5C07">
        <w:rPr>
          <w:color w:val="000000"/>
        </w:rPr>
        <w:t xml:space="preserve">б) недостаток влаги и тепла; </w:t>
      </w:r>
    </w:p>
    <w:p w:rsidR="00AD60E6" w:rsidRPr="00DB5C0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B5C07">
        <w:rPr>
          <w:color w:val="000000"/>
        </w:rPr>
        <w:t xml:space="preserve">в) недостаток пищи и влаги; </w:t>
      </w:r>
    </w:p>
    <w:p w:rsidR="00AD60E6" w:rsidRPr="00DB5C0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B5C07">
        <w:rPr>
          <w:color w:val="000000"/>
        </w:rPr>
        <w:t>г) избыток влаги и недостаток пищи.</w:t>
      </w:r>
    </w:p>
    <w:p w:rsidR="00AD60E6" w:rsidRDefault="00AD60E6" w:rsidP="004460BE"/>
    <w:p w:rsidR="00AD60E6" w:rsidRPr="00A2688E" w:rsidRDefault="00AD60E6" w:rsidP="00A2688E">
      <w:pPr>
        <w:jc w:val="both"/>
        <w:rPr>
          <w:color w:val="000000"/>
        </w:rPr>
      </w:pPr>
      <w:r>
        <w:rPr>
          <w:color w:val="000000"/>
        </w:rPr>
        <w:t xml:space="preserve">18. </w:t>
      </w:r>
      <w:r w:rsidRPr="00A2688E">
        <w:rPr>
          <w:color w:val="000000"/>
        </w:rPr>
        <w:t>Сигналом к сезонным изменениям для животных и растений явля</w:t>
      </w:r>
      <w:r>
        <w:rPr>
          <w:color w:val="000000"/>
        </w:rPr>
        <w:t>е</w:t>
      </w:r>
      <w:r w:rsidRPr="00A2688E">
        <w:rPr>
          <w:color w:val="000000"/>
        </w:rPr>
        <w:t>тся</w:t>
      </w:r>
      <w:r>
        <w:rPr>
          <w:color w:val="000000"/>
        </w:rPr>
        <w:t>:</w:t>
      </w:r>
    </w:p>
    <w:p w:rsidR="00AD60E6" w:rsidRPr="00A2688E" w:rsidRDefault="00AD60E6" w:rsidP="00A2688E">
      <w:pPr>
        <w:jc w:val="both"/>
        <w:rPr>
          <w:color w:val="000000"/>
        </w:rPr>
      </w:pPr>
      <w:r w:rsidRPr="00A2688E">
        <w:rPr>
          <w:color w:val="000000"/>
        </w:rPr>
        <w:t>а) температура</w:t>
      </w:r>
      <w:r>
        <w:rPr>
          <w:color w:val="000000"/>
        </w:rPr>
        <w:t>;</w:t>
      </w:r>
    </w:p>
    <w:p w:rsidR="00AD60E6" w:rsidRPr="00A2688E" w:rsidRDefault="00AD60E6" w:rsidP="00A2688E">
      <w:pPr>
        <w:jc w:val="both"/>
        <w:rPr>
          <w:color w:val="000000"/>
        </w:rPr>
      </w:pPr>
      <w:r w:rsidRPr="00A2688E">
        <w:rPr>
          <w:color w:val="000000"/>
        </w:rPr>
        <w:t>б) влажность</w:t>
      </w:r>
      <w:r>
        <w:rPr>
          <w:color w:val="000000"/>
        </w:rPr>
        <w:t>;</w:t>
      </w:r>
    </w:p>
    <w:p w:rsidR="00AD60E6" w:rsidRPr="00A2688E" w:rsidRDefault="00AD60E6" w:rsidP="00A2688E">
      <w:pPr>
        <w:jc w:val="both"/>
        <w:rPr>
          <w:color w:val="000000"/>
        </w:rPr>
      </w:pPr>
      <w:r w:rsidRPr="00A2688E">
        <w:rPr>
          <w:color w:val="000000"/>
        </w:rPr>
        <w:t>в) количество пищи</w:t>
      </w:r>
      <w:r>
        <w:rPr>
          <w:color w:val="000000"/>
        </w:rPr>
        <w:t>;</w:t>
      </w:r>
    </w:p>
    <w:p w:rsidR="00AD60E6" w:rsidRPr="00A2688E" w:rsidRDefault="00AD60E6" w:rsidP="00A2688E">
      <w:pPr>
        <w:jc w:val="both"/>
      </w:pPr>
      <w:r w:rsidRPr="00A2688E">
        <w:t>г) длина светового дня</w:t>
      </w:r>
      <w:r>
        <w:t>.</w:t>
      </w:r>
      <w:r w:rsidRPr="00A2688E">
        <w:t xml:space="preserve">  </w:t>
      </w:r>
    </w:p>
    <w:p w:rsidR="00AD60E6" w:rsidRPr="004460BE" w:rsidRDefault="00AD60E6" w:rsidP="004460BE"/>
    <w:p w:rsidR="00AD60E6" w:rsidRPr="004460BE" w:rsidRDefault="00AD60E6" w:rsidP="004460BE">
      <w:r>
        <w:t xml:space="preserve">19. </w:t>
      </w:r>
      <w:r w:rsidRPr="004460BE">
        <w:t xml:space="preserve">Первичные сукцессии начинаются: </w:t>
      </w:r>
    </w:p>
    <w:p w:rsidR="00AD60E6" w:rsidRPr="004460BE" w:rsidRDefault="00AD60E6" w:rsidP="004460BE">
      <w:r w:rsidRPr="004460BE">
        <w:t xml:space="preserve">а) на незанятых жизнью участках; </w:t>
      </w:r>
    </w:p>
    <w:p w:rsidR="00AD60E6" w:rsidRPr="004460BE" w:rsidRDefault="00AD60E6" w:rsidP="004460BE">
      <w:r w:rsidRPr="004460BE">
        <w:t xml:space="preserve">б) на участках, где обитают только растения; </w:t>
      </w:r>
    </w:p>
    <w:p w:rsidR="00AD60E6" w:rsidRPr="004460BE" w:rsidRDefault="00AD60E6" w:rsidP="004460BE">
      <w:r w:rsidRPr="004460BE">
        <w:t xml:space="preserve">в) на участках, где обитают только животные; </w:t>
      </w:r>
    </w:p>
    <w:p w:rsidR="00AD60E6" w:rsidRPr="004460BE" w:rsidRDefault="00AD60E6" w:rsidP="004460BE">
      <w:r w:rsidRPr="004460BE">
        <w:t>г) на участках, где обитают только микроорганизмы.</w:t>
      </w:r>
    </w:p>
    <w:p w:rsidR="00AD60E6" w:rsidRPr="004460BE" w:rsidRDefault="00AD60E6" w:rsidP="004460BE"/>
    <w:p w:rsidR="00AD60E6" w:rsidRPr="004460BE" w:rsidRDefault="00AD60E6" w:rsidP="004460BE">
      <w:r>
        <w:t xml:space="preserve">20. </w:t>
      </w:r>
      <w:r w:rsidRPr="004460BE">
        <w:t>Закономерный направленный процесс изменения сообществ в результате взаимодействия живых организмов между собой и окружающей их абиотической средой называется:</w:t>
      </w:r>
    </w:p>
    <w:p w:rsidR="00AD60E6" w:rsidRPr="004460BE" w:rsidRDefault="00AD60E6" w:rsidP="004460BE">
      <w:r w:rsidRPr="004460BE">
        <w:t xml:space="preserve">а) стратификацией; </w:t>
      </w:r>
    </w:p>
    <w:p w:rsidR="00AD60E6" w:rsidRPr="004460BE" w:rsidRDefault="00AD60E6" w:rsidP="004460BE">
      <w:r w:rsidRPr="004460BE">
        <w:t xml:space="preserve">б) сукцессией; </w:t>
      </w:r>
    </w:p>
    <w:p w:rsidR="00AD60E6" w:rsidRPr="004460BE" w:rsidRDefault="00AD60E6" w:rsidP="004460BE">
      <w:r w:rsidRPr="004460BE">
        <w:t xml:space="preserve">в) адаптацией; </w:t>
      </w:r>
    </w:p>
    <w:p w:rsidR="00AD60E6" w:rsidRPr="004460BE" w:rsidRDefault="00AD60E6" w:rsidP="004460BE">
      <w:r w:rsidRPr="004460BE">
        <w:t>г) ароморфозом.</w:t>
      </w:r>
    </w:p>
    <w:p w:rsidR="00AD60E6" w:rsidRDefault="00AD60E6" w:rsidP="004460BE"/>
    <w:p w:rsidR="00AD60E6" w:rsidRPr="004460BE" w:rsidRDefault="00AD60E6" w:rsidP="004460BE">
      <w:r>
        <w:t xml:space="preserve">21. </w:t>
      </w:r>
      <w:r w:rsidRPr="004460BE">
        <w:t>Примером первичной сукцессии может быть:</w:t>
      </w:r>
    </w:p>
    <w:p w:rsidR="00AD60E6" w:rsidRPr="004460BE" w:rsidRDefault="00AD60E6" w:rsidP="004460BE">
      <w:r w:rsidRPr="004460BE">
        <w:t>а) восстановление елового леса после пожара;</w:t>
      </w:r>
    </w:p>
    <w:p w:rsidR="00AD60E6" w:rsidRPr="004460BE" w:rsidRDefault="00AD60E6" w:rsidP="004460BE">
      <w:r w:rsidRPr="004460BE">
        <w:t xml:space="preserve">б) зарастание сыпучих песков; </w:t>
      </w:r>
    </w:p>
    <w:p w:rsidR="00AD60E6" w:rsidRPr="004460BE" w:rsidRDefault="00AD60E6" w:rsidP="004460BE">
      <w:r w:rsidRPr="004460BE">
        <w:t>в) восстановление лиственного леса после засухи;</w:t>
      </w:r>
    </w:p>
    <w:p w:rsidR="00AD60E6" w:rsidRPr="004460BE" w:rsidRDefault="00AD60E6" w:rsidP="004460BE">
      <w:r w:rsidRPr="004460BE">
        <w:t>г) восстановление степной экосистемы на залежи.</w:t>
      </w:r>
    </w:p>
    <w:p w:rsidR="00AD60E6" w:rsidRPr="004460BE" w:rsidRDefault="00AD60E6" w:rsidP="004460BE"/>
    <w:p w:rsidR="00AD60E6" w:rsidRPr="004460BE" w:rsidRDefault="00AD60E6" w:rsidP="004460BE">
      <w:r>
        <w:t xml:space="preserve">22. </w:t>
      </w:r>
      <w:r w:rsidRPr="004460BE">
        <w:t>Наука о биосфере называется:</w:t>
      </w:r>
    </w:p>
    <w:p w:rsidR="00AD60E6" w:rsidRPr="004460BE" w:rsidRDefault="00AD60E6" w:rsidP="004460BE">
      <w:r w:rsidRPr="004460BE">
        <w:t>а) социальной экологией;</w:t>
      </w:r>
    </w:p>
    <w:p w:rsidR="00AD60E6" w:rsidRPr="004460BE" w:rsidRDefault="00AD60E6" w:rsidP="004460BE">
      <w:r w:rsidRPr="004460BE">
        <w:t xml:space="preserve">б) глобальной экологией; </w:t>
      </w:r>
    </w:p>
    <w:p w:rsidR="00AD60E6" w:rsidRPr="004460BE" w:rsidRDefault="00AD60E6" w:rsidP="004460BE">
      <w:r w:rsidRPr="004460BE">
        <w:t>в) урбоэкологией;</w:t>
      </w:r>
    </w:p>
    <w:p w:rsidR="00AD60E6" w:rsidRPr="004460BE" w:rsidRDefault="00AD60E6" w:rsidP="004460BE">
      <w:r w:rsidRPr="004460BE">
        <w:t>г) сферической экологией.</w:t>
      </w:r>
    </w:p>
    <w:p w:rsidR="00AD60E6" w:rsidRPr="004460BE" w:rsidRDefault="00AD60E6" w:rsidP="004460BE"/>
    <w:p w:rsidR="00AD60E6" w:rsidRPr="004460BE" w:rsidRDefault="00AD60E6" w:rsidP="004460BE">
      <w:r>
        <w:t xml:space="preserve">23. </w:t>
      </w:r>
      <w:r w:rsidRPr="004460BE">
        <w:t xml:space="preserve">Учение о биосфере создано: </w:t>
      </w:r>
    </w:p>
    <w:p w:rsidR="00AD60E6" w:rsidRPr="004460BE" w:rsidRDefault="00AD60E6" w:rsidP="004460BE">
      <w:r w:rsidRPr="004460BE">
        <w:t>а) В. В. Докучаевым;</w:t>
      </w:r>
    </w:p>
    <w:p w:rsidR="00AD60E6" w:rsidRPr="004460BE" w:rsidRDefault="00AD60E6" w:rsidP="004460BE">
      <w:r w:rsidRPr="004460BE">
        <w:t xml:space="preserve">б) В. И. Вернадским; </w:t>
      </w:r>
    </w:p>
    <w:p w:rsidR="00AD60E6" w:rsidRPr="004460BE" w:rsidRDefault="00AD60E6" w:rsidP="004460BE">
      <w:r w:rsidRPr="004460BE">
        <w:t xml:space="preserve">в) Э. Зюссом; </w:t>
      </w:r>
    </w:p>
    <w:p w:rsidR="00AD60E6" w:rsidRPr="004460BE" w:rsidRDefault="00AD60E6" w:rsidP="004460BE">
      <w:r w:rsidRPr="004460BE">
        <w:t>г) Ж.-Б. Ламарком.</w:t>
      </w:r>
    </w:p>
    <w:p w:rsidR="00AD60E6" w:rsidRDefault="00AD60E6" w:rsidP="004460BE"/>
    <w:p w:rsidR="00AD60E6" w:rsidRPr="00136AF5" w:rsidRDefault="00AD60E6" w:rsidP="00136AF5">
      <w:pPr>
        <w:jc w:val="both"/>
      </w:pPr>
      <w:r>
        <w:t xml:space="preserve">24. </w:t>
      </w:r>
      <w:r w:rsidRPr="00136AF5">
        <w:t>Рельеф, климат, вода, почва, воздух относятся к:</w:t>
      </w:r>
    </w:p>
    <w:p w:rsidR="00AD60E6" w:rsidRPr="00136AF5" w:rsidRDefault="00AD60E6" w:rsidP="00136AF5">
      <w:pPr>
        <w:jc w:val="both"/>
      </w:pPr>
      <w:r w:rsidRPr="00136AF5">
        <w:t>а) биотическим факторам</w:t>
      </w:r>
      <w:r>
        <w:t>;</w:t>
      </w:r>
    </w:p>
    <w:p w:rsidR="00AD60E6" w:rsidRPr="00136AF5" w:rsidRDefault="00AD60E6" w:rsidP="00136AF5">
      <w:pPr>
        <w:jc w:val="both"/>
      </w:pPr>
      <w:r w:rsidRPr="00136AF5">
        <w:t>б) абиотическим факторам</w:t>
      </w:r>
      <w:r>
        <w:t xml:space="preserve">; </w:t>
      </w:r>
    </w:p>
    <w:p w:rsidR="00AD60E6" w:rsidRPr="00136AF5" w:rsidRDefault="00AD60E6" w:rsidP="00136AF5">
      <w:pPr>
        <w:jc w:val="both"/>
      </w:pPr>
      <w:r w:rsidRPr="00136AF5">
        <w:t>в) антропогенным факторам</w:t>
      </w:r>
      <w:r>
        <w:t>;</w:t>
      </w:r>
    </w:p>
    <w:p w:rsidR="00AD60E6" w:rsidRPr="00136AF5" w:rsidRDefault="00AD60E6" w:rsidP="00136AF5">
      <w:pPr>
        <w:jc w:val="both"/>
      </w:pPr>
      <w:r w:rsidRPr="00136AF5">
        <w:t>г) эдафическим факторам</w:t>
      </w:r>
      <w:r>
        <w:t>.</w:t>
      </w:r>
    </w:p>
    <w:p w:rsidR="00AD60E6" w:rsidRPr="004460BE" w:rsidRDefault="00AD60E6" w:rsidP="004460BE"/>
    <w:p w:rsidR="00AD60E6" w:rsidRPr="004460BE" w:rsidRDefault="00AD60E6" w:rsidP="004460BE">
      <w:r>
        <w:t xml:space="preserve">25. </w:t>
      </w:r>
      <w:r w:rsidRPr="004460BE">
        <w:t>Система мер, направленных на сохранение природных ресурсов, благоприятных для жизни человека условий и природных объектов, называется:</w:t>
      </w:r>
    </w:p>
    <w:p w:rsidR="00AD60E6" w:rsidRPr="004460BE" w:rsidRDefault="00AD60E6" w:rsidP="004460BE">
      <w:r w:rsidRPr="004460BE">
        <w:t xml:space="preserve">а) геополитика; </w:t>
      </w:r>
    </w:p>
    <w:p w:rsidR="00AD60E6" w:rsidRPr="004460BE" w:rsidRDefault="00AD60E6" w:rsidP="004460BE">
      <w:r w:rsidRPr="004460BE">
        <w:t xml:space="preserve">б) охрана природы; </w:t>
      </w:r>
    </w:p>
    <w:p w:rsidR="00AD60E6" w:rsidRPr="004460BE" w:rsidRDefault="00AD60E6" w:rsidP="004460BE">
      <w:r w:rsidRPr="004460BE">
        <w:t xml:space="preserve">в) экологический мониторинг; </w:t>
      </w:r>
    </w:p>
    <w:p w:rsidR="00AD60E6" w:rsidRPr="004460BE" w:rsidRDefault="00AD60E6" w:rsidP="004460BE">
      <w:r w:rsidRPr="004460BE">
        <w:t>г) региональная политика.</w:t>
      </w:r>
    </w:p>
    <w:p w:rsidR="00AD60E6" w:rsidRDefault="00AD60E6" w:rsidP="00E7798F">
      <w:pPr>
        <w:shd w:val="clear" w:color="auto" w:fill="FFFFFF"/>
        <w:autoSpaceDE w:val="0"/>
        <w:autoSpaceDN w:val="0"/>
        <w:adjustRightInd w:val="0"/>
        <w:ind w:left="-108"/>
      </w:pPr>
    </w:p>
    <w:p w:rsidR="00AD60E6" w:rsidRPr="00E7798F" w:rsidRDefault="00AD60E6" w:rsidP="00A116B2">
      <w:pPr>
        <w:shd w:val="clear" w:color="auto" w:fill="FFFFFF"/>
        <w:autoSpaceDE w:val="0"/>
        <w:autoSpaceDN w:val="0"/>
        <w:adjustRightInd w:val="0"/>
        <w:ind w:left="-108" w:firstLine="108"/>
      </w:pPr>
      <w:r>
        <w:t xml:space="preserve">26. </w:t>
      </w:r>
      <w:r w:rsidRPr="00E7798F">
        <w:t>Если на перья водоплавающих птиц попадет нефть или мазут:</w:t>
      </w:r>
    </w:p>
    <w:p w:rsidR="00AD60E6" w:rsidRPr="00E7798F" w:rsidRDefault="00AD60E6" w:rsidP="00A116B2">
      <w:pPr>
        <w:shd w:val="clear" w:color="auto" w:fill="FFFFFF"/>
        <w:autoSpaceDE w:val="0"/>
        <w:autoSpaceDN w:val="0"/>
        <w:adjustRightInd w:val="0"/>
      </w:pPr>
      <w:r w:rsidRPr="00E7798F">
        <w:t>а) перья прилипнут к телу; оно приобретет более обтекаемую форму, поэтому птица будет затрачивать меньше энергии при полете;</w:t>
      </w:r>
    </w:p>
    <w:p w:rsidR="00AD60E6" w:rsidRPr="00E7798F" w:rsidRDefault="00AD60E6" w:rsidP="00A116B2">
      <w:pPr>
        <w:shd w:val="clear" w:color="auto" w:fill="FFFFFF"/>
        <w:autoSpaceDE w:val="0"/>
        <w:autoSpaceDN w:val="0"/>
        <w:adjustRightInd w:val="0"/>
      </w:pPr>
      <w:r w:rsidRPr="00E7798F">
        <w:t>б) мазут неприятен на вкус; хищники перестанут охотиться за птицами, поэтому их численность увеличится;</w:t>
      </w:r>
    </w:p>
    <w:p w:rsidR="00AD60E6" w:rsidRPr="00E7798F" w:rsidRDefault="00AD60E6" w:rsidP="00A116B2">
      <w:pPr>
        <w:shd w:val="clear" w:color="auto" w:fill="FFFFFF"/>
        <w:autoSpaceDE w:val="0"/>
        <w:autoSpaceDN w:val="0"/>
        <w:adjustRightInd w:val="0"/>
      </w:pPr>
      <w:r w:rsidRPr="00E7798F">
        <w:t>в) перья и пух слипнутся, вода будет легко проникать к коже, птицы погибнут от переохлаждения;</w:t>
      </w:r>
      <w:r>
        <w:t xml:space="preserve"> </w:t>
      </w:r>
    </w:p>
    <w:p w:rsidR="00AD60E6" w:rsidRPr="00E7798F" w:rsidRDefault="00AD60E6" w:rsidP="00A116B2">
      <w:pPr>
        <w:shd w:val="clear" w:color="auto" w:fill="FFFFFF"/>
        <w:autoSpaceDE w:val="0"/>
        <w:autoSpaceDN w:val="0"/>
        <w:adjustRightInd w:val="0"/>
        <w:ind w:left="-108" w:firstLine="108"/>
      </w:pPr>
      <w:r w:rsidRPr="00E7798F">
        <w:t>г) свойства оперения практически не изменятся.</w:t>
      </w:r>
    </w:p>
    <w:p w:rsidR="00AD60E6" w:rsidRDefault="00AD60E6" w:rsidP="004460BE"/>
    <w:p w:rsidR="00AD60E6" w:rsidRPr="004460BE" w:rsidRDefault="00AD60E6" w:rsidP="004460BE">
      <w:r>
        <w:t xml:space="preserve">27. </w:t>
      </w:r>
      <w:r w:rsidRPr="004460BE">
        <w:t xml:space="preserve">К принципам гармоничного взаимодействия человека и природы не относится: </w:t>
      </w:r>
    </w:p>
    <w:p w:rsidR="00AD60E6" w:rsidRPr="004460BE" w:rsidRDefault="00AD60E6" w:rsidP="004460BE">
      <w:r w:rsidRPr="004460BE">
        <w:t xml:space="preserve">а) регулирование численности населения; </w:t>
      </w:r>
    </w:p>
    <w:p w:rsidR="00AD60E6" w:rsidRPr="004460BE" w:rsidRDefault="00AD60E6" w:rsidP="004460BE">
      <w:r w:rsidRPr="004460BE">
        <w:t xml:space="preserve">б) уменьшение загрязнения окружающей среды; </w:t>
      </w:r>
    </w:p>
    <w:p w:rsidR="00AD60E6" w:rsidRPr="004460BE" w:rsidRDefault="00AD60E6" w:rsidP="004460BE">
      <w:r w:rsidRPr="004460BE">
        <w:t xml:space="preserve">в) отказ от потребительского отношения к природе; </w:t>
      </w:r>
    </w:p>
    <w:p w:rsidR="00AD60E6" w:rsidRPr="004460BE" w:rsidRDefault="00AD60E6" w:rsidP="004460BE">
      <w:r w:rsidRPr="004460BE">
        <w:t xml:space="preserve">г) увеличение энергопотребления. </w:t>
      </w:r>
    </w:p>
    <w:p w:rsidR="00AD60E6" w:rsidRDefault="00AD60E6" w:rsidP="004460BE"/>
    <w:p w:rsidR="00AD60E6" w:rsidRPr="00DF68B7" w:rsidRDefault="00AD60E6" w:rsidP="00E32B9F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28</w:t>
      </w:r>
      <w:r w:rsidRPr="00DF68B7">
        <w:rPr>
          <w:color w:val="000000"/>
        </w:rPr>
        <w:t>.</w:t>
      </w:r>
      <w:r>
        <w:rPr>
          <w:color w:val="000000"/>
        </w:rPr>
        <w:t xml:space="preserve"> </w:t>
      </w:r>
      <w:r w:rsidRPr="00DF68B7">
        <w:rPr>
          <w:color w:val="000000"/>
        </w:rPr>
        <w:t>Какой вид пыли из перечисленных является наиболее опасным для</w:t>
      </w:r>
      <w:r>
        <w:rPr>
          <w:color w:val="000000"/>
        </w:rPr>
        <w:t xml:space="preserve"> </w:t>
      </w:r>
      <w:r w:rsidRPr="00DF68B7">
        <w:rPr>
          <w:color w:val="000000"/>
        </w:rPr>
        <w:t>здоровья человека?</w:t>
      </w:r>
    </w:p>
    <w:p w:rsidR="00AD60E6" w:rsidRPr="00DF68B7" w:rsidRDefault="00AD60E6" w:rsidP="00E32B9F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а) цементная; </w:t>
      </w:r>
    </w:p>
    <w:p w:rsidR="00AD60E6" w:rsidRPr="00DF68B7" w:rsidRDefault="00AD60E6" w:rsidP="00E32B9F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б) стирального порошка; </w:t>
      </w:r>
    </w:p>
    <w:p w:rsidR="00AD60E6" w:rsidRPr="00DF68B7" w:rsidRDefault="00AD60E6" w:rsidP="00E32B9F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в) асбестовая; </w:t>
      </w:r>
    </w:p>
    <w:p w:rsidR="00AD60E6" w:rsidRPr="00DF68B7" w:rsidRDefault="00AD60E6" w:rsidP="00E32B9F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>г) песчаная.</w:t>
      </w:r>
    </w:p>
    <w:p w:rsidR="00AD60E6" w:rsidRDefault="00AD60E6" w:rsidP="00E80B70">
      <w:pPr>
        <w:jc w:val="both"/>
      </w:pPr>
    </w:p>
    <w:p w:rsidR="00AD60E6" w:rsidRPr="004460BE" w:rsidRDefault="00AD60E6" w:rsidP="004460BE">
      <w:r>
        <w:t xml:space="preserve">29. </w:t>
      </w:r>
      <w:r w:rsidRPr="004460BE">
        <w:t>При наличии атмосферного загрязнения наиболее неблагоприятное влияние на живые организмы происходит в условиях:</w:t>
      </w:r>
    </w:p>
    <w:p w:rsidR="00AD60E6" w:rsidRPr="004460BE" w:rsidRDefault="00AD60E6" w:rsidP="004460BE">
      <w:r w:rsidRPr="004460BE">
        <w:t xml:space="preserve">а) дождя; </w:t>
      </w:r>
    </w:p>
    <w:p w:rsidR="00AD60E6" w:rsidRPr="004460BE" w:rsidRDefault="00AD60E6" w:rsidP="004460BE">
      <w:r w:rsidRPr="004460BE">
        <w:t xml:space="preserve">б) тумана; </w:t>
      </w:r>
    </w:p>
    <w:p w:rsidR="00AD60E6" w:rsidRPr="004460BE" w:rsidRDefault="00AD60E6" w:rsidP="004460BE">
      <w:r w:rsidRPr="004460BE">
        <w:t xml:space="preserve">в) снегопада; </w:t>
      </w:r>
    </w:p>
    <w:p w:rsidR="00AD60E6" w:rsidRPr="004460BE" w:rsidRDefault="00AD60E6" w:rsidP="004460BE">
      <w:r w:rsidRPr="004460BE">
        <w:t>г) инея.</w:t>
      </w:r>
    </w:p>
    <w:p w:rsidR="00AD60E6" w:rsidRDefault="00AD60E6" w:rsidP="004460BE"/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30. </w:t>
      </w:r>
      <w:r w:rsidRPr="00DF68B7">
        <w:rPr>
          <w:color w:val="000000"/>
        </w:rPr>
        <w:t>Назовите вещество, вносящее наибольший вклад в образование кислотных осадков: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а) сернистый газ;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б) угарный газ;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в) углекислый газ; </w:t>
      </w:r>
    </w:p>
    <w:p w:rsidR="00AD60E6" w:rsidRPr="00DF68B7" w:rsidRDefault="00AD60E6" w:rsidP="00DB5C07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>г) фреоны.</w:t>
      </w:r>
    </w:p>
    <w:p w:rsidR="00AD60E6" w:rsidRDefault="00AD60E6" w:rsidP="004460BE"/>
    <w:p w:rsidR="00AD60E6" w:rsidRPr="00CE2951" w:rsidRDefault="00AD60E6" w:rsidP="00211689">
      <w:pPr>
        <w:snapToGrid w:val="0"/>
      </w:pPr>
      <w:r>
        <w:t xml:space="preserve">31. </w:t>
      </w:r>
      <w:r w:rsidRPr="00CE2951">
        <w:t>Для повышения эффективности раздельного сбора бытовых отходов в ряде зарубежных стран контейнеры окрашивают:</w:t>
      </w:r>
    </w:p>
    <w:p w:rsidR="00AD60E6" w:rsidRPr="00CE2951" w:rsidRDefault="00AD60E6" w:rsidP="00211689">
      <w:r w:rsidRPr="00CE2951">
        <w:t>а) в зеленый цвет, символизирующий живую природу;</w:t>
      </w:r>
    </w:p>
    <w:p w:rsidR="00AD60E6" w:rsidRPr="00CE2951" w:rsidRDefault="00AD60E6" w:rsidP="00211689">
      <w:pPr>
        <w:rPr>
          <w:b/>
          <w:color w:val="008000"/>
        </w:rPr>
      </w:pPr>
      <w:r w:rsidRPr="003855D3">
        <w:rPr>
          <w:color w:val="000000"/>
        </w:rPr>
        <w:t>б) в различные цвета, соответствующие тому или иному виду отходов;</w:t>
      </w:r>
      <w:r w:rsidRPr="00CE2951">
        <w:rPr>
          <w:b/>
          <w:color w:val="008000"/>
        </w:rPr>
        <w:t xml:space="preserve"> </w:t>
      </w:r>
      <w:r>
        <w:rPr>
          <w:b/>
          <w:color w:val="008000"/>
        </w:rPr>
        <w:t xml:space="preserve"> </w:t>
      </w:r>
    </w:p>
    <w:p w:rsidR="00AD60E6" w:rsidRPr="00CE2951" w:rsidRDefault="00AD60E6" w:rsidP="00211689">
      <w:r w:rsidRPr="00CE2951">
        <w:t>в) в любые яркие цвета, привлекающие глаз;</w:t>
      </w:r>
    </w:p>
    <w:p w:rsidR="00AD60E6" w:rsidRPr="00CE2951" w:rsidRDefault="00AD60E6" w:rsidP="00211689">
      <w:r w:rsidRPr="00CE2951">
        <w:t>г) в серый цвет, не привлекающий внимание птиц, растаскивающих отходы из контейнера.</w:t>
      </w:r>
    </w:p>
    <w:p w:rsidR="00AD60E6" w:rsidRPr="00DF68B7" w:rsidRDefault="00AD60E6" w:rsidP="00211689"/>
    <w:p w:rsidR="00AD60E6" w:rsidRPr="00DF68B7" w:rsidRDefault="00AD60E6" w:rsidP="00211689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32. </w:t>
      </w:r>
      <w:r w:rsidRPr="00DF68B7">
        <w:rPr>
          <w:color w:val="000000"/>
        </w:rPr>
        <w:t>Как называют способность природных систем без ущерба для себя отдавать необходимую человеку продукцию?</w:t>
      </w:r>
    </w:p>
    <w:p w:rsidR="00AD60E6" w:rsidRPr="00DF68B7" w:rsidRDefault="00AD60E6" w:rsidP="00211689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а) хозяйственный потенциал; </w:t>
      </w:r>
    </w:p>
    <w:p w:rsidR="00AD60E6" w:rsidRPr="00DF68B7" w:rsidRDefault="00AD60E6" w:rsidP="00211689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б) экономический потенциал; </w:t>
      </w:r>
    </w:p>
    <w:p w:rsidR="00AD60E6" w:rsidRPr="00DF68B7" w:rsidRDefault="00AD60E6" w:rsidP="00211689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 xml:space="preserve">в) природно-ресурсный потенциал; </w:t>
      </w:r>
    </w:p>
    <w:p w:rsidR="00AD60E6" w:rsidRDefault="00AD60E6" w:rsidP="00211689">
      <w:pPr>
        <w:autoSpaceDE w:val="0"/>
        <w:autoSpaceDN w:val="0"/>
        <w:adjustRightInd w:val="0"/>
        <w:rPr>
          <w:color w:val="000000"/>
        </w:rPr>
      </w:pPr>
      <w:r w:rsidRPr="00DF68B7">
        <w:rPr>
          <w:color w:val="000000"/>
        </w:rPr>
        <w:t>г) биологический потенциал.</w:t>
      </w:r>
    </w:p>
    <w:p w:rsidR="00AD60E6" w:rsidRPr="004460BE" w:rsidRDefault="00AD60E6" w:rsidP="004460BE">
      <w:pPr>
        <w:rPr>
          <w:bCs/>
        </w:rPr>
      </w:pPr>
      <w:r>
        <w:rPr>
          <w:bCs/>
        </w:rPr>
        <w:t xml:space="preserve">33. </w:t>
      </w:r>
      <w:r w:rsidRPr="004460BE">
        <w:rPr>
          <w:bCs/>
        </w:rPr>
        <w:t>В настоящее время основным фактором сокращения биологического разнообразия биосферы является: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 xml:space="preserve">а) хозяйственная деятельность человека; 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>б) высокая солнечная активность;</w:t>
      </w:r>
    </w:p>
    <w:p w:rsidR="00AD60E6" w:rsidRPr="004460BE" w:rsidRDefault="00AD60E6" w:rsidP="004460BE">
      <w:pPr>
        <w:rPr>
          <w:bCs/>
        </w:rPr>
      </w:pPr>
      <w:r w:rsidRPr="004460BE">
        <w:rPr>
          <w:bCs/>
        </w:rPr>
        <w:t>в) усиление вулканической активности;</w:t>
      </w:r>
    </w:p>
    <w:p w:rsidR="00AD60E6" w:rsidRPr="004460BE" w:rsidRDefault="00AD60E6" w:rsidP="004460BE">
      <w:r w:rsidRPr="004460BE">
        <w:rPr>
          <w:bCs/>
        </w:rPr>
        <w:t>г) изменение энергетического баланса биосферы.</w:t>
      </w:r>
    </w:p>
    <w:p w:rsidR="00AD60E6" w:rsidRDefault="00AD60E6" w:rsidP="004460BE">
      <w:pPr>
        <w:rPr>
          <w:b/>
        </w:rPr>
      </w:pPr>
    </w:p>
    <w:p w:rsidR="00AD60E6" w:rsidRPr="003236DC" w:rsidRDefault="00AD60E6" w:rsidP="003236DC">
      <w:pPr>
        <w:pStyle w:val="Heading1"/>
        <w:snapToGrid w:val="0"/>
        <w:spacing w:before="0" w:after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34. </w:t>
      </w:r>
      <w:r w:rsidRPr="003236DC">
        <w:rPr>
          <w:rFonts w:ascii="Times New Roman" w:hAnsi="Times New Roman" w:cs="Times New Roman"/>
          <w:b w:val="0"/>
          <w:sz w:val="24"/>
          <w:szCs w:val="24"/>
        </w:rPr>
        <w:t>К особо охраняемым природным территориям в нашей стране не относится:</w:t>
      </w:r>
    </w:p>
    <w:p w:rsidR="00AD60E6" w:rsidRPr="00CE2951" w:rsidRDefault="00AD60E6" w:rsidP="003236DC">
      <w:r w:rsidRPr="00CE2951">
        <w:t>а) национальный парк</w:t>
      </w:r>
      <w:r>
        <w:t>;</w:t>
      </w:r>
    </w:p>
    <w:p w:rsidR="00AD60E6" w:rsidRPr="00CE2951" w:rsidRDefault="00AD60E6" w:rsidP="003236DC">
      <w:r w:rsidRPr="00CE2951">
        <w:t>б) природный парк</w:t>
      </w:r>
      <w:r>
        <w:t>;</w:t>
      </w:r>
    </w:p>
    <w:p w:rsidR="00AD60E6" w:rsidRPr="00CE2951" w:rsidRDefault="00AD60E6" w:rsidP="003236DC">
      <w:r w:rsidRPr="00CE2951">
        <w:t>в) дендрологический парк</w:t>
      </w:r>
      <w:r>
        <w:t>;</w:t>
      </w:r>
    </w:p>
    <w:p w:rsidR="00AD60E6" w:rsidRPr="003236DC" w:rsidRDefault="00AD60E6" w:rsidP="003236DC">
      <w:r w:rsidRPr="003236DC">
        <w:t xml:space="preserve">г) зоологический парк. </w:t>
      </w:r>
    </w:p>
    <w:p w:rsidR="00AD60E6" w:rsidRDefault="00AD60E6" w:rsidP="004460BE"/>
    <w:p w:rsidR="00AD60E6" w:rsidRDefault="00AD60E6" w:rsidP="0089607A">
      <w:r>
        <w:t>35. Коллекция деревьев и кустарников, культивируемых в открытом грунте, используемая в научных, познавательно - просветительных и хозяйственных целях, называется:</w:t>
      </w:r>
    </w:p>
    <w:p w:rsidR="00AD60E6" w:rsidRDefault="00AD60E6" w:rsidP="0089607A">
      <w:r>
        <w:t xml:space="preserve">а) дендрарий;  </w:t>
      </w:r>
    </w:p>
    <w:p w:rsidR="00AD60E6" w:rsidRDefault="00AD60E6" w:rsidP="0089607A">
      <w:r>
        <w:t>б) заказник;</w:t>
      </w:r>
    </w:p>
    <w:p w:rsidR="00AD60E6" w:rsidRDefault="00AD60E6" w:rsidP="0089607A">
      <w:r>
        <w:t>в) заповедник;</w:t>
      </w:r>
    </w:p>
    <w:p w:rsidR="00AD60E6" w:rsidRDefault="00AD60E6" w:rsidP="0089607A">
      <w:r>
        <w:t>г) памятник природы.</w:t>
      </w:r>
    </w:p>
    <w:p w:rsidR="00AD60E6" w:rsidRDefault="00AD60E6" w:rsidP="004460BE"/>
    <w:p w:rsidR="00AD60E6" w:rsidRPr="004079B4" w:rsidRDefault="00AD60E6" w:rsidP="0012070A">
      <w:pPr>
        <w:jc w:val="center"/>
        <w:rPr>
          <w:b/>
          <w:color w:val="000000"/>
        </w:rPr>
      </w:pPr>
      <w:r w:rsidRPr="004079B4">
        <w:rPr>
          <w:b/>
          <w:color w:val="000000"/>
        </w:rPr>
        <w:t xml:space="preserve">Задание 2. Вставьте пропущенное слово </w:t>
      </w:r>
    </w:p>
    <w:p w:rsidR="00AD60E6" w:rsidRDefault="00AD60E6" w:rsidP="00BD7827">
      <w:r>
        <w:t>36</w:t>
      </w:r>
      <w:r w:rsidRPr="0012070A">
        <w:t>. Ряды, в которых каждый предыдущий вид служит  пищей последующему называются</w:t>
      </w:r>
      <w:r>
        <w:t xml:space="preserve">  . . .</w:t>
      </w:r>
      <w:r w:rsidRPr="0012070A">
        <w:t xml:space="preserve"> </w:t>
      </w:r>
      <w:r>
        <w:t>(ответ впишите в бланк).</w:t>
      </w:r>
    </w:p>
    <w:p w:rsidR="00AD60E6" w:rsidRDefault="00AD60E6" w:rsidP="00BD7827"/>
    <w:p w:rsidR="00AD60E6" w:rsidRDefault="00AD60E6" w:rsidP="00BD7827">
      <w:r>
        <w:t>37. С</w:t>
      </w:r>
      <w:r w:rsidRPr="00552D22">
        <w:rPr>
          <w:rStyle w:val="apple-style-span"/>
          <w:color w:val="333333"/>
        </w:rPr>
        <w:t>остояние полного физического, душевного и социального благополучия</w:t>
      </w:r>
      <w:r>
        <w:t>, называется . . . (ответ впишите в бланк).</w:t>
      </w:r>
    </w:p>
    <w:p w:rsidR="00AD60E6" w:rsidRPr="00BD7827" w:rsidRDefault="00AD60E6" w:rsidP="00E30CB3">
      <w:pPr>
        <w:rPr>
          <w:color w:val="FF0000"/>
        </w:rPr>
      </w:pPr>
    </w:p>
    <w:p w:rsidR="00AD60E6" w:rsidRDefault="00AD60E6" w:rsidP="000316FC">
      <w:r>
        <w:t>38. П</w:t>
      </w:r>
      <w:r w:rsidRPr="000316FC">
        <w:rPr>
          <w:rStyle w:val="apple-style-span"/>
          <w:color w:val="333333"/>
        </w:rPr>
        <w:t>одражательное сходство некоторых животных, главным образом насекомых, с другими видами, обеспечивающее защиту от врагов</w:t>
      </w:r>
      <w:r>
        <w:rPr>
          <w:rStyle w:val="apple-style-span"/>
          <w:color w:val="333333"/>
        </w:rPr>
        <w:t xml:space="preserve"> называется . . . </w:t>
      </w:r>
      <w:r>
        <w:rPr>
          <w:rStyle w:val="apple-converted-space"/>
          <w:rFonts w:ascii="Tahoma" w:hAnsi="Tahoma" w:cs="Tahoma"/>
          <w:color w:val="333333"/>
          <w:sz w:val="18"/>
          <w:szCs w:val="18"/>
        </w:rPr>
        <w:t> </w:t>
      </w:r>
      <w:r>
        <w:t>(ответ впишите в бланк).</w:t>
      </w:r>
    </w:p>
    <w:p w:rsidR="00AD60E6" w:rsidRDefault="00AD60E6" w:rsidP="003236DC">
      <w:pPr>
        <w:jc w:val="center"/>
        <w:rPr>
          <w:b/>
        </w:rPr>
      </w:pPr>
    </w:p>
    <w:p w:rsidR="00AD60E6" w:rsidRPr="00552D22" w:rsidRDefault="00AD60E6" w:rsidP="00552D22">
      <w:pPr>
        <w:jc w:val="center"/>
      </w:pPr>
      <w:r w:rsidRPr="004079B4">
        <w:rPr>
          <w:b/>
        </w:rPr>
        <w:t xml:space="preserve">Задание 3. Выберите один правильный ответ из четырех предложенных и его обоснуйте </w:t>
      </w:r>
    </w:p>
    <w:p w:rsidR="00AD60E6" w:rsidRPr="003236DC" w:rsidRDefault="00AD60E6" w:rsidP="003236DC">
      <w:r>
        <w:t xml:space="preserve">39. </w:t>
      </w:r>
      <w:r w:rsidRPr="003236DC">
        <w:t>Биологическая очистка – это:</w:t>
      </w:r>
    </w:p>
    <w:p w:rsidR="00AD60E6" w:rsidRPr="003236DC" w:rsidRDefault="00AD60E6" w:rsidP="003236DC">
      <w:r w:rsidRPr="003236DC">
        <w:t xml:space="preserve">а) удаление посторонних или вредных агентов из животных и растительных организмов путем разложения этих примесей и включения в метаболизм; </w:t>
      </w:r>
    </w:p>
    <w:p w:rsidR="00AD60E6" w:rsidRPr="003236DC" w:rsidRDefault="00AD60E6" w:rsidP="003236DC">
      <w:r w:rsidRPr="003236DC">
        <w:t xml:space="preserve">б) удаление загрязняющих веществ из окружающей среды путем </w:t>
      </w:r>
      <w:r>
        <w:t>накопления</w:t>
      </w:r>
      <w:r w:rsidRPr="003236DC">
        <w:t xml:space="preserve"> в вегетативных частях растений, жировой ткани животных или в микроорганизмах; </w:t>
      </w:r>
    </w:p>
    <w:p w:rsidR="00AD60E6" w:rsidRPr="003236DC" w:rsidRDefault="00AD60E6" w:rsidP="003236DC">
      <w:r w:rsidRPr="003236DC">
        <w:t xml:space="preserve">в) изъятие загрязнителей из среды обитания живых организмов путем фильтрации или разложения с целью восстановления первичных свойств окружающей среды; </w:t>
      </w:r>
    </w:p>
    <w:p w:rsidR="00AD60E6" w:rsidRPr="003236DC" w:rsidRDefault="00AD60E6" w:rsidP="003236DC">
      <w:pPr>
        <w:jc w:val="both"/>
        <w:rPr>
          <w:color w:val="0000FF"/>
        </w:rPr>
      </w:pPr>
      <w:r w:rsidRPr="003236DC">
        <w:t>г) удаление посторонних или вредных микроорганизмов из почв и грунтов с помощью химических агентов.</w:t>
      </w:r>
      <w:r w:rsidRPr="003236DC">
        <w:rPr>
          <w:color w:val="0000FF"/>
        </w:rPr>
        <w:t xml:space="preserve"> </w:t>
      </w:r>
    </w:p>
    <w:p w:rsidR="00AD60E6" w:rsidRDefault="00AD60E6" w:rsidP="00E30CB3"/>
    <w:p w:rsidR="00AD60E6" w:rsidRPr="00CE2951" w:rsidRDefault="00AD60E6" w:rsidP="004B145B">
      <w:pPr>
        <w:snapToGrid w:val="0"/>
      </w:pPr>
      <w:r>
        <w:t xml:space="preserve">40. </w:t>
      </w:r>
      <w:r w:rsidRPr="00CE2951">
        <w:t>В целях сокращения объема твердых бытовых отходов, совершая покупки в магазине, лучше всего:</w:t>
      </w:r>
    </w:p>
    <w:p w:rsidR="00AD60E6" w:rsidRPr="00CE2951" w:rsidRDefault="00AD60E6" w:rsidP="004B145B">
      <w:r w:rsidRPr="00CE2951">
        <w:t>а) приобрести в магазине пластиковый пакет;</w:t>
      </w:r>
    </w:p>
    <w:p w:rsidR="00AD60E6" w:rsidRPr="00CE2951" w:rsidRDefault="00AD60E6" w:rsidP="004B145B">
      <w:r w:rsidRPr="00CE2951">
        <w:t>б) приобрести в магазине бумажный пакет;</w:t>
      </w:r>
    </w:p>
    <w:p w:rsidR="00AD60E6" w:rsidRPr="00CE2951" w:rsidRDefault="00AD60E6" w:rsidP="004B145B">
      <w:r w:rsidRPr="00CE2951">
        <w:t>в) захватить с собой пластиковый пакет;</w:t>
      </w:r>
    </w:p>
    <w:p w:rsidR="00AD60E6" w:rsidRPr="003236DC" w:rsidRDefault="00AD60E6" w:rsidP="004B145B">
      <w:r w:rsidRPr="003236DC">
        <w:t xml:space="preserve">г) захватить с собой холщовую сумку. </w:t>
      </w: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  <w:rPr>
          <w:color w:val="000000"/>
        </w:rPr>
      </w:pP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  <w:rPr>
          <w:color w:val="000000"/>
        </w:rPr>
      </w:pP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  <w:rPr>
          <w:color w:val="000000"/>
        </w:rPr>
      </w:pP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  <w:rPr>
          <w:color w:val="000000"/>
        </w:rPr>
      </w:pP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</w:pPr>
      <w:r>
        <w:rPr>
          <w:color w:val="000000"/>
        </w:rPr>
        <w:t xml:space="preserve">Каждый правильный ответ </w:t>
      </w:r>
      <w:r w:rsidRPr="00030B71">
        <w:rPr>
          <w:b/>
          <w:color w:val="000000"/>
        </w:rPr>
        <w:t>задания 1</w:t>
      </w:r>
      <w:r>
        <w:rPr>
          <w:color w:val="000000"/>
        </w:rPr>
        <w:t xml:space="preserve"> оценивается в один балл. </w:t>
      </w:r>
      <w:r w:rsidRPr="00552D22">
        <w:t xml:space="preserve">Максимальное кол-во баллов за тест – </w:t>
      </w:r>
      <w:r>
        <w:t>35</w:t>
      </w:r>
      <w:r w:rsidRPr="00552D22">
        <w:t>.</w:t>
      </w:r>
    </w:p>
    <w:p w:rsidR="00AD60E6" w:rsidRDefault="00AD60E6" w:rsidP="00030B71">
      <w:pPr>
        <w:shd w:val="clear" w:color="auto" w:fill="FFFFFF"/>
        <w:autoSpaceDE w:val="0"/>
        <w:autoSpaceDN w:val="0"/>
        <w:adjustRightInd w:val="0"/>
        <w:ind w:left="-108"/>
      </w:pPr>
      <w:r>
        <w:rPr>
          <w:color w:val="000000"/>
        </w:rPr>
        <w:t>К</w:t>
      </w:r>
      <w:r w:rsidRPr="0012070A">
        <w:rPr>
          <w:color w:val="000000"/>
        </w:rPr>
        <w:t>аждый правильный ответ</w:t>
      </w:r>
      <w:r>
        <w:rPr>
          <w:color w:val="000000"/>
        </w:rPr>
        <w:t xml:space="preserve"> </w:t>
      </w:r>
      <w:r w:rsidRPr="00030B71">
        <w:rPr>
          <w:b/>
          <w:color w:val="000000"/>
        </w:rPr>
        <w:t>задания 2</w:t>
      </w:r>
      <w:r>
        <w:rPr>
          <w:color w:val="000000"/>
        </w:rPr>
        <w:t xml:space="preserve"> оценивается в два балла. М</w:t>
      </w:r>
      <w:r w:rsidRPr="0012070A">
        <w:rPr>
          <w:color w:val="000000"/>
        </w:rPr>
        <w:t xml:space="preserve">аксимальное количество баллов за задание </w:t>
      </w:r>
      <w:r>
        <w:rPr>
          <w:color w:val="000000"/>
        </w:rPr>
        <w:t>–</w:t>
      </w:r>
      <w:r w:rsidRPr="0012070A">
        <w:rPr>
          <w:color w:val="000000"/>
        </w:rPr>
        <w:t xml:space="preserve"> </w:t>
      </w:r>
      <w:r>
        <w:rPr>
          <w:color w:val="000000"/>
        </w:rPr>
        <w:t>6.</w:t>
      </w:r>
      <w:r w:rsidRPr="0012070A">
        <w:rPr>
          <w:color w:val="000000"/>
        </w:rPr>
        <w:t xml:space="preserve"> </w:t>
      </w:r>
    </w:p>
    <w:p w:rsidR="00AD60E6" w:rsidRPr="00552D22" w:rsidRDefault="00AD60E6" w:rsidP="00030B71">
      <w:pPr>
        <w:shd w:val="clear" w:color="auto" w:fill="FFFFFF"/>
        <w:autoSpaceDE w:val="0"/>
        <w:autoSpaceDN w:val="0"/>
        <w:adjustRightInd w:val="0"/>
        <w:ind w:left="-108"/>
      </w:pPr>
      <w:r>
        <w:t xml:space="preserve">Каждый правильный ответ </w:t>
      </w:r>
      <w:r w:rsidRPr="00030B71">
        <w:rPr>
          <w:b/>
        </w:rPr>
        <w:t>задания 3</w:t>
      </w:r>
      <w:r w:rsidRPr="00552D22">
        <w:t xml:space="preserve"> </w:t>
      </w:r>
      <w:r>
        <w:t>оценивается в</w:t>
      </w:r>
      <w:r w:rsidRPr="00552D22">
        <w:t xml:space="preserve"> </w:t>
      </w:r>
      <w:r>
        <w:t>два</w:t>
      </w:r>
      <w:r w:rsidRPr="00552D22">
        <w:t xml:space="preserve"> балла, обоснование правильного ответа – от 0 до 2 баллов. Максимальное кол-во баллов  – </w:t>
      </w:r>
      <w:r>
        <w:t>8</w:t>
      </w:r>
      <w:r w:rsidRPr="00552D22">
        <w:t>.</w:t>
      </w:r>
    </w:p>
    <w:p w:rsidR="00AD60E6" w:rsidRPr="004079B4" w:rsidRDefault="00AD60E6" w:rsidP="00030B71">
      <w:pPr>
        <w:shd w:val="clear" w:color="auto" w:fill="FFFFFF"/>
        <w:autoSpaceDE w:val="0"/>
        <w:autoSpaceDN w:val="0"/>
        <w:adjustRightInd w:val="0"/>
        <w:ind w:left="-108"/>
        <w:rPr>
          <w:b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531F6D">
      <w:pPr>
        <w:rPr>
          <w:color w:val="000000"/>
        </w:rPr>
      </w:pPr>
      <w:r>
        <w:rPr>
          <w:color w:val="000000"/>
        </w:rPr>
        <w:t>Максимальное количество баллов за выполненные задания олимпиады – 49.</w:t>
      </w: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p w:rsidR="00AD60E6" w:rsidRDefault="00AD60E6" w:rsidP="00A20FEC">
      <w:pPr>
        <w:jc w:val="center"/>
        <w:rPr>
          <w:color w:val="000000"/>
        </w:rPr>
      </w:pPr>
    </w:p>
    <w:sectPr w:rsidR="00AD60E6" w:rsidSect="000B0E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CFB"/>
    <w:rsid w:val="00030B71"/>
    <w:rsid w:val="000316FC"/>
    <w:rsid w:val="000B0E06"/>
    <w:rsid w:val="000C1017"/>
    <w:rsid w:val="000E6FC5"/>
    <w:rsid w:val="00103261"/>
    <w:rsid w:val="0012070A"/>
    <w:rsid w:val="00136AF5"/>
    <w:rsid w:val="00211689"/>
    <w:rsid w:val="0021389C"/>
    <w:rsid w:val="00246F8A"/>
    <w:rsid w:val="003236DC"/>
    <w:rsid w:val="003855D3"/>
    <w:rsid w:val="004079B4"/>
    <w:rsid w:val="004460BE"/>
    <w:rsid w:val="00464116"/>
    <w:rsid w:val="0048708B"/>
    <w:rsid w:val="0049754A"/>
    <w:rsid w:val="004B145B"/>
    <w:rsid w:val="004F18A1"/>
    <w:rsid w:val="00531F6D"/>
    <w:rsid w:val="00544ADA"/>
    <w:rsid w:val="00552D22"/>
    <w:rsid w:val="006852AB"/>
    <w:rsid w:val="006C1B45"/>
    <w:rsid w:val="007530B1"/>
    <w:rsid w:val="0077740B"/>
    <w:rsid w:val="00783D6A"/>
    <w:rsid w:val="00857A09"/>
    <w:rsid w:val="0089607A"/>
    <w:rsid w:val="00921CFB"/>
    <w:rsid w:val="009663A1"/>
    <w:rsid w:val="009778C5"/>
    <w:rsid w:val="009834F6"/>
    <w:rsid w:val="009B12DF"/>
    <w:rsid w:val="00A116B2"/>
    <w:rsid w:val="00A20FEC"/>
    <w:rsid w:val="00A2390C"/>
    <w:rsid w:val="00A2688E"/>
    <w:rsid w:val="00A91D85"/>
    <w:rsid w:val="00AD60E6"/>
    <w:rsid w:val="00B808A8"/>
    <w:rsid w:val="00BD7827"/>
    <w:rsid w:val="00CE2951"/>
    <w:rsid w:val="00DB5C07"/>
    <w:rsid w:val="00DF68B7"/>
    <w:rsid w:val="00E30CB3"/>
    <w:rsid w:val="00E31ECF"/>
    <w:rsid w:val="00E32B9F"/>
    <w:rsid w:val="00E7798F"/>
    <w:rsid w:val="00E80B70"/>
    <w:rsid w:val="00E976C6"/>
    <w:rsid w:val="00F915C9"/>
    <w:rsid w:val="00FB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E0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78C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8C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9778C5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778C5"/>
    <w:rPr>
      <w:rFonts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E30CB3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0316FC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316FC"/>
    <w:rPr>
      <w:rFonts w:cs="Times New Roman"/>
    </w:rPr>
  </w:style>
  <w:style w:type="table" w:styleId="TableGrid">
    <w:name w:val="Table Grid"/>
    <w:basedOn w:val="TableNormal"/>
    <w:uiPriority w:val="99"/>
    <w:rsid w:val="00A20FE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132</TotalTime>
  <Pages>6</Pages>
  <Words>1315</Words>
  <Characters>7500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39</cp:revision>
  <dcterms:created xsi:type="dcterms:W3CDTF">2014-09-29T09:31:00Z</dcterms:created>
  <dcterms:modified xsi:type="dcterms:W3CDTF">2014-11-18T11:08:00Z</dcterms:modified>
</cp:coreProperties>
</file>