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C3" w:rsidRDefault="00EF47C3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Решение.</w:t>
      </w:r>
    </w:p>
    <w:p w:rsidR="007028BA" w:rsidRDefault="00EF47C3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7028BA" w:rsidRPr="00A4334F">
        <w:rPr>
          <w:rFonts w:ascii="Times New Roman" w:hAnsi="Times New Roman" w:cs="Times New Roman"/>
          <w:b/>
          <w:sz w:val="24"/>
          <w:szCs w:val="24"/>
        </w:rPr>
        <w:t>1</w:t>
      </w:r>
      <w:r w:rsidR="007028BA">
        <w:rPr>
          <w:rFonts w:ascii="Times New Roman" w:hAnsi="Times New Roman" w:cs="Times New Roman"/>
          <w:sz w:val="24"/>
          <w:szCs w:val="24"/>
        </w:rPr>
        <w:t xml:space="preserve">. В сутках 24 часа, поэтому 100 ч. = 4×24 ч. + 4 ч. = 4 </w:t>
      </w:r>
      <w:proofErr w:type="spellStart"/>
      <w:r w:rsidR="007028B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7028BA">
        <w:rPr>
          <w:rFonts w:ascii="Times New Roman" w:hAnsi="Times New Roman" w:cs="Times New Roman"/>
          <w:sz w:val="24"/>
          <w:szCs w:val="24"/>
        </w:rPr>
        <w:t>. + 4 ч</w:t>
      </w:r>
      <w:proofErr w:type="gramStart"/>
      <w:r w:rsidR="007028BA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="007028BA">
        <w:rPr>
          <w:rFonts w:ascii="Times New Roman" w:hAnsi="Times New Roman" w:cs="Times New Roman"/>
          <w:sz w:val="24"/>
          <w:szCs w:val="24"/>
        </w:rPr>
        <w:t>Тогда, парусник вернётся в пятницу в 16 часов.</w:t>
      </w:r>
    </w:p>
    <w:p w:rsidR="0081185B" w:rsidRDefault="00EF47C3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7028BA" w:rsidRPr="00A4334F">
        <w:rPr>
          <w:rFonts w:ascii="Times New Roman" w:hAnsi="Times New Roman" w:cs="Times New Roman"/>
          <w:b/>
          <w:sz w:val="24"/>
          <w:szCs w:val="24"/>
        </w:rPr>
        <w:t>2</w:t>
      </w:r>
      <w:r w:rsidR="007028BA">
        <w:rPr>
          <w:rFonts w:ascii="Times New Roman" w:hAnsi="Times New Roman" w:cs="Times New Roman"/>
          <w:sz w:val="24"/>
          <w:szCs w:val="24"/>
        </w:rPr>
        <w:t>. Так как после зачёркивания получается наибольшее число с суммой цифр 13, то вторая и третья цифры равны 9 и 4. Так как первая цифра больше последней в 4 раза и все цифры различны, то первая цифра будет 8, а последняя – 2. В результате получилось число 8942. старику Хоттабычу 8942 года.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 xml:space="preserve"> Запишем пример столбиком. Так как каждое слагаемое меньше 10000, то их сумма меньше 20000.Значит, Д=1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разрядов сотен видно, что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=2, или А=3, но из разрядов единиц видно, что А-четно, значит, А=2.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разрядов единиц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=1 или Р=6, но Д=1, значит, Р=6.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находятся просто У+У=16, К=2+2.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8126+8126=16252.</w:t>
      </w:r>
    </w:p>
    <w:p w:rsidR="00BD6B8E" w:rsidRDefault="00BD6B8E" w:rsidP="007028BA"/>
    <w:p w:rsidR="00BD6B8E" w:rsidRDefault="00BD6B8E" w:rsidP="007028BA"/>
    <w:p w:rsidR="00BD6B8E" w:rsidRDefault="00A4334F" w:rsidP="00BD6B8E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BD6B8E" w:rsidRPr="00A4334F">
        <w:rPr>
          <w:rFonts w:ascii="Times New Roman" w:hAnsi="Times New Roman" w:cs="Times New Roman"/>
          <w:b/>
          <w:sz w:val="24"/>
          <w:szCs w:val="24"/>
        </w:rPr>
        <w:t>4</w:t>
      </w:r>
      <w:r w:rsidR="00BD6B8E">
        <w:rPr>
          <w:rFonts w:ascii="Times New Roman" w:hAnsi="Times New Roman" w:cs="Times New Roman"/>
          <w:sz w:val="24"/>
          <w:szCs w:val="24"/>
        </w:rPr>
        <w:t>. Прибавив к искомому числу единицу, мы получим число, делящееся без остатка и на 2, и на 3, и на 4, и на 5, то есть число, делящееся на 60. Это могут быть числа 60,120,180 и т.д. Значит, задуманное число 59.</w:t>
      </w:r>
    </w:p>
    <w:p w:rsidR="00BD6B8E" w:rsidRDefault="00BD6B8E" w:rsidP="00BD6B8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A4334F"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A43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Ответ. На 4, на 5, на 6 или на 7 частей.</w:t>
      </w:r>
    </w:p>
    <w:p w:rsidR="00BD6B8E" w:rsidRDefault="00BD6B8E" w:rsidP="007028BA"/>
    <w:sectPr w:rsidR="00BD6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05"/>
    <w:rsid w:val="00495A05"/>
    <w:rsid w:val="007028BA"/>
    <w:rsid w:val="0081185B"/>
    <w:rsid w:val="00A4334F"/>
    <w:rsid w:val="00BD6B8E"/>
    <w:rsid w:val="00E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B8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B8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Uchitel</cp:lastModifiedBy>
  <cp:revision>5</cp:revision>
  <dcterms:created xsi:type="dcterms:W3CDTF">2015-09-11T04:54:00Z</dcterms:created>
  <dcterms:modified xsi:type="dcterms:W3CDTF">2015-09-11T08:20:00Z</dcterms:modified>
</cp:coreProperties>
</file>